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91649C" w14:textId="4A1A4B1F" w:rsidR="00BE4488" w:rsidRPr="00BE4488" w:rsidRDefault="00BE4488" w:rsidP="00BE4488">
      <w:pPr>
        <w:widowControl/>
        <w:tabs>
          <w:tab w:val="right" w:leader="dot" w:pos="9962"/>
        </w:tabs>
        <w:spacing w:line="276" w:lineRule="auto"/>
        <w:ind w:left="142" w:hanging="142"/>
        <w:jc w:val="right"/>
        <w:rPr>
          <w:rFonts w:ascii="Times New Roman" w:eastAsia="Calibri" w:hAnsi="Times New Roman" w:cs="Times New Roman"/>
          <w:noProof/>
          <w:sz w:val="28"/>
          <w:szCs w:val="28"/>
          <w:u w:val="single"/>
        </w:rPr>
      </w:pPr>
      <w:r w:rsidRPr="00BE4488">
        <w:rPr>
          <w:rFonts w:ascii="Times New Roman" w:eastAsia="Calibri" w:hAnsi="Times New Roman" w:cs="Times New Roman"/>
          <w:noProof/>
          <w:sz w:val="28"/>
          <w:szCs w:val="28"/>
        </w:rPr>
        <w:t xml:space="preserve">Pirkimo sąlygų 7 priedas </w:t>
      </w:r>
    </w:p>
    <w:p w14:paraId="77729A48" w14:textId="77777777" w:rsidR="0088230F" w:rsidRPr="0088230F" w:rsidRDefault="0088230F" w:rsidP="00BE4488">
      <w:pPr>
        <w:jc w:val="right"/>
        <w:rPr>
          <w:b/>
          <w:bCs/>
        </w:rPr>
      </w:pPr>
    </w:p>
    <w:tbl>
      <w:tblPr>
        <w:tblStyle w:val="TableGrid"/>
        <w:tblW w:w="0" w:type="auto"/>
        <w:tblBorders>
          <w:top w:val="none" w:sz="0" w:space="0" w:color="auto"/>
          <w:left w:val="none" w:sz="0" w:space="0" w:color="auto"/>
          <w:bottom w:val="none" w:sz="0" w:space="0" w:color="auto"/>
          <w:right w:val="none" w:sz="0" w:space="0" w:color="auto"/>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276"/>
        <w:gridCol w:w="8363"/>
      </w:tblGrid>
      <w:tr w:rsidR="00F37BF8" w14:paraId="76CFA82B" w14:textId="77777777" w:rsidTr="00BA6721">
        <w:tc>
          <w:tcPr>
            <w:tcW w:w="9639" w:type="dxa"/>
            <w:gridSpan w:val="2"/>
          </w:tcPr>
          <w:p w14:paraId="655B3365" w14:textId="382BCF2E" w:rsidR="00F37BF8" w:rsidRDefault="00F37BF8" w:rsidP="00C03794">
            <w:pPr>
              <w:pStyle w:val="Antrat11"/>
              <w:rPr>
                <w:szCs w:val="24"/>
              </w:rPr>
            </w:pPr>
            <w:r w:rsidRPr="00DC51D1">
              <w:t>PREKIŲ PIRKIMO</w:t>
            </w:r>
            <w:r w:rsidRPr="00DC51D1">
              <w:rPr>
                <w:rFonts w:eastAsia="Arial"/>
              </w:rPr>
              <w:t>–</w:t>
            </w:r>
            <w:r w:rsidRPr="00DC51D1">
              <w:t>PARDAVIMO SUTARTIES BENDROSIOS SĄLYGOS</w:t>
            </w:r>
          </w:p>
        </w:tc>
      </w:tr>
      <w:tr w:rsidR="00F37BF8" w14:paraId="5CDD2047" w14:textId="77777777" w:rsidTr="00BA6721">
        <w:tc>
          <w:tcPr>
            <w:tcW w:w="9639" w:type="dxa"/>
            <w:gridSpan w:val="2"/>
          </w:tcPr>
          <w:p w14:paraId="41D67F44" w14:textId="5ECCC741" w:rsidR="00F37BF8" w:rsidRDefault="00F37BF8" w:rsidP="00315D99">
            <w:pPr>
              <w:pStyle w:val="Antrat21"/>
              <w:rPr>
                <w:szCs w:val="24"/>
              </w:rPr>
            </w:pPr>
            <w:r w:rsidRPr="00DC51D1">
              <w:rPr>
                <w:rFonts w:eastAsia="Cambria"/>
              </w:rPr>
              <w:t>PAGRINDINĖS SĄVOKOS IR SUTARTIES AIŠKINIMAS</w:t>
            </w:r>
          </w:p>
        </w:tc>
      </w:tr>
      <w:tr w:rsidR="00F37BF8" w14:paraId="37E1436D" w14:textId="77777777" w:rsidTr="00BA6721">
        <w:tc>
          <w:tcPr>
            <w:tcW w:w="9639" w:type="dxa"/>
            <w:gridSpan w:val="2"/>
          </w:tcPr>
          <w:p w14:paraId="7D22B75C" w14:textId="79B4969E" w:rsidR="00F37BF8" w:rsidRDefault="00F37BF8" w:rsidP="009A4E3D">
            <w:pPr>
              <w:pStyle w:val="Heading31"/>
            </w:pPr>
            <w:r w:rsidRPr="00F37BF8">
              <w:t>Sąvokos</w:t>
            </w:r>
          </w:p>
        </w:tc>
      </w:tr>
      <w:tr w:rsidR="00F37BF8" w14:paraId="3491F95F" w14:textId="77777777" w:rsidTr="00BA6721">
        <w:tc>
          <w:tcPr>
            <w:tcW w:w="1276" w:type="dxa"/>
          </w:tcPr>
          <w:p w14:paraId="57E481F1" w14:textId="77777777" w:rsidR="00F37BF8" w:rsidRDefault="00F37BF8" w:rsidP="003E710A">
            <w:pPr>
              <w:pStyle w:val="Heading41"/>
            </w:pPr>
          </w:p>
        </w:tc>
        <w:tc>
          <w:tcPr>
            <w:tcW w:w="8363" w:type="dxa"/>
          </w:tcPr>
          <w:p w14:paraId="7459D01E" w14:textId="15320D80" w:rsidR="00F37BF8" w:rsidRPr="000D3D5F" w:rsidRDefault="00D12CA9" w:rsidP="000D3D5F">
            <w:pPr>
              <w:spacing w:after="60" w:line="259" w:lineRule="auto"/>
              <w:jc w:val="both"/>
              <w:rPr>
                <w:rFonts w:ascii="Cambria" w:hAnsi="Cambria"/>
                <w:sz w:val="24"/>
                <w:szCs w:val="24"/>
              </w:rPr>
            </w:pPr>
            <w:r w:rsidRPr="000D3D5F">
              <w:rPr>
                <w:rFonts w:ascii="Cambria" w:eastAsia="Cambria" w:hAnsi="Cambria"/>
                <w:sz w:val="24"/>
                <w:szCs w:val="24"/>
              </w:rPr>
              <w:t>Šioje Sutartyje didžiąja raide rašomos sąvokos turi paskiau nurodytas reikšmes:</w:t>
            </w:r>
          </w:p>
        </w:tc>
      </w:tr>
      <w:tr w:rsidR="00F37BF8" w14:paraId="55156632" w14:textId="77777777" w:rsidTr="00BA6721">
        <w:tc>
          <w:tcPr>
            <w:tcW w:w="1276" w:type="dxa"/>
          </w:tcPr>
          <w:p w14:paraId="5F188FB2" w14:textId="77777777" w:rsidR="00F37BF8" w:rsidRDefault="00F37BF8" w:rsidP="000D3D5F">
            <w:pPr>
              <w:pStyle w:val="Heading51"/>
            </w:pPr>
          </w:p>
        </w:tc>
        <w:tc>
          <w:tcPr>
            <w:tcW w:w="8363" w:type="dxa"/>
          </w:tcPr>
          <w:p w14:paraId="4C4D85DE" w14:textId="4CAA7648" w:rsidR="00F37BF8" w:rsidRPr="000D3D5F" w:rsidRDefault="000D3D5F" w:rsidP="000D3D5F">
            <w:pPr>
              <w:spacing w:after="60" w:line="259" w:lineRule="auto"/>
              <w:jc w:val="both"/>
              <w:rPr>
                <w:rFonts w:ascii="Cambria" w:hAnsi="Cambria"/>
                <w:sz w:val="24"/>
                <w:szCs w:val="24"/>
              </w:rPr>
            </w:pPr>
            <w:r w:rsidRPr="000D3D5F">
              <w:rPr>
                <w:rFonts w:ascii="Cambria" w:eastAsia="Arial" w:hAnsi="Cambria"/>
                <w:b/>
                <w:bCs/>
                <w:sz w:val="24"/>
                <w:szCs w:val="24"/>
              </w:rPr>
              <w:t>Bendrosios sąlygos</w:t>
            </w:r>
            <w:r w:rsidRPr="000D3D5F">
              <w:rPr>
                <w:rFonts w:ascii="Cambria" w:eastAsia="Arial" w:hAnsi="Cambria"/>
                <w:sz w:val="24"/>
                <w:szCs w:val="24"/>
              </w:rPr>
              <w:t xml:space="preserve"> – ši Sutarties dalis, kuri vadinasi „Prekių pirkimo–pardavimo sutarties Bendrosios sąlygos“;</w:t>
            </w:r>
          </w:p>
        </w:tc>
      </w:tr>
      <w:tr w:rsidR="000D3D5F" w14:paraId="3EB83AA0" w14:textId="77777777" w:rsidTr="00BA6721">
        <w:tc>
          <w:tcPr>
            <w:tcW w:w="1276" w:type="dxa"/>
          </w:tcPr>
          <w:p w14:paraId="22E59BEF" w14:textId="77777777" w:rsidR="000D3D5F" w:rsidRDefault="000D3D5F" w:rsidP="000D3D5F">
            <w:pPr>
              <w:pStyle w:val="Heading51"/>
            </w:pPr>
          </w:p>
        </w:tc>
        <w:tc>
          <w:tcPr>
            <w:tcW w:w="8363" w:type="dxa"/>
          </w:tcPr>
          <w:p w14:paraId="5D9BD7F2" w14:textId="1C72F3AE" w:rsidR="000D3D5F" w:rsidRPr="000D3D5F" w:rsidRDefault="000D3D5F" w:rsidP="000D3D5F">
            <w:pPr>
              <w:spacing w:after="60" w:line="259" w:lineRule="auto"/>
              <w:jc w:val="both"/>
              <w:rPr>
                <w:rFonts w:ascii="Cambria" w:eastAsia="Arial" w:hAnsi="Cambria"/>
                <w:sz w:val="24"/>
                <w:szCs w:val="24"/>
              </w:rPr>
            </w:pPr>
            <w:r w:rsidRPr="004364B8">
              <w:rPr>
                <w:rFonts w:ascii="Cambria" w:eastAsia="Arial" w:hAnsi="Cambria"/>
                <w:b/>
                <w:bCs/>
                <w:sz w:val="24"/>
                <w:szCs w:val="24"/>
              </w:rPr>
              <w:t>Pirkėjas</w:t>
            </w:r>
            <w:r w:rsidRPr="000D3D5F">
              <w:rPr>
                <w:rFonts w:ascii="Cambria" w:eastAsia="Arial" w:hAnsi="Cambria"/>
                <w:sz w:val="24"/>
                <w:szCs w:val="24"/>
              </w:rPr>
              <w:t xml:space="preserve"> – asmuo, kuris Specialiosiose sąlygose yra įvardytas kaip Pirkėjas, įsigyjantis Specialiosiose sąlygose ir Sutarties prieduose nurodytas Prekes;</w:t>
            </w:r>
          </w:p>
        </w:tc>
      </w:tr>
      <w:tr w:rsidR="000D3D5F" w14:paraId="5DC3A436" w14:textId="77777777" w:rsidTr="00BA6721">
        <w:tc>
          <w:tcPr>
            <w:tcW w:w="1276" w:type="dxa"/>
          </w:tcPr>
          <w:p w14:paraId="21A3F471" w14:textId="77777777" w:rsidR="000D3D5F" w:rsidRDefault="000D3D5F" w:rsidP="004364B8">
            <w:pPr>
              <w:pStyle w:val="Heading51"/>
            </w:pPr>
          </w:p>
        </w:tc>
        <w:tc>
          <w:tcPr>
            <w:tcW w:w="8363" w:type="dxa"/>
          </w:tcPr>
          <w:p w14:paraId="29E55391" w14:textId="5878BF7E" w:rsidR="000D3D5F" w:rsidRPr="000D3D5F" w:rsidRDefault="004364B8" w:rsidP="000D3D5F">
            <w:pPr>
              <w:spacing w:after="60" w:line="259" w:lineRule="auto"/>
              <w:jc w:val="both"/>
              <w:rPr>
                <w:rFonts w:ascii="Cambria" w:eastAsia="Arial" w:hAnsi="Cambria"/>
                <w:sz w:val="24"/>
                <w:szCs w:val="24"/>
              </w:rPr>
            </w:pPr>
            <w:r w:rsidRPr="004364B8">
              <w:rPr>
                <w:rFonts w:ascii="Cambria" w:eastAsia="Arial" w:hAnsi="Cambria"/>
                <w:b/>
                <w:bCs/>
                <w:sz w:val="24"/>
                <w:szCs w:val="24"/>
              </w:rPr>
              <w:t>Pradinės sutarties vertė</w:t>
            </w:r>
            <w:r w:rsidRPr="004364B8">
              <w:rPr>
                <w:rFonts w:ascii="Cambria" w:eastAsia="Arial" w:hAnsi="Cambria"/>
                <w:sz w:val="24"/>
                <w:szCs w:val="24"/>
              </w:rPr>
              <w:t xml:space="preserve"> – Specialiosiose sąlygose nurodyta vertė (be PVM);</w:t>
            </w:r>
          </w:p>
        </w:tc>
      </w:tr>
      <w:tr w:rsidR="000D3D5F" w14:paraId="6CC5162C" w14:textId="77777777" w:rsidTr="00BA6721">
        <w:tc>
          <w:tcPr>
            <w:tcW w:w="1276" w:type="dxa"/>
          </w:tcPr>
          <w:p w14:paraId="5195961E" w14:textId="77777777" w:rsidR="000D3D5F" w:rsidRDefault="000D3D5F" w:rsidP="004364B8">
            <w:pPr>
              <w:pStyle w:val="Heading51"/>
            </w:pPr>
          </w:p>
        </w:tc>
        <w:tc>
          <w:tcPr>
            <w:tcW w:w="8363" w:type="dxa"/>
          </w:tcPr>
          <w:p w14:paraId="72ACDDC7" w14:textId="1CEB0FAA" w:rsidR="000D3D5F" w:rsidRPr="000D3D5F" w:rsidRDefault="004364B8" w:rsidP="000D3D5F">
            <w:pPr>
              <w:spacing w:after="60" w:line="259" w:lineRule="auto"/>
              <w:jc w:val="both"/>
              <w:rPr>
                <w:rFonts w:ascii="Cambria" w:eastAsia="Arial" w:hAnsi="Cambria"/>
                <w:sz w:val="24"/>
                <w:szCs w:val="24"/>
              </w:rPr>
            </w:pPr>
            <w:r w:rsidRPr="004364B8">
              <w:rPr>
                <w:rFonts w:ascii="Cambria" w:eastAsia="Arial" w:hAnsi="Cambria"/>
                <w:b/>
                <w:bCs/>
                <w:sz w:val="24"/>
                <w:szCs w:val="24"/>
              </w:rPr>
              <w:t>Prekės</w:t>
            </w:r>
            <w:r w:rsidRPr="004364B8">
              <w:rPr>
                <w:rFonts w:ascii="Cambria" w:eastAsia="Arial" w:hAnsi="Cambria"/>
                <w:sz w:val="24"/>
                <w:szCs w:val="24"/>
              </w:rPr>
              <w:t xml:space="preserve">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tc>
      </w:tr>
      <w:tr w:rsidR="004364B8" w14:paraId="4415309E" w14:textId="77777777" w:rsidTr="00BA6721">
        <w:trPr>
          <w:trHeight w:val="1635"/>
        </w:trPr>
        <w:tc>
          <w:tcPr>
            <w:tcW w:w="1276" w:type="dxa"/>
          </w:tcPr>
          <w:p w14:paraId="504C6A96" w14:textId="77777777" w:rsidR="004364B8" w:rsidRDefault="004364B8" w:rsidP="004364B8">
            <w:pPr>
              <w:pStyle w:val="Heading51"/>
            </w:pPr>
          </w:p>
        </w:tc>
        <w:tc>
          <w:tcPr>
            <w:tcW w:w="8363" w:type="dxa"/>
          </w:tcPr>
          <w:p w14:paraId="1EA1E685" w14:textId="75670788" w:rsidR="004364B8" w:rsidRPr="000D3D5F" w:rsidRDefault="004364B8" w:rsidP="000D3D5F">
            <w:pPr>
              <w:spacing w:after="60" w:line="259" w:lineRule="auto"/>
              <w:jc w:val="both"/>
              <w:rPr>
                <w:rFonts w:ascii="Cambria" w:eastAsia="Arial" w:hAnsi="Cambria"/>
                <w:sz w:val="24"/>
                <w:szCs w:val="24"/>
              </w:rPr>
            </w:pPr>
            <w:r w:rsidRPr="004364B8">
              <w:rPr>
                <w:rFonts w:ascii="Cambria" w:eastAsia="Arial" w:hAnsi="Cambria"/>
                <w:b/>
                <w:bCs/>
                <w:sz w:val="24"/>
                <w:szCs w:val="24"/>
              </w:rPr>
              <w:t>Prekių perdavimo–priėmimo aktas</w:t>
            </w:r>
            <w:r w:rsidRPr="004364B8">
              <w:rPr>
                <w:rFonts w:ascii="Cambria" w:eastAsia="Arial" w:hAnsi="Cambria"/>
                <w:sz w:val="24"/>
                <w:szCs w:val="24"/>
              </w:rPr>
              <w:t xml:space="preserve"> – dokumentas, 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tc>
      </w:tr>
      <w:tr w:rsidR="004364B8" w14:paraId="177127E9" w14:textId="77777777" w:rsidTr="00BA6721">
        <w:tc>
          <w:tcPr>
            <w:tcW w:w="1276" w:type="dxa"/>
          </w:tcPr>
          <w:p w14:paraId="448634CC" w14:textId="77777777" w:rsidR="004364B8" w:rsidRDefault="004364B8" w:rsidP="004364B8">
            <w:pPr>
              <w:pStyle w:val="Heading51"/>
            </w:pPr>
          </w:p>
        </w:tc>
        <w:tc>
          <w:tcPr>
            <w:tcW w:w="8363" w:type="dxa"/>
          </w:tcPr>
          <w:p w14:paraId="6BA4417C" w14:textId="0EAE83BC" w:rsidR="004364B8" w:rsidRPr="000D3D5F" w:rsidRDefault="004364B8" w:rsidP="000D3D5F">
            <w:pPr>
              <w:spacing w:after="60" w:line="259" w:lineRule="auto"/>
              <w:jc w:val="both"/>
              <w:rPr>
                <w:rFonts w:ascii="Cambria" w:eastAsia="Arial" w:hAnsi="Cambria"/>
                <w:sz w:val="24"/>
                <w:szCs w:val="24"/>
              </w:rPr>
            </w:pPr>
            <w:r w:rsidRPr="004364B8">
              <w:rPr>
                <w:rFonts w:ascii="Cambria" w:eastAsia="Arial" w:hAnsi="Cambria"/>
                <w:b/>
                <w:bCs/>
                <w:sz w:val="24"/>
                <w:szCs w:val="24"/>
              </w:rPr>
              <w:t>Prekių trūkumai</w:t>
            </w:r>
            <w:r w:rsidRPr="004364B8">
              <w:rPr>
                <w:rFonts w:ascii="Cambria" w:eastAsia="Arial" w:hAnsi="Cambria"/>
                <w:sz w:val="24"/>
                <w:szCs w:val="24"/>
              </w:rPr>
              <w:t xml:space="preserve">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tc>
      </w:tr>
      <w:tr w:rsidR="004364B8" w14:paraId="190F408A" w14:textId="77777777" w:rsidTr="00BA6721">
        <w:tc>
          <w:tcPr>
            <w:tcW w:w="1276" w:type="dxa"/>
          </w:tcPr>
          <w:p w14:paraId="4C8864C2" w14:textId="77777777" w:rsidR="004364B8" w:rsidRDefault="004364B8" w:rsidP="004364B8">
            <w:pPr>
              <w:pStyle w:val="Heading51"/>
            </w:pPr>
          </w:p>
        </w:tc>
        <w:tc>
          <w:tcPr>
            <w:tcW w:w="8363" w:type="dxa"/>
          </w:tcPr>
          <w:p w14:paraId="278E4C3B" w14:textId="68ECFE50" w:rsidR="004364B8" w:rsidRPr="000D3D5F" w:rsidRDefault="004364B8" w:rsidP="000D3D5F">
            <w:pPr>
              <w:spacing w:after="60" w:line="259" w:lineRule="auto"/>
              <w:jc w:val="both"/>
              <w:rPr>
                <w:rFonts w:ascii="Cambria" w:eastAsia="Arial" w:hAnsi="Cambria"/>
                <w:sz w:val="24"/>
                <w:szCs w:val="24"/>
              </w:rPr>
            </w:pPr>
            <w:r w:rsidRPr="004364B8">
              <w:rPr>
                <w:rFonts w:ascii="Cambria" w:eastAsia="Arial" w:hAnsi="Cambria"/>
                <w:b/>
                <w:bCs/>
                <w:sz w:val="24"/>
                <w:szCs w:val="24"/>
              </w:rPr>
              <w:t>Sąskaita</w:t>
            </w:r>
            <w:r w:rsidRPr="004364B8">
              <w:rPr>
                <w:rFonts w:ascii="Cambria" w:eastAsia="Arial" w:hAnsi="Cambria"/>
                <w:sz w:val="24"/>
                <w:szCs w:val="24"/>
              </w:rPr>
              <w:t xml:space="preserve"> – 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tc>
      </w:tr>
      <w:tr w:rsidR="004364B8" w14:paraId="7337E29A" w14:textId="77777777" w:rsidTr="00BA6721">
        <w:tc>
          <w:tcPr>
            <w:tcW w:w="1276" w:type="dxa"/>
          </w:tcPr>
          <w:p w14:paraId="0FDD2B93" w14:textId="77777777" w:rsidR="004364B8" w:rsidRDefault="004364B8" w:rsidP="004364B8">
            <w:pPr>
              <w:pStyle w:val="Heading51"/>
            </w:pPr>
          </w:p>
        </w:tc>
        <w:tc>
          <w:tcPr>
            <w:tcW w:w="8363" w:type="dxa"/>
          </w:tcPr>
          <w:p w14:paraId="32DD69FD" w14:textId="49CE8A46" w:rsidR="004364B8"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Specialiosios sąlygos</w:t>
            </w:r>
            <w:r w:rsidRPr="003D6EE6">
              <w:rPr>
                <w:rFonts w:ascii="Cambria" w:eastAsia="Arial" w:hAnsi="Cambria"/>
                <w:sz w:val="24"/>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tc>
      </w:tr>
      <w:tr w:rsidR="004364B8" w14:paraId="58CA006D" w14:textId="77777777" w:rsidTr="00BA6721">
        <w:tc>
          <w:tcPr>
            <w:tcW w:w="1276" w:type="dxa"/>
          </w:tcPr>
          <w:p w14:paraId="0BE916BA" w14:textId="77777777" w:rsidR="004364B8" w:rsidRDefault="004364B8" w:rsidP="004364B8">
            <w:pPr>
              <w:pStyle w:val="Heading51"/>
            </w:pPr>
          </w:p>
        </w:tc>
        <w:tc>
          <w:tcPr>
            <w:tcW w:w="8363" w:type="dxa"/>
          </w:tcPr>
          <w:p w14:paraId="08199732" w14:textId="454CA20F" w:rsidR="004364B8"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Susitarimas</w:t>
            </w:r>
            <w:r w:rsidRPr="003D6EE6">
              <w:rPr>
                <w:rFonts w:ascii="Cambria" w:eastAsia="Arial" w:hAnsi="Cambria"/>
                <w:sz w:val="24"/>
                <w:szCs w:val="24"/>
              </w:rPr>
              <w:t xml:space="preserve"> – tai dokumentas, kurį Šalys sudaro keisdamos Sutarties sąlygas </w:t>
            </w:r>
            <w:r w:rsidRPr="003D6EE6">
              <w:rPr>
                <w:rFonts w:ascii="Cambria" w:eastAsia="Arial" w:hAnsi="Cambria"/>
                <w:sz w:val="24"/>
                <w:szCs w:val="24"/>
              </w:rPr>
              <w:lastRenderedPageBreak/>
              <w:t>VPĮ leidžiama apimtimi;</w:t>
            </w:r>
          </w:p>
        </w:tc>
      </w:tr>
      <w:tr w:rsidR="004364B8" w14:paraId="140D7F16" w14:textId="77777777" w:rsidTr="00BA6721">
        <w:tc>
          <w:tcPr>
            <w:tcW w:w="1276" w:type="dxa"/>
          </w:tcPr>
          <w:p w14:paraId="6D9489C0" w14:textId="77777777" w:rsidR="004364B8" w:rsidRDefault="004364B8" w:rsidP="00451B23">
            <w:pPr>
              <w:pStyle w:val="Heading51"/>
            </w:pPr>
          </w:p>
        </w:tc>
        <w:tc>
          <w:tcPr>
            <w:tcW w:w="8363" w:type="dxa"/>
          </w:tcPr>
          <w:p w14:paraId="76757B70" w14:textId="39C2A5CF" w:rsidR="004364B8"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Sutarties kaina</w:t>
            </w:r>
            <w:r w:rsidRPr="003D6EE6">
              <w:rPr>
                <w:rFonts w:ascii="Cambria" w:eastAsia="Arial" w:hAnsi="Cambria"/>
                <w:sz w:val="24"/>
                <w:szCs w:val="24"/>
              </w:rPr>
              <w:t xml:space="preserve"> – pagal Sutartį Tiekėjui mokėtina galutinė suma, įskaitant visus privalomus mokesčius ir išlaidas;</w:t>
            </w:r>
          </w:p>
        </w:tc>
      </w:tr>
      <w:tr w:rsidR="004364B8" w14:paraId="5FD15178" w14:textId="77777777" w:rsidTr="00BA6721">
        <w:tc>
          <w:tcPr>
            <w:tcW w:w="1276" w:type="dxa"/>
          </w:tcPr>
          <w:p w14:paraId="6BEB3068" w14:textId="77777777" w:rsidR="004364B8" w:rsidRDefault="004364B8" w:rsidP="00451B23">
            <w:pPr>
              <w:pStyle w:val="Heading51"/>
            </w:pPr>
          </w:p>
        </w:tc>
        <w:tc>
          <w:tcPr>
            <w:tcW w:w="8363" w:type="dxa"/>
          </w:tcPr>
          <w:p w14:paraId="38ACFF77" w14:textId="1E8D5917" w:rsidR="004364B8"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Sutarties sąlygos</w:t>
            </w:r>
            <w:r w:rsidRPr="003D6EE6">
              <w:rPr>
                <w:rFonts w:ascii="Cambria" w:eastAsia="Arial" w:hAnsi="Cambria"/>
                <w:sz w:val="24"/>
                <w:szCs w:val="24"/>
              </w:rPr>
              <w:t xml:space="preserve"> – Bendrosios sąlygos ir Specialiosios sąlygos kartu;</w:t>
            </w:r>
          </w:p>
        </w:tc>
      </w:tr>
      <w:tr w:rsidR="003D6EE6" w14:paraId="0709DBC3" w14:textId="77777777" w:rsidTr="00BA6721">
        <w:tc>
          <w:tcPr>
            <w:tcW w:w="1276" w:type="dxa"/>
          </w:tcPr>
          <w:p w14:paraId="4E098DA3" w14:textId="77777777" w:rsidR="003D6EE6" w:rsidRDefault="003D6EE6" w:rsidP="00451B23">
            <w:pPr>
              <w:pStyle w:val="Heading51"/>
            </w:pPr>
          </w:p>
        </w:tc>
        <w:tc>
          <w:tcPr>
            <w:tcW w:w="8363" w:type="dxa"/>
          </w:tcPr>
          <w:p w14:paraId="5F8B88BE" w14:textId="3A4D42EF" w:rsidR="003D6EE6"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Sutartis</w:t>
            </w:r>
            <w:r w:rsidRPr="003D6EE6">
              <w:rPr>
                <w:rFonts w:ascii="Cambria" w:eastAsia="Arial" w:hAnsi="Cambria"/>
                <w:sz w:val="24"/>
                <w:szCs w:val="24"/>
              </w:rPr>
              <w:t xml:space="preserve"> – Prekių pirkimo</w:t>
            </w:r>
            <w:r w:rsidR="000E2CF4">
              <w:rPr>
                <w:rFonts w:ascii="Cambria" w:eastAsia="Arial" w:hAnsi="Cambria"/>
                <w:sz w:val="24"/>
                <w:szCs w:val="24"/>
              </w:rPr>
              <w:t>–</w:t>
            </w:r>
            <w:r w:rsidRPr="003D6EE6">
              <w:rPr>
                <w:rFonts w:ascii="Cambria" w:eastAsia="Arial" w:hAnsi="Cambria"/>
                <w:sz w:val="24"/>
                <w:szCs w:val="24"/>
              </w:rPr>
              <w:t>pardavimo sutartis, kurią sudaro Sutarties sąlygos, Specialiosiose sąlygose išvardyti priedai ir Susitarimai;</w:t>
            </w:r>
          </w:p>
        </w:tc>
      </w:tr>
      <w:tr w:rsidR="003D6EE6" w14:paraId="4D2AFB87" w14:textId="77777777" w:rsidTr="00BA6721">
        <w:tc>
          <w:tcPr>
            <w:tcW w:w="1276" w:type="dxa"/>
          </w:tcPr>
          <w:p w14:paraId="1B5F12EF" w14:textId="77777777" w:rsidR="003D6EE6" w:rsidRDefault="003D6EE6" w:rsidP="00451B23">
            <w:pPr>
              <w:pStyle w:val="Heading51"/>
            </w:pPr>
          </w:p>
        </w:tc>
        <w:tc>
          <w:tcPr>
            <w:tcW w:w="8363" w:type="dxa"/>
          </w:tcPr>
          <w:p w14:paraId="29661B1D" w14:textId="0D7D3C8B" w:rsidR="003D6EE6"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Šalis</w:t>
            </w:r>
            <w:r w:rsidRPr="003D6EE6">
              <w:rPr>
                <w:rFonts w:ascii="Cambria" w:eastAsia="Arial" w:hAnsi="Cambria"/>
                <w:sz w:val="24"/>
                <w:szCs w:val="24"/>
              </w:rPr>
              <w:t xml:space="preserve"> – Pirkėjas arba Tiekėjas, kiekvienas atskirai, priklausomai nuo konteksto;</w:t>
            </w:r>
          </w:p>
        </w:tc>
      </w:tr>
      <w:tr w:rsidR="003D6EE6" w14:paraId="234C17EC" w14:textId="77777777" w:rsidTr="00BA6721">
        <w:tc>
          <w:tcPr>
            <w:tcW w:w="1276" w:type="dxa"/>
          </w:tcPr>
          <w:p w14:paraId="11F6D2AA" w14:textId="77777777" w:rsidR="003D6EE6" w:rsidRDefault="003D6EE6" w:rsidP="00451B23">
            <w:pPr>
              <w:pStyle w:val="Heading51"/>
            </w:pPr>
          </w:p>
        </w:tc>
        <w:tc>
          <w:tcPr>
            <w:tcW w:w="8363" w:type="dxa"/>
          </w:tcPr>
          <w:p w14:paraId="44FC6F71" w14:textId="434DAFF7" w:rsidR="003D6EE6"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Šalys</w:t>
            </w:r>
            <w:r w:rsidRPr="003D6EE6">
              <w:rPr>
                <w:rFonts w:ascii="Cambria" w:eastAsia="Arial" w:hAnsi="Cambria"/>
                <w:sz w:val="24"/>
                <w:szCs w:val="24"/>
              </w:rPr>
              <w:t xml:space="preserve"> – Pirkėjas ir Tiekėjas kartu;</w:t>
            </w:r>
          </w:p>
        </w:tc>
      </w:tr>
      <w:tr w:rsidR="003D6EE6" w14:paraId="4B195D31" w14:textId="77777777" w:rsidTr="00BA6721">
        <w:tc>
          <w:tcPr>
            <w:tcW w:w="1276" w:type="dxa"/>
          </w:tcPr>
          <w:p w14:paraId="7A934C4E" w14:textId="77777777" w:rsidR="003D6EE6" w:rsidRDefault="003D6EE6" w:rsidP="00451B23">
            <w:pPr>
              <w:pStyle w:val="Heading51"/>
            </w:pPr>
          </w:p>
        </w:tc>
        <w:tc>
          <w:tcPr>
            <w:tcW w:w="8363" w:type="dxa"/>
          </w:tcPr>
          <w:p w14:paraId="7FE33947" w14:textId="0ADCCA32" w:rsidR="003D6EE6"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Tiekėjas</w:t>
            </w:r>
            <w:r w:rsidRPr="003D6EE6">
              <w:rPr>
                <w:rFonts w:ascii="Cambria" w:eastAsia="Arial" w:hAnsi="Cambria"/>
                <w:sz w:val="24"/>
                <w:szCs w:val="24"/>
              </w:rPr>
              <w:t xml:space="preserve"> – asmuo, kuris Specialiosiose sąlygose yra įvardytas kaip Tiekėjas, tiekiantis Specialiosiose sąlygose nurodytas Prekes;</w:t>
            </w:r>
          </w:p>
        </w:tc>
      </w:tr>
      <w:tr w:rsidR="003D6EE6" w14:paraId="1A801736" w14:textId="77777777" w:rsidTr="00BA6721">
        <w:tc>
          <w:tcPr>
            <w:tcW w:w="1276" w:type="dxa"/>
          </w:tcPr>
          <w:p w14:paraId="105825D4" w14:textId="77777777" w:rsidR="003D6EE6" w:rsidRDefault="003D6EE6" w:rsidP="00451B23">
            <w:pPr>
              <w:pStyle w:val="Heading51"/>
            </w:pPr>
          </w:p>
        </w:tc>
        <w:tc>
          <w:tcPr>
            <w:tcW w:w="8363" w:type="dxa"/>
          </w:tcPr>
          <w:p w14:paraId="20AFFCC0" w14:textId="20394324" w:rsidR="003D6EE6"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b/>
                <w:bCs/>
                <w:sz w:val="24"/>
                <w:szCs w:val="24"/>
              </w:rPr>
              <w:t>VPĮ</w:t>
            </w:r>
            <w:r w:rsidRPr="003D6EE6">
              <w:rPr>
                <w:rFonts w:ascii="Cambria" w:eastAsia="Arial" w:hAnsi="Cambria"/>
                <w:sz w:val="24"/>
                <w:szCs w:val="24"/>
              </w:rPr>
              <w:t xml:space="preserve"> – Lietuvos Respublikos viešųjų pirkimų įstatymas.</w:t>
            </w:r>
          </w:p>
        </w:tc>
      </w:tr>
      <w:tr w:rsidR="003D6EE6" w14:paraId="11021D53" w14:textId="77777777" w:rsidTr="00BA6721">
        <w:tc>
          <w:tcPr>
            <w:tcW w:w="1276" w:type="dxa"/>
          </w:tcPr>
          <w:p w14:paraId="7D1BD665" w14:textId="77777777" w:rsidR="003D6EE6" w:rsidRDefault="003D6EE6" w:rsidP="00451B23">
            <w:pPr>
              <w:pStyle w:val="Heading51"/>
            </w:pPr>
          </w:p>
        </w:tc>
        <w:tc>
          <w:tcPr>
            <w:tcW w:w="8363" w:type="dxa"/>
          </w:tcPr>
          <w:p w14:paraId="2FFCD19C" w14:textId="601EF62E" w:rsidR="003D6EE6" w:rsidRPr="000D3D5F" w:rsidRDefault="003D6EE6" w:rsidP="000D3D5F">
            <w:pPr>
              <w:spacing w:after="60" w:line="259" w:lineRule="auto"/>
              <w:jc w:val="both"/>
              <w:rPr>
                <w:rFonts w:ascii="Cambria" w:eastAsia="Arial" w:hAnsi="Cambria"/>
                <w:sz w:val="24"/>
                <w:szCs w:val="24"/>
              </w:rPr>
            </w:pPr>
            <w:r w:rsidRPr="003D6EE6">
              <w:rPr>
                <w:rFonts w:ascii="Cambria" w:eastAsia="Arial" w:hAnsi="Cambria"/>
                <w:sz w:val="24"/>
                <w:szCs w:val="24"/>
              </w:rPr>
              <w:t>Kitų Sutartyje didžiąja raide rašomų sąvokų reikšmės yra nurodytos Sutarties tekste.</w:t>
            </w:r>
          </w:p>
        </w:tc>
      </w:tr>
      <w:tr w:rsidR="003D6EE6" w14:paraId="59153201" w14:textId="77777777" w:rsidTr="00BA6721">
        <w:tc>
          <w:tcPr>
            <w:tcW w:w="1276" w:type="dxa"/>
          </w:tcPr>
          <w:p w14:paraId="4E84BD95" w14:textId="77777777" w:rsidR="003D6EE6" w:rsidRDefault="003D6EE6" w:rsidP="00451B23">
            <w:pPr>
              <w:pStyle w:val="Heading51"/>
            </w:pPr>
          </w:p>
        </w:tc>
        <w:tc>
          <w:tcPr>
            <w:tcW w:w="8363" w:type="dxa"/>
          </w:tcPr>
          <w:p w14:paraId="5569DB76" w14:textId="41915150" w:rsidR="003D6EE6"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Sutartyje neapibrėžtos sąvokos suprantamos ir aiškinamos taip, kaip jas apibrėžia VPĮ ir kiti įstatymai bei teisės aktai, galiojantys Sutarties sudarymo ir vykdymo metu.</w:t>
            </w:r>
          </w:p>
        </w:tc>
      </w:tr>
      <w:tr w:rsidR="00451B23" w14:paraId="7328748A" w14:textId="77777777" w:rsidTr="00BA6721">
        <w:tc>
          <w:tcPr>
            <w:tcW w:w="1276" w:type="dxa"/>
          </w:tcPr>
          <w:p w14:paraId="626D1BA1" w14:textId="77777777" w:rsidR="00451B23" w:rsidRDefault="00451B23" w:rsidP="00451B23">
            <w:pPr>
              <w:pStyle w:val="Heading51"/>
            </w:pPr>
          </w:p>
        </w:tc>
        <w:tc>
          <w:tcPr>
            <w:tcW w:w="8363" w:type="dxa"/>
          </w:tcPr>
          <w:p w14:paraId="0EC9EA26" w14:textId="4FA7E6FD"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Kitos Sutartyje vartojamos sąvokos ir terminai turi bendrinę reikšmę arba artimiausią Sutarties pobūdžiui specialiąją reikšmę, jei Sutartyje nėra nustatyta ir paaiškinta kitokia jų reikšmė.</w:t>
            </w:r>
          </w:p>
        </w:tc>
      </w:tr>
      <w:tr w:rsidR="00451B23" w14:paraId="20D36F59" w14:textId="77777777" w:rsidTr="00BA6721">
        <w:tc>
          <w:tcPr>
            <w:tcW w:w="9639" w:type="dxa"/>
            <w:gridSpan w:val="2"/>
          </w:tcPr>
          <w:p w14:paraId="365CCA8E" w14:textId="4E27907A" w:rsidR="00451B23" w:rsidRPr="000D3D5F" w:rsidRDefault="00451B23" w:rsidP="009A4E3D">
            <w:pPr>
              <w:pStyle w:val="Heading31"/>
              <w:rPr>
                <w:rFonts w:eastAsia="Arial"/>
              </w:rPr>
            </w:pPr>
            <w:r w:rsidRPr="00451B23">
              <w:rPr>
                <w:rFonts w:eastAsia="Arial"/>
              </w:rPr>
              <w:t>Sutarties aiškinimas</w:t>
            </w:r>
          </w:p>
        </w:tc>
      </w:tr>
      <w:tr w:rsidR="00451B23" w14:paraId="5DB4A27C" w14:textId="77777777" w:rsidTr="00BA6721">
        <w:tc>
          <w:tcPr>
            <w:tcW w:w="1276" w:type="dxa"/>
          </w:tcPr>
          <w:p w14:paraId="131126B5" w14:textId="77777777" w:rsidR="00451B23" w:rsidRDefault="00451B23" w:rsidP="003E710A">
            <w:pPr>
              <w:pStyle w:val="Heading41"/>
            </w:pPr>
          </w:p>
        </w:tc>
        <w:tc>
          <w:tcPr>
            <w:tcW w:w="8363" w:type="dxa"/>
          </w:tcPr>
          <w:p w14:paraId="1406A355" w14:textId="250F1D83"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Sutartis yra sudaryta ir turi būti aiškinama pagal Lietuvos Respublikos teisės aktus.</w:t>
            </w:r>
          </w:p>
        </w:tc>
      </w:tr>
      <w:tr w:rsidR="00451B23" w14:paraId="41679B34" w14:textId="77777777" w:rsidTr="00BA6721">
        <w:tc>
          <w:tcPr>
            <w:tcW w:w="1276" w:type="dxa"/>
          </w:tcPr>
          <w:p w14:paraId="2B143B33" w14:textId="77777777" w:rsidR="00451B23" w:rsidRDefault="00451B23" w:rsidP="003E710A">
            <w:pPr>
              <w:pStyle w:val="Heading41"/>
            </w:pPr>
          </w:p>
        </w:tc>
        <w:tc>
          <w:tcPr>
            <w:tcW w:w="8363" w:type="dxa"/>
          </w:tcPr>
          <w:p w14:paraId="422FDE15" w14:textId="172A208E"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Jei Bendrosios sąlygos ir (ar) Specialiosios sąlygos prieštarauja VPĮ ir kitų teisės aktų reikalavimams, taikomos VPĮ ir kitų teisės aktų nuostatos.</w:t>
            </w:r>
          </w:p>
        </w:tc>
      </w:tr>
      <w:tr w:rsidR="00451B23" w14:paraId="38AD56CA" w14:textId="77777777" w:rsidTr="00BA6721">
        <w:tc>
          <w:tcPr>
            <w:tcW w:w="1276" w:type="dxa"/>
          </w:tcPr>
          <w:p w14:paraId="548A4B2A" w14:textId="77777777" w:rsidR="00451B23" w:rsidRDefault="00451B23" w:rsidP="003E710A">
            <w:pPr>
              <w:pStyle w:val="Heading41"/>
            </w:pPr>
          </w:p>
        </w:tc>
        <w:tc>
          <w:tcPr>
            <w:tcW w:w="8363" w:type="dxa"/>
          </w:tcPr>
          <w:p w14:paraId="58726C30" w14:textId="24B76D50"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Diena Sutartyje reiškia kalendorinę dieną.</w:t>
            </w:r>
          </w:p>
        </w:tc>
      </w:tr>
      <w:tr w:rsidR="00451B23" w14:paraId="1A140F3E" w14:textId="77777777" w:rsidTr="00BA6721">
        <w:tc>
          <w:tcPr>
            <w:tcW w:w="1276" w:type="dxa"/>
          </w:tcPr>
          <w:p w14:paraId="0F78F1F6" w14:textId="77777777" w:rsidR="00451B23" w:rsidRDefault="00451B23" w:rsidP="003E710A">
            <w:pPr>
              <w:pStyle w:val="Heading41"/>
            </w:pPr>
          </w:p>
        </w:tc>
        <w:tc>
          <w:tcPr>
            <w:tcW w:w="8363" w:type="dxa"/>
          </w:tcPr>
          <w:p w14:paraId="2DE7361F" w14:textId="0529B953"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Darbo diena Sutartyje reiškia bet kurią dieną, išskyrus šeštadienį, sekmadienį ir švenčių dienas Lietuvoje, nurodytas Lietuvos Respublikos darbo kodekse.</w:t>
            </w:r>
          </w:p>
        </w:tc>
      </w:tr>
      <w:tr w:rsidR="00451B23" w14:paraId="571FA462" w14:textId="77777777" w:rsidTr="00BA6721">
        <w:tc>
          <w:tcPr>
            <w:tcW w:w="1276" w:type="dxa"/>
          </w:tcPr>
          <w:p w14:paraId="61962798" w14:textId="77777777" w:rsidR="00451B23" w:rsidRDefault="00451B23" w:rsidP="003E710A">
            <w:pPr>
              <w:pStyle w:val="Heading41"/>
            </w:pPr>
          </w:p>
        </w:tc>
        <w:tc>
          <w:tcPr>
            <w:tcW w:w="8363" w:type="dxa"/>
          </w:tcPr>
          <w:p w14:paraId="5879E3A9" w14:textId="102AC395"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Terminai pagal Sutartį yra skaičiuojami metais, mėnesiais, savaitėmis, darbo dienomis, kalendorinėmis dienomis ir valandomis.</w:t>
            </w:r>
          </w:p>
        </w:tc>
      </w:tr>
      <w:tr w:rsidR="00451B23" w14:paraId="1E1E0068" w14:textId="77777777" w:rsidTr="00BA6721">
        <w:tc>
          <w:tcPr>
            <w:tcW w:w="1276" w:type="dxa"/>
          </w:tcPr>
          <w:p w14:paraId="7626F140" w14:textId="77777777" w:rsidR="00451B23" w:rsidRDefault="00451B23" w:rsidP="003E710A">
            <w:pPr>
              <w:pStyle w:val="Heading41"/>
            </w:pPr>
          </w:p>
        </w:tc>
        <w:tc>
          <w:tcPr>
            <w:tcW w:w="8363" w:type="dxa"/>
          </w:tcPr>
          <w:p w14:paraId="4F02164A" w14:textId="76011F32"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Kvalifikacija, rėmimasis kitų ūkio subjektų pajėgumais, Prekių apimtis, peržiūra suprantami taip, kaip nustatyta VPĮ bei jį įgyvendinančiuose teisės aktuose.</w:t>
            </w:r>
          </w:p>
        </w:tc>
      </w:tr>
      <w:tr w:rsidR="00451B23" w14:paraId="3EE1BE82" w14:textId="77777777" w:rsidTr="00BA6721">
        <w:tc>
          <w:tcPr>
            <w:tcW w:w="1276" w:type="dxa"/>
          </w:tcPr>
          <w:p w14:paraId="51D4800C" w14:textId="77777777" w:rsidR="00451B23" w:rsidRDefault="00451B23" w:rsidP="003E710A">
            <w:pPr>
              <w:pStyle w:val="Heading41"/>
            </w:pPr>
          </w:p>
        </w:tc>
        <w:tc>
          <w:tcPr>
            <w:tcW w:w="8363" w:type="dxa"/>
          </w:tcPr>
          <w:p w14:paraId="6041297E" w14:textId="50EC25BC" w:rsidR="00451B23" w:rsidRPr="000D3D5F" w:rsidRDefault="00451B23" w:rsidP="000D3D5F">
            <w:pPr>
              <w:spacing w:after="60" w:line="259" w:lineRule="auto"/>
              <w:jc w:val="both"/>
              <w:rPr>
                <w:rFonts w:ascii="Cambria" w:eastAsia="Arial" w:hAnsi="Cambria"/>
                <w:sz w:val="24"/>
                <w:szCs w:val="24"/>
              </w:rPr>
            </w:pPr>
            <w:r w:rsidRPr="00451B23">
              <w:rPr>
                <w:rFonts w:ascii="Cambria" w:eastAsia="Arial" w:hAnsi="Cambria"/>
                <w:sz w:val="24"/>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tc>
      </w:tr>
      <w:tr w:rsidR="00451B23" w14:paraId="25493A06" w14:textId="77777777" w:rsidTr="00BA6721">
        <w:tc>
          <w:tcPr>
            <w:tcW w:w="1276" w:type="dxa"/>
          </w:tcPr>
          <w:p w14:paraId="37680792" w14:textId="77777777" w:rsidR="00451B23" w:rsidRDefault="00451B23" w:rsidP="003E710A">
            <w:pPr>
              <w:pStyle w:val="Heading41"/>
            </w:pPr>
          </w:p>
        </w:tc>
        <w:tc>
          <w:tcPr>
            <w:tcW w:w="8363" w:type="dxa"/>
          </w:tcPr>
          <w:p w14:paraId="2CF7461B" w14:textId="3F10FF25" w:rsidR="00451B23" w:rsidRPr="000D3D5F" w:rsidRDefault="00914045" w:rsidP="000D3D5F">
            <w:pPr>
              <w:spacing w:after="60" w:line="259" w:lineRule="auto"/>
              <w:jc w:val="both"/>
              <w:rPr>
                <w:rFonts w:ascii="Cambria" w:eastAsia="Arial" w:hAnsi="Cambria"/>
                <w:sz w:val="24"/>
                <w:szCs w:val="24"/>
              </w:rPr>
            </w:pPr>
            <w:r w:rsidRPr="00914045">
              <w:rPr>
                <w:rFonts w:ascii="Cambria" w:eastAsia="Arial" w:hAnsi="Cambria"/>
                <w:sz w:val="24"/>
                <w:szCs w:val="24"/>
              </w:rPr>
              <w:t>Informuoti, pranešti, įspėti arba atsakyti reiškia pateikti informaciją, pranešimą, įspėjimą arba atsakymą Bendrosiose ir (ar) Specialiosiose sąlygose nustatyta tvarka.</w:t>
            </w:r>
          </w:p>
        </w:tc>
      </w:tr>
      <w:tr w:rsidR="00451B23" w14:paraId="03E2EBB0" w14:textId="77777777" w:rsidTr="00BA6721">
        <w:tc>
          <w:tcPr>
            <w:tcW w:w="1276" w:type="dxa"/>
          </w:tcPr>
          <w:p w14:paraId="2BD4687F" w14:textId="77777777" w:rsidR="00451B23" w:rsidRDefault="00451B23" w:rsidP="003E710A">
            <w:pPr>
              <w:pStyle w:val="Heading41"/>
            </w:pPr>
          </w:p>
        </w:tc>
        <w:tc>
          <w:tcPr>
            <w:tcW w:w="8363" w:type="dxa"/>
          </w:tcPr>
          <w:p w14:paraId="0EB9AB07" w14:textId="1E13953A" w:rsidR="00451B23" w:rsidRPr="000D3D5F" w:rsidRDefault="00914045" w:rsidP="000D3D5F">
            <w:pPr>
              <w:spacing w:after="60" w:line="259" w:lineRule="auto"/>
              <w:jc w:val="both"/>
              <w:rPr>
                <w:rFonts w:ascii="Cambria" w:eastAsia="Arial" w:hAnsi="Cambria"/>
                <w:sz w:val="24"/>
                <w:szCs w:val="24"/>
              </w:rPr>
            </w:pPr>
            <w:r w:rsidRPr="00914045">
              <w:rPr>
                <w:rFonts w:ascii="Cambria" w:eastAsia="Arial" w:hAnsi="Cambria"/>
                <w:sz w:val="24"/>
                <w:szCs w:val="24"/>
              </w:rPr>
              <w:t>Patvirtinti reiškia pateikti patvirtinimą raštu arba pasirašyti dokumentą be išlygų ar su išlygomis, išskyrus atvejus, kai asmuo, pasirašydamas dokumentą, nurodo, jog atsisako jį patvirtinti.</w:t>
            </w:r>
          </w:p>
        </w:tc>
      </w:tr>
      <w:tr w:rsidR="00451B23" w14:paraId="381443D3" w14:textId="77777777" w:rsidTr="00BA6721">
        <w:tc>
          <w:tcPr>
            <w:tcW w:w="1276" w:type="dxa"/>
          </w:tcPr>
          <w:p w14:paraId="625770F7" w14:textId="77777777" w:rsidR="00451B23" w:rsidRDefault="00451B23" w:rsidP="003E710A">
            <w:pPr>
              <w:pStyle w:val="Heading41"/>
            </w:pPr>
          </w:p>
        </w:tc>
        <w:tc>
          <w:tcPr>
            <w:tcW w:w="8363" w:type="dxa"/>
          </w:tcPr>
          <w:p w14:paraId="4F959224" w14:textId="132E591C" w:rsidR="00451B23" w:rsidRPr="000D3D5F" w:rsidRDefault="00914045" w:rsidP="000D3D5F">
            <w:pPr>
              <w:spacing w:after="60" w:line="259" w:lineRule="auto"/>
              <w:jc w:val="both"/>
              <w:rPr>
                <w:rFonts w:ascii="Cambria" w:eastAsia="Arial" w:hAnsi="Cambria"/>
                <w:sz w:val="24"/>
                <w:szCs w:val="24"/>
              </w:rPr>
            </w:pPr>
            <w:r w:rsidRPr="00914045">
              <w:rPr>
                <w:rFonts w:ascii="Cambria" w:eastAsia="Arial" w:hAnsi="Cambria"/>
                <w:sz w:val="24"/>
                <w:szCs w:val="24"/>
              </w:rPr>
              <w:t>Jeigu Sutartyje nenurodyta kitaip, žodžiai, vartojami vienaskaitos forma taip pat reiškia ir daugiskaitą ir atvirkščiai, vienos giminės žodžiai apima ir kitos giminės atitinkamus žodžius, žodis asmuo reiškia tiek fizinius, tiek ir juridinius asmenis.</w:t>
            </w:r>
          </w:p>
        </w:tc>
      </w:tr>
      <w:tr w:rsidR="00914045" w14:paraId="12348D48" w14:textId="77777777" w:rsidTr="00BA6721">
        <w:tc>
          <w:tcPr>
            <w:tcW w:w="1276" w:type="dxa"/>
          </w:tcPr>
          <w:p w14:paraId="524278B4" w14:textId="77777777" w:rsidR="00914045" w:rsidRDefault="00914045" w:rsidP="003E710A">
            <w:pPr>
              <w:pStyle w:val="Heading41"/>
            </w:pPr>
          </w:p>
        </w:tc>
        <w:tc>
          <w:tcPr>
            <w:tcW w:w="8363" w:type="dxa"/>
          </w:tcPr>
          <w:p w14:paraId="5B1D683B" w14:textId="17A38492" w:rsidR="00914045" w:rsidRPr="000D3D5F" w:rsidRDefault="00914045" w:rsidP="000D3D5F">
            <w:pPr>
              <w:spacing w:after="60" w:line="259" w:lineRule="auto"/>
              <w:jc w:val="both"/>
              <w:rPr>
                <w:rFonts w:ascii="Cambria" w:eastAsia="Arial" w:hAnsi="Cambria"/>
                <w:sz w:val="24"/>
                <w:szCs w:val="24"/>
              </w:rPr>
            </w:pPr>
            <w:r w:rsidRPr="00914045">
              <w:rPr>
                <w:rFonts w:ascii="Cambria" w:eastAsia="Arial" w:hAnsi="Cambria"/>
                <w:sz w:val="24"/>
                <w:szCs w:val="24"/>
              </w:rPr>
              <w:t>Jeigu Sutartyje nurodyta reikšmė skaičiais ir žodžiais skiriasi, vadovaujamasi žodžiais nurodyta reikšme.</w:t>
            </w:r>
          </w:p>
        </w:tc>
      </w:tr>
      <w:tr w:rsidR="00914045" w14:paraId="773B6AD3" w14:textId="77777777" w:rsidTr="00BA6721">
        <w:tc>
          <w:tcPr>
            <w:tcW w:w="1276" w:type="dxa"/>
          </w:tcPr>
          <w:p w14:paraId="5D3BF01B" w14:textId="77777777" w:rsidR="00914045" w:rsidRDefault="00914045" w:rsidP="003E710A">
            <w:pPr>
              <w:pStyle w:val="Heading41"/>
            </w:pPr>
          </w:p>
        </w:tc>
        <w:tc>
          <w:tcPr>
            <w:tcW w:w="8363" w:type="dxa"/>
          </w:tcPr>
          <w:p w14:paraId="5F771A5E" w14:textId="67FAF586" w:rsidR="00914045" w:rsidRPr="000D3D5F" w:rsidRDefault="00914045" w:rsidP="000D3D5F">
            <w:pPr>
              <w:spacing w:after="60" w:line="259" w:lineRule="auto"/>
              <w:jc w:val="both"/>
              <w:rPr>
                <w:rFonts w:ascii="Cambria" w:eastAsia="Arial" w:hAnsi="Cambria"/>
                <w:sz w:val="24"/>
                <w:szCs w:val="24"/>
              </w:rPr>
            </w:pPr>
            <w:r w:rsidRPr="00914045">
              <w:rPr>
                <w:rFonts w:ascii="Cambria" w:eastAsia="Arial" w:hAnsi="Cambria"/>
                <w:sz w:val="24"/>
                <w:szCs w:val="24"/>
              </w:rPr>
              <w:t>Jei pateikiamos nuorodos į teisės aktus, turi būti taikomos aktualios teisės aktų redakcijos, jeigu nenurodyta kitaip.</w:t>
            </w:r>
          </w:p>
        </w:tc>
      </w:tr>
      <w:tr w:rsidR="00403063" w14:paraId="11644F31" w14:textId="77777777" w:rsidTr="00BA6721">
        <w:tc>
          <w:tcPr>
            <w:tcW w:w="9639" w:type="dxa"/>
            <w:gridSpan w:val="2"/>
          </w:tcPr>
          <w:p w14:paraId="607F5ECA" w14:textId="503DC891" w:rsidR="00403063" w:rsidRPr="000D3D5F" w:rsidRDefault="00403063" w:rsidP="009A4E3D">
            <w:pPr>
              <w:pStyle w:val="Heading31"/>
              <w:rPr>
                <w:rFonts w:eastAsia="Arial"/>
              </w:rPr>
            </w:pPr>
            <w:r w:rsidRPr="00403063">
              <w:rPr>
                <w:rFonts w:eastAsia="Arial"/>
              </w:rPr>
              <w:t>Dokumentų viršenybė</w:t>
            </w:r>
          </w:p>
        </w:tc>
      </w:tr>
      <w:tr w:rsidR="00914045" w14:paraId="3CE4A955" w14:textId="77777777" w:rsidTr="00BA6721">
        <w:tc>
          <w:tcPr>
            <w:tcW w:w="1276" w:type="dxa"/>
          </w:tcPr>
          <w:p w14:paraId="73D7C8AE" w14:textId="77777777" w:rsidR="00914045" w:rsidRDefault="00914045" w:rsidP="003E710A">
            <w:pPr>
              <w:pStyle w:val="Heading41"/>
            </w:pPr>
          </w:p>
        </w:tc>
        <w:tc>
          <w:tcPr>
            <w:tcW w:w="8363" w:type="dxa"/>
          </w:tcPr>
          <w:p w14:paraId="383AA54F" w14:textId="0CEB2A54" w:rsidR="00914045"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Sutartį sudarantys dokumentai turi būti suprantami kaip papildantys vienas kitą. Bet kokio Sutarties dokumentų sąlygų neatitikimo ar neaiškumo atveju, toks neatitikimas ar neaiškumas pašalinamas dokumentus aiškinant tokia eilės tvarka:</w:t>
            </w:r>
          </w:p>
        </w:tc>
      </w:tr>
      <w:tr w:rsidR="00403063" w14:paraId="7293189F" w14:textId="77777777" w:rsidTr="00BA6721">
        <w:tc>
          <w:tcPr>
            <w:tcW w:w="1276" w:type="dxa"/>
          </w:tcPr>
          <w:p w14:paraId="231E597A" w14:textId="77777777" w:rsidR="00403063" w:rsidRDefault="00403063" w:rsidP="009F3F6A">
            <w:pPr>
              <w:pStyle w:val="Heading51"/>
            </w:pPr>
          </w:p>
        </w:tc>
        <w:tc>
          <w:tcPr>
            <w:tcW w:w="8363" w:type="dxa"/>
          </w:tcPr>
          <w:p w14:paraId="5E5B6088" w14:textId="2C6C9F49" w:rsidR="00403063"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Techninė specifikacija;</w:t>
            </w:r>
          </w:p>
        </w:tc>
      </w:tr>
      <w:tr w:rsidR="00403063" w14:paraId="18B19CE2" w14:textId="77777777" w:rsidTr="00BA6721">
        <w:tc>
          <w:tcPr>
            <w:tcW w:w="1276" w:type="dxa"/>
          </w:tcPr>
          <w:p w14:paraId="75D6E49A" w14:textId="77777777" w:rsidR="00403063" w:rsidRDefault="00403063" w:rsidP="009F3F6A">
            <w:pPr>
              <w:pStyle w:val="Heading51"/>
            </w:pPr>
          </w:p>
        </w:tc>
        <w:tc>
          <w:tcPr>
            <w:tcW w:w="8363" w:type="dxa"/>
          </w:tcPr>
          <w:p w14:paraId="500CDE1B" w14:textId="460B7ECF" w:rsidR="00403063"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Specialiosios sąlygos;</w:t>
            </w:r>
          </w:p>
        </w:tc>
      </w:tr>
      <w:tr w:rsidR="00403063" w14:paraId="2742AC0F" w14:textId="77777777" w:rsidTr="00BA6721">
        <w:tc>
          <w:tcPr>
            <w:tcW w:w="1276" w:type="dxa"/>
          </w:tcPr>
          <w:p w14:paraId="5F20B48D" w14:textId="77777777" w:rsidR="00403063" w:rsidRDefault="00403063" w:rsidP="009F3F6A">
            <w:pPr>
              <w:pStyle w:val="Heading51"/>
            </w:pPr>
          </w:p>
        </w:tc>
        <w:tc>
          <w:tcPr>
            <w:tcW w:w="8363" w:type="dxa"/>
          </w:tcPr>
          <w:p w14:paraId="04BB79F7" w14:textId="1D62DEB1" w:rsidR="00403063"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Bendrosios sąlygos;</w:t>
            </w:r>
          </w:p>
        </w:tc>
      </w:tr>
      <w:tr w:rsidR="00403063" w14:paraId="1CC5C843" w14:textId="77777777" w:rsidTr="00BA6721">
        <w:tc>
          <w:tcPr>
            <w:tcW w:w="1276" w:type="dxa"/>
          </w:tcPr>
          <w:p w14:paraId="161A603C" w14:textId="77777777" w:rsidR="00403063" w:rsidRDefault="00403063" w:rsidP="009F3F6A">
            <w:pPr>
              <w:pStyle w:val="Heading51"/>
            </w:pPr>
          </w:p>
        </w:tc>
        <w:tc>
          <w:tcPr>
            <w:tcW w:w="8363" w:type="dxa"/>
          </w:tcPr>
          <w:p w14:paraId="0CEA8A3C" w14:textId="076DC455" w:rsidR="00403063"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Pirkimo dokumentai (išskyrus techninę specifikaciją);</w:t>
            </w:r>
          </w:p>
        </w:tc>
      </w:tr>
      <w:tr w:rsidR="00403063" w14:paraId="14838991" w14:textId="77777777" w:rsidTr="00BA6721">
        <w:tc>
          <w:tcPr>
            <w:tcW w:w="1276" w:type="dxa"/>
          </w:tcPr>
          <w:p w14:paraId="78F8FE28" w14:textId="77777777" w:rsidR="00403063" w:rsidRDefault="00403063" w:rsidP="009F3F6A">
            <w:pPr>
              <w:pStyle w:val="Heading51"/>
            </w:pPr>
          </w:p>
        </w:tc>
        <w:tc>
          <w:tcPr>
            <w:tcW w:w="8363" w:type="dxa"/>
          </w:tcPr>
          <w:p w14:paraId="033B499C" w14:textId="4F13BD15" w:rsidR="00403063"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Pasiūlymas;</w:t>
            </w:r>
          </w:p>
        </w:tc>
      </w:tr>
      <w:tr w:rsidR="00403063" w14:paraId="5EEA825B" w14:textId="77777777" w:rsidTr="00BA6721">
        <w:tc>
          <w:tcPr>
            <w:tcW w:w="1276" w:type="dxa"/>
          </w:tcPr>
          <w:p w14:paraId="64283776" w14:textId="77777777" w:rsidR="00403063" w:rsidRDefault="00403063" w:rsidP="009F3F6A">
            <w:pPr>
              <w:pStyle w:val="Heading51"/>
            </w:pPr>
          </w:p>
        </w:tc>
        <w:tc>
          <w:tcPr>
            <w:tcW w:w="8363" w:type="dxa"/>
          </w:tcPr>
          <w:p w14:paraId="75E4A067" w14:textId="1905E8EF" w:rsidR="00403063"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Kiti Specialiosiose sąlygose išvardinti priedai.</w:t>
            </w:r>
          </w:p>
        </w:tc>
      </w:tr>
      <w:tr w:rsidR="009F3F6A" w14:paraId="41D2D3EB" w14:textId="77777777" w:rsidTr="00BA6721">
        <w:tc>
          <w:tcPr>
            <w:tcW w:w="1276" w:type="dxa"/>
          </w:tcPr>
          <w:p w14:paraId="3312B0E8" w14:textId="77777777" w:rsidR="009F3F6A" w:rsidRDefault="009F3F6A" w:rsidP="003E710A">
            <w:pPr>
              <w:pStyle w:val="Heading41"/>
            </w:pPr>
          </w:p>
        </w:tc>
        <w:tc>
          <w:tcPr>
            <w:tcW w:w="8363" w:type="dxa"/>
          </w:tcPr>
          <w:p w14:paraId="6F198A12" w14:textId="195A112B" w:rsidR="009F3F6A"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Tuo atveju, kai Šalių Susitarimu yra keičiamos Sutarties sąlygos, naujai sutartos Sutarties sąlygos turi viršenybę prieš pakeistąsias.</w:t>
            </w:r>
          </w:p>
        </w:tc>
      </w:tr>
      <w:tr w:rsidR="009F3F6A" w14:paraId="5C8590EE" w14:textId="77777777" w:rsidTr="00BA6721">
        <w:tc>
          <w:tcPr>
            <w:tcW w:w="1276" w:type="dxa"/>
          </w:tcPr>
          <w:p w14:paraId="71D26114" w14:textId="77777777" w:rsidR="009F3F6A" w:rsidRDefault="009F3F6A" w:rsidP="003E710A">
            <w:pPr>
              <w:pStyle w:val="Heading41"/>
            </w:pPr>
          </w:p>
        </w:tc>
        <w:tc>
          <w:tcPr>
            <w:tcW w:w="8363" w:type="dxa"/>
          </w:tcPr>
          <w:p w14:paraId="2EE32EC2" w14:textId="36F2BD6A" w:rsidR="009F3F6A" w:rsidRPr="000D3D5F" w:rsidRDefault="009F3F6A" w:rsidP="000D3D5F">
            <w:pPr>
              <w:spacing w:after="60" w:line="259" w:lineRule="auto"/>
              <w:jc w:val="both"/>
              <w:rPr>
                <w:rFonts w:ascii="Cambria" w:eastAsia="Arial" w:hAnsi="Cambria"/>
                <w:sz w:val="24"/>
                <w:szCs w:val="24"/>
              </w:rPr>
            </w:pPr>
            <w:r w:rsidRPr="009F3F6A">
              <w:rPr>
                <w:rFonts w:ascii="Cambria" w:eastAsia="Arial" w:hAnsi="Cambria"/>
                <w:sz w:val="24"/>
                <w:szCs w:val="24"/>
              </w:rPr>
              <w:t>Jeigu Šalys susitaria dėl Sutarties sąlygų arba priedo papildymo nauja sąlyga, neatitikimo ar neaiškumo atveju tokia sąlyga turi viršenybę atitinkamai kitų Sutarties sąlygų arba kitų to priedo sąlygų atžvilgiu.</w:t>
            </w:r>
          </w:p>
        </w:tc>
      </w:tr>
      <w:tr w:rsidR="009F3F6A" w14:paraId="6FA813B2" w14:textId="77777777" w:rsidTr="00BA6721">
        <w:tc>
          <w:tcPr>
            <w:tcW w:w="1276" w:type="dxa"/>
          </w:tcPr>
          <w:p w14:paraId="23330024" w14:textId="77777777" w:rsidR="009F3F6A" w:rsidRDefault="009F3F6A" w:rsidP="003E710A">
            <w:pPr>
              <w:pStyle w:val="Heading41"/>
            </w:pPr>
          </w:p>
        </w:tc>
        <w:tc>
          <w:tcPr>
            <w:tcW w:w="8363" w:type="dxa"/>
          </w:tcPr>
          <w:p w14:paraId="76993C37" w14:textId="26B4B05A" w:rsidR="009F3F6A" w:rsidRPr="000D3D5F" w:rsidRDefault="009F3F6A" w:rsidP="000D3D5F">
            <w:pPr>
              <w:spacing w:after="60" w:line="259" w:lineRule="auto"/>
              <w:jc w:val="both"/>
              <w:rPr>
                <w:rFonts w:ascii="Cambria" w:eastAsia="Arial" w:hAnsi="Cambria"/>
                <w:sz w:val="24"/>
                <w:szCs w:val="24"/>
              </w:rPr>
            </w:pPr>
            <w:r w:rsidRPr="008053B2">
              <w:rPr>
                <w:rFonts w:ascii="Cambria" w:eastAsia="Arial" w:hAnsi="Cambria"/>
                <w:sz w:val="24"/>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008053B2" w:rsidRPr="00203878">
              <w:rPr>
                <w:rFonts w:ascii="Cambria" w:eastAsia="Arial" w:hAnsi="Cambria"/>
                <w:sz w:val="24"/>
                <w:szCs w:val="24"/>
              </w:rPr>
              <w:t>¹</w:t>
            </w:r>
            <w:r w:rsidRPr="008053B2">
              <w:rPr>
                <w:rFonts w:ascii="Cambria" w:eastAsia="Arial" w:hAnsi="Cambria"/>
                <w:sz w:val="24"/>
                <w:szCs w:val="24"/>
              </w:rPr>
              <w:t>).</w:t>
            </w:r>
          </w:p>
        </w:tc>
      </w:tr>
      <w:tr w:rsidR="008053B2" w14:paraId="79A31692" w14:textId="77777777" w:rsidTr="00BA6721">
        <w:tc>
          <w:tcPr>
            <w:tcW w:w="9639" w:type="dxa"/>
            <w:gridSpan w:val="2"/>
          </w:tcPr>
          <w:p w14:paraId="68A76A3A" w14:textId="2696ABC5" w:rsidR="008053B2" w:rsidRPr="000D3D5F" w:rsidRDefault="008053B2" w:rsidP="00315D99">
            <w:pPr>
              <w:pStyle w:val="Antrat21"/>
              <w:rPr>
                <w:rFonts w:eastAsia="Arial"/>
              </w:rPr>
            </w:pPr>
            <w:r w:rsidRPr="008053B2">
              <w:rPr>
                <w:rFonts w:eastAsia="Arial"/>
              </w:rPr>
              <w:t>SUTARTIES DALYKAS</w:t>
            </w:r>
          </w:p>
        </w:tc>
      </w:tr>
      <w:tr w:rsidR="009F3F6A" w14:paraId="26B6B7EE" w14:textId="77777777" w:rsidTr="00BA6721">
        <w:tc>
          <w:tcPr>
            <w:tcW w:w="1276" w:type="dxa"/>
          </w:tcPr>
          <w:p w14:paraId="51F4CE2E" w14:textId="77777777" w:rsidR="009F3F6A" w:rsidRDefault="009F3F6A" w:rsidP="00013917">
            <w:pPr>
              <w:pStyle w:val="Heading32"/>
            </w:pPr>
          </w:p>
        </w:tc>
        <w:tc>
          <w:tcPr>
            <w:tcW w:w="8363" w:type="dxa"/>
          </w:tcPr>
          <w:p w14:paraId="379693F4" w14:textId="2E50118C" w:rsidR="009F3F6A" w:rsidRPr="000D3D5F" w:rsidRDefault="00013917" w:rsidP="000D3D5F">
            <w:pPr>
              <w:spacing w:after="60" w:line="259" w:lineRule="auto"/>
              <w:jc w:val="both"/>
              <w:rPr>
                <w:rFonts w:ascii="Cambria" w:eastAsia="Arial" w:hAnsi="Cambria"/>
                <w:sz w:val="24"/>
                <w:szCs w:val="24"/>
              </w:rPr>
            </w:pPr>
            <w:r w:rsidRPr="00013917">
              <w:rPr>
                <w:rFonts w:ascii="Cambria" w:eastAsia="Arial" w:hAnsi="Cambria"/>
                <w:sz w:val="24"/>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tc>
      </w:tr>
      <w:tr w:rsidR="008053B2" w14:paraId="6CCF1E87" w14:textId="77777777" w:rsidTr="00BA6721">
        <w:tc>
          <w:tcPr>
            <w:tcW w:w="1276" w:type="dxa"/>
          </w:tcPr>
          <w:p w14:paraId="4EF0CE48" w14:textId="77777777" w:rsidR="008053B2" w:rsidRDefault="008053B2" w:rsidP="00013917">
            <w:pPr>
              <w:pStyle w:val="Heading32"/>
            </w:pPr>
          </w:p>
        </w:tc>
        <w:tc>
          <w:tcPr>
            <w:tcW w:w="8363" w:type="dxa"/>
          </w:tcPr>
          <w:p w14:paraId="07268BD5" w14:textId="2AF9AD10" w:rsidR="008053B2" w:rsidRPr="000D3D5F" w:rsidRDefault="00013917" w:rsidP="000D3D5F">
            <w:pPr>
              <w:spacing w:after="60" w:line="259" w:lineRule="auto"/>
              <w:jc w:val="both"/>
              <w:rPr>
                <w:rFonts w:ascii="Cambria" w:eastAsia="Arial" w:hAnsi="Cambria"/>
                <w:sz w:val="24"/>
                <w:szCs w:val="24"/>
              </w:rPr>
            </w:pPr>
            <w:r w:rsidRPr="00013917">
              <w:rPr>
                <w:rFonts w:ascii="Cambria" w:eastAsia="Arial" w:hAnsi="Cambria"/>
                <w:sz w:val="24"/>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w:t>
            </w:r>
            <w:r w:rsidRPr="00013917">
              <w:rPr>
                <w:rFonts w:ascii="Cambria" w:eastAsia="Arial" w:hAnsi="Cambria"/>
                <w:sz w:val="24"/>
                <w:szCs w:val="24"/>
              </w:rPr>
              <w:lastRenderedPageBreak/>
              <w:t>kitų teisių ir garantijų dėl atlyginimo už Prekes gavimo.</w:t>
            </w:r>
          </w:p>
        </w:tc>
      </w:tr>
      <w:tr w:rsidR="008053B2" w14:paraId="27C6171D" w14:textId="77777777" w:rsidTr="00BA6721">
        <w:tc>
          <w:tcPr>
            <w:tcW w:w="1276" w:type="dxa"/>
          </w:tcPr>
          <w:p w14:paraId="42BE9A93" w14:textId="77777777" w:rsidR="008053B2" w:rsidRDefault="008053B2" w:rsidP="00013917">
            <w:pPr>
              <w:pStyle w:val="Heading32"/>
            </w:pPr>
          </w:p>
        </w:tc>
        <w:tc>
          <w:tcPr>
            <w:tcW w:w="8363" w:type="dxa"/>
          </w:tcPr>
          <w:p w14:paraId="253CC7B4" w14:textId="7533AE6E" w:rsidR="008053B2" w:rsidRPr="000D3D5F" w:rsidRDefault="00013917" w:rsidP="000D3D5F">
            <w:pPr>
              <w:spacing w:after="60" w:line="259" w:lineRule="auto"/>
              <w:jc w:val="both"/>
              <w:rPr>
                <w:rFonts w:ascii="Cambria" w:eastAsia="Arial" w:hAnsi="Cambria"/>
                <w:sz w:val="24"/>
                <w:szCs w:val="24"/>
              </w:rPr>
            </w:pPr>
            <w:r w:rsidRPr="00013917">
              <w:rPr>
                <w:rFonts w:ascii="Cambria" w:eastAsia="Arial" w:hAnsi="Cambria"/>
                <w:sz w:val="24"/>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tc>
      </w:tr>
      <w:tr w:rsidR="008D435B" w14:paraId="33AD454C" w14:textId="77777777" w:rsidTr="00BA6721">
        <w:tc>
          <w:tcPr>
            <w:tcW w:w="9639" w:type="dxa"/>
            <w:gridSpan w:val="2"/>
          </w:tcPr>
          <w:p w14:paraId="46728D8D" w14:textId="64470489" w:rsidR="008D435B" w:rsidRPr="000D3D5F" w:rsidRDefault="008D435B" w:rsidP="00315D99">
            <w:pPr>
              <w:pStyle w:val="Antrat21"/>
              <w:rPr>
                <w:rFonts w:eastAsia="Arial"/>
              </w:rPr>
            </w:pPr>
            <w:r w:rsidRPr="008D435B">
              <w:rPr>
                <w:rFonts w:eastAsia="Arial"/>
              </w:rPr>
              <w:t>TIEKĖJAS IR KITI SUTARTIES VYKDYMUI PASITELKIAMI ASMENYS</w:t>
            </w:r>
          </w:p>
        </w:tc>
      </w:tr>
      <w:tr w:rsidR="008D435B" w14:paraId="65B1044C" w14:textId="77777777" w:rsidTr="00BA6721">
        <w:tc>
          <w:tcPr>
            <w:tcW w:w="9639" w:type="dxa"/>
            <w:gridSpan w:val="2"/>
          </w:tcPr>
          <w:p w14:paraId="7F2FBEA0" w14:textId="3F3011C6" w:rsidR="008D435B" w:rsidRPr="000D3D5F" w:rsidRDefault="008D435B" w:rsidP="009A4E3D">
            <w:pPr>
              <w:pStyle w:val="Heading31"/>
              <w:rPr>
                <w:rFonts w:eastAsia="Arial"/>
              </w:rPr>
            </w:pPr>
            <w:r w:rsidRPr="008D435B">
              <w:rPr>
                <w:rFonts w:eastAsia="Arial"/>
              </w:rPr>
              <w:t>Kvalifikacija ir kiti Tiekėjo pasiūlymu prisiimti įsipareigojimai</w:t>
            </w:r>
          </w:p>
        </w:tc>
      </w:tr>
      <w:tr w:rsidR="008053B2" w14:paraId="08BACCD1" w14:textId="77777777" w:rsidTr="00BA6721">
        <w:tc>
          <w:tcPr>
            <w:tcW w:w="1276" w:type="dxa"/>
          </w:tcPr>
          <w:p w14:paraId="7EEC77FC" w14:textId="77777777" w:rsidR="008053B2" w:rsidRDefault="008053B2" w:rsidP="003E710A">
            <w:pPr>
              <w:pStyle w:val="Heading41"/>
            </w:pPr>
          </w:p>
        </w:tc>
        <w:tc>
          <w:tcPr>
            <w:tcW w:w="8363" w:type="dxa"/>
          </w:tcPr>
          <w:p w14:paraId="50C3F5D5" w14:textId="1992F688" w:rsidR="008053B2"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Tiekėjas atsako už tai, kad visą Sutarties vykdymo laikotarpį Tiekėjas būtų kompetentingas, patikimas ir pajėgus (įskaitant ūkio subjektų, kurių pajėgumais remiasi Tiekėjas, pajėgumus) įvykdyti Sutarties reikalavimus:</w:t>
            </w:r>
          </w:p>
        </w:tc>
      </w:tr>
      <w:tr w:rsidR="008053B2" w14:paraId="72C842B2" w14:textId="77777777" w:rsidTr="00BA6721">
        <w:tc>
          <w:tcPr>
            <w:tcW w:w="1276" w:type="dxa"/>
          </w:tcPr>
          <w:p w14:paraId="0F126C8B" w14:textId="77777777" w:rsidR="008053B2" w:rsidRDefault="008053B2" w:rsidP="008D435B">
            <w:pPr>
              <w:pStyle w:val="Heading51"/>
            </w:pPr>
          </w:p>
        </w:tc>
        <w:tc>
          <w:tcPr>
            <w:tcW w:w="8363" w:type="dxa"/>
          </w:tcPr>
          <w:p w14:paraId="50DABE6D" w14:textId="70688384" w:rsidR="008053B2"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turėtų teisę verstis ta veikla, kuri yra reikalinga Sutarčiai įvykdyti;</w:t>
            </w:r>
          </w:p>
        </w:tc>
      </w:tr>
      <w:tr w:rsidR="008053B2" w14:paraId="7C144055" w14:textId="77777777" w:rsidTr="00BA6721">
        <w:tc>
          <w:tcPr>
            <w:tcW w:w="1276" w:type="dxa"/>
          </w:tcPr>
          <w:p w14:paraId="10EC1A8D" w14:textId="77777777" w:rsidR="008053B2" w:rsidRDefault="008053B2" w:rsidP="008D435B">
            <w:pPr>
              <w:pStyle w:val="Heading51"/>
            </w:pPr>
          </w:p>
        </w:tc>
        <w:tc>
          <w:tcPr>
            <w:tcW w:w="8363" w:type="dxa"/>
          </w:tcPr>
          <w:p w14:paraId="4CC35156" w14:textId="01C0F7D2" w:rsidR="008053B2"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atitiktų tiekėjų kvalifikacijai pirkimo dokumentuose nustatytus Sutarties tinkamam vykdymui būtinus reikalavimus bei neturėtų pirkimo dokumentuose nustatytų pašalinimo pagrindų;</w:t>
            </w:r>
          </w:p>
        </w:tc>
      </w:tr>
      <w:tr w:rsidR="008053B2" w14:paraId="7C2445DC" w14:textId="77777777" w:rsidTr="00BA6721">
        <w:tc>
          <w:tcPr>
            <w:tcW w:w="1276" w:type="dxa"/>
          </w:tcPr>
          <w:p w14:paraId="024D621B" w14:textId="77777777" w:rsidR="008053B2" w:rsidRDefault="008053B2" w:rsidP="008D435B">
            <w:pPr>
              <w:pStyle w:val="Heading51"/>
            </w:pPr>
          </w:p>
        </w:tc>
        <w:tc>
          <w:tcPr>
            <w:tcW w:w="8363" w:type="dxa"/>
          </w:tcPr>
          <w:p w14:paraId="6DB96352" w14:textId="48EA4600" w:rsidR="008053B2"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laikytųsi Tiekėjo pasiūlyme nurodytų įsipareigojimų, įskaitant, bet neapsiribojant – atitiktų pirkimo dokumentuose nustatytus kokybinių kriterijų reikšmes ir parametrus;</w:t>
            </w:r>
          </w:p>
        </w:tc>
      </w:tr>
      <w:tr w:rsidR="008053B2" w14:paraId="741112EC" w14:textId="77777777" w:rsidTr="00BA6721">
        <w:tc>
          <w:tcPr>
            <w:tcW w:w="1276" w:type="dxa"/>
          </w:tcPr>
          <w:p w14:paraId="121D93F0" w14:textId="77777777" w:rsidR="008053B2" w:rsidRDefault="008053B2" w:rsidP="008D435B">
            <w:pPr>
              <w:pStyle w:val="Heading51"/>
            </w:pPr>
          </w:p>
        </w:tc>
        <w:tc>
          <w:tcPr>
            <w:tcW w:w="8363" w:type="dxa"/>
          </w:tcPr>
          <w:p w14:paraId="13C12765" w14:textId="2011964A" w:rsidR="008053B2"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užtikrintų nustatytų kokybės vadybos sistemos ir (arba) aplinkos apsaugos vadybos sistemos standartų taikymą, jeigu to reikalaujama pirkimo dokumentuose, ir turėtų tą patvirtinančius dokumentus;</w:t>
            </w:r>
          </w:p>
        </w:tc>
      </w:tr>
      <w:tr w:rsidR="008D435B" w14:paraId="7845EE24" w14:textId="77777777" w:rsidTr="00BA6721">
        <w:tc>
          <w:tcPr>
            <w:tcW w:w="1276" w:type="dxa"/>
          </w:tcPr>
          <w:p w14:paraId="15E0719A" w14:textId="77777777" w:rsidR="008D435B" w:rsidRDefault="008D435B" w:rsidP="008D435B">
            <w:pPr>
              <w:pStyle w:val="Heading51"/>
            </w:pPr>
          </w:p>
        </w:tc>
        <w:tc>
          <w:tcPr>
            <w:tcW w:w="8363" w:type="dxa"/>
          </w:tcPr>
          <w:p w14:paraId="5E72E19B" w14:textId="6910AA74"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atitiktų nacionalinio saugumo interesus bei kilmės reikalavimus, jei tokie reikalavimai buvo numatyti pirkimo dokumentuose.</w:t>
            </w:r>
          </w:p>
        </w:tc>
      </w:tr>
      <w:tr w:rsidR="008D435B" w14:paraId="3F4DF22E" w14:textId="77777777" w:rsidTr="00BA6721">
        <w:tc>
          <w:tcPr>
            <w:tcW w:w="1276" w:type="dxa"/>
          </w:tcPr>
          <w:p w14:paraId="61A21FAF" w14:textId="77777777" w:rsidR="008D435B" w:rsidRDefault="008D435B" w:rsidP="003E710A">
            <w:pPr>
              <w:pStyle w:val="Heading41"/>
            </w:pPr>
          </w:p>
        </w:tc>
        <w:tc>
          <w:tcPr>
            <w:tcW w:w="8363" w:type="dxa"/>
          </w:tcPr>
          <w:p w14:paraId="23A6566A" w14:textId="7EE91D36"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Tuo atveju, kai Tiekėjas yra jungtinės veiklos partneriai, jie Pirkėjui už Sutarties vykdymą atsako solidariai. Jeigu Tiekėjas remiasi ūkio subjektų pajėgumais, siekdamas atitikti finansinio ir ekonominio pajėgumo reikalavimus, Tiekėjas su tokiais ūkio subjektais už Sutarties vykdymą atsako solidariai (jeigu to buvo reikalaujama pirkimo dokumentuose).</w:t>
            </w:r>
          </w:p>
        </w:tc>
      </w:tr>
      <w:tr w:rsidR="008D435B" w14:paraId="2A599899" w14:textId="77777777" w:rsidTr="00BA6721">
        <w:tc>
          <w:tcPr>
            <w:tcW w:w="1276" w:type="dxa"/>
          </w:tcPr>
          <w:p w14:paraId="1A25813D" w14:textId="77777777" w:rsidR="008D435B" w:rsidRDefault="008D435B" w:rsidP="003E710A">
            <w:pPr>
              <w:pStyle w:val="Heading41"/>
            </w:pPr>
          </w:p>
        </w:tc>
        <w:tc>
          <w:tcPr>
            <w:tcW w:w="8363" w:type="dxa"/>
          </w:tcPr>
          <w:p w14:paraId="2BDBCD24" w14:textId="08886C4E"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tc>
      </w:tr>
      <w:tr w:rsidR="008D435B" w14:paraId="6B3C8EBE" w14:textId="77777777" w:rsidTr="00BA6721">
        <w:tc>
          <w:tcPr>
            <w:tcW w:w="9639" w:type="dxa"/>
            <w:gridSpan w:val="2"/>
          </w:tcPr>
          <w:p w14:paraId="74D35A4F" w14:textId="71AD27EA" w:rsidR="008D435B" w:rsidRPr="000D3D5F" w:rsidRDefault="008D435B" w:rsidP="009A4E3D">
            <w:pPr>
              <w:pStyle w:val="Heading31"/>
              <w:rPr>
                <w:rFonts w:eastAsia="Arial"/>
              </w:rPr>
            </w:pPr>
            <w:r w:rsidRPr="008D435B">
              <w:rPr>
                <w:rFonts w:eastAsia="Arial"/>
              </w:rPr>
              <w:t>Subtiekėjų bei specialistų pasitelkimas ir keitimas</w:t>
            </w:r>
          </w:p>
        </w:tc>
      </w:tr>
      <w:tr w:rsidR="008D435B" w14:paraId="6607E122" w14:textId="77777777" w:rsidTr="00BA6721">
        <w:tc>
          <w:tcPr>
            <w:tcW w:w="1276" w:type="dxa"/>
          </w:tcPr>
          <w:p w14:paraId="533F19B0" w14:textId="77777777" w:rsidR="008D435B" w:rsidRDefault="008D435B" w:rsidP="003E710A">
            <w:pPr>
              <w:pStyle w:val="Heading41"/>
            </w:pPr>
          </w:p>
        </w:tc>
        <w:tc>
          <w:tcPr>
            <w:tcW w:w="8363" w:type="dxa"/>
          </w:tcPr>
          <w:p w14:paraId="36C95D2A" w14:textId="5C4AB44B"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tc>
      </w:tr>
      <w:tr w:rsidR="008D435B" w14:paraId="66708755" w14:textId="77777777" w:rsidTr="00BA6721">
        <w:tc>
          <w:tcPr>
            <w:tcW w:w="1276" w:type="dxa"/>
          </w:tcPr>
          <w:p w14:paraId="36613703" w14:textId="77777777" w:rsidR="008D435B" w:rsidRDefault="008D435B" w:rsidP="003E710A">
            <w:pPr>
              <w:pStyle w:val="Heading41"/>
            </w:pPr>
          </w:p>
        </w:tc>
        <w:tc>
          <w:tcPr>
            <w:tcW w:w="8363" w:type="dxa"/>
          </w:tcPr>
          <w:p w14:paraId="4A883545" w14:textId="0696E7EC"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Sutarties vykdymui pasitelkiami subtiekėjai ir (ar) specialistai (jeigu tokie pasitelkiami) nurodomi Specialiosiose sąlygose.</w:t>
            </w:r>
          </w:p>
        </w:tc>
      </w:tr>
      <w:tr w:rsidR="008D435B" w14:paraId="7D1047C4" w14:textId="77777777" w:rsidTr="00BA6721">
        <w:tc>
          <w:tcPr>
            <w:tcW w:w="1276" w:type="dxa"/>
          </w:tcPr>
          <w:p w14:paraId="20D64F20" w14:textId="77777777" w:rsidR="008D435B" w:rsidRDefault="008D435B" w:rsidP="003E710A">
            <w:pPr>
              <w:pStyle w:val="Heading41"/>
            </w:pPr>
          </w:p>
        </w:tc>
        <w:tc>
          <w:tcPr>
            <w:tcW w:w="8363" w:type="dxa"/>
          </w:tcPr>
          <w:p w14:paraId="58A640C9" w14:textId="5BF6C4E5"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 xml:space="preserve">Tiekėjas turi teisę Sutarties vykdymui pasitelkti naujus, Specialiosiose sąlygose nenurodytus subtiekėjus, kurių pajėgumais nesirėmė pirkimo dokumentuose </w:t>
            </w:r>
            <w:r w:rsidRPr="008D435B">
              <w:rPr>
                <w:rFonts w:ascii="Cambria" w:eastAsia="Arial" w:hAnsi="Cambria"/>
                <w:sz w:val="24"/>
                <w:szCs w:val="24"/>
              </w:rPr>
              <w:lastRenderedPageBreak/>
              <w:t>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bei naujų subtiekėjų pasitelkimą visu Sutarties vykdymo metu.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tc>
      </w:tr>
      <w:tr w:rsidR="008D435B" w14:paraId="49BDC506" w14:textId="77777777" w:rsidTr="00BA6721">
        <w:tc>
          <w:tcPr>
            <w:tcW w:w="1276" w:type="dxa"/>
          </w:tcPr>
          <w:p w14:paraId="31937032" w14:textId="77777777" w:rsidR="008D435B" w:rsidRDefault="008D435B" w:rsidP="003E710A">
            <w:pPr>
              <w:pStyle w:val="Heading41"/>
            </w:pPr>
          </w:p>
        </w:tc>
        <w:tc>
          <w:tcPr>
            <w:tcW w:w="8363" w:type="dxa"/>
          </w:tcPr>
          <w:p w14:paraId="0043F294" w14:textId="5A3B1768"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Tiekėjas gali keisti Sutartyje nurodytus subtiekėjus ir (ar) specialistus šiame Sutarties poskyryje nustatytais atvejais ir tvarka gavęs Pirkėjo rašytinį sutikimą.</w:t>
            </w:r>
          </w:p>
        </w:tc>
      </w:tr>
      <w:tr w:rsidR="008D435B" w14:paraId="658DFAF8" w14:textId="77777777" w:rsidTr="00BA6721">
        <w:tc>
          <w:tcPr>
            <w:tcW w:w="1276" w:type="dxa"/>
          </w:tcPr>
          <w:p w14:paraId="6A2E8A26" w14:textId="77777777" w:rsidR="008D435B" w:rsidRDefault="008D435B" w:rsidP="003E710A">
            <w:pPr>
              <w:pStyle w:val="Heading41"/>
            </w:pPr>
          </w:p>
        </w:tc>
        <w:tc>
          <w:tcPr>
            <w:tcW w:w="8363" w:type="dxa"/>
          </w:tcPr>
          <w:p w14:paraId="1676C5C6" w14:textId="73ECFC13"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tc>
      </w:tr>
      <w:tr w:rsidR="008D435B" w14:paraId="4D559EF7" w14:textId="77777777" w:rsidTr="00BA6721">
        <w:tc>
          <w:tcPr>
            <w:tcW w:w="1276" w:type="dxa"/>
          </w:tcPr>
          <w:p w14:paraId="0C845A3A" w14:textId="77777777" w:rsidR="008D435B" w:rsidRDefault="008D435B" w:rsidP="003E710A">
            <w:pPr>
              <w:pStyle w:val="Heading41"/>
            </w:pPr>
          </w:p>
        </w:tc>
        <w:tc>
          <w:tcPr>
            <w:tcW w:w="8363" w:type="dxa"/>
          </w:tcPr>
          <w:p w14:paraId="4C860AB5" w14:textId="0DA66FC1"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Subtiekėjas, kurio pajėgumais Tiekėjas rėmėsi, kad atitiktų pirkimo dokumentuose nustatytus kvalifikacijos reikalavimus, gali būti keičiamas tik šiais atvejais:</w:t>
            </w:r>
          </w:p>
        </w:tc>
      </w:tr>
      <w:tr w:rsidR="008D435B" w14:paraId="672A6383" w14:textId="77777777" w:rsidTr="00BA6721">
        <w:tc>
          <w:tcPr>
            <w:tcW w:w="1276" w:type="dxa"/>
          </w:tcPr>
          <w:p w14:paraId="2D1A1EB2" w14:textId="77777777" w:rsidR="008D435B" w:rsidRDefault="008D435B" w:rsidP="008D435B">
            <w:pPr>
              <w:pStyle w:val="Heading51"/>
            </w:pPr>
          </w:p>
        </w:tc>
        <w:tc>
          <w:tcPr>
            <w:tcW w:w="8363" w:type="dxa"/>
          </w:tcPr>
          <w:p w14:paraId="5E185965" w14:textId="41AE3EC7"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kai subtiekėjui iškelta bankroto byla, pradėtas bankroto procesas ne teismo tvarka, jis tampa nemokus arba yra nemokumo tikimybė, sustabdo ūkinę veiklą ar kai įstatymuose ir kituose teisės aktuose nustatyta tvarka susidaro analogiška situacija;</w:t>
            </w:r>
          </w:p>
        </w:tc>
      </w:tr>
      <w:tr w:rsidR="008D435B" w14:paraId="1672EC10" w14:textId="77777777" w:rsidTr="00BA6721">
        <w:tc>
          <w:tcPr>
            <w:tcW w:w="1276" w:type="dxa"/>
          </w:tcPr>
          <w:p w14:paraId="4E50B0AC" w14:textId="77777777" w:rsidR="008D435B" w:rsidRDefault="008D435B" w:rsidP="008D435B">
            <w:pPr>
              <w:pStyle w:val="Heading51"/>
            </w:pPr>
          </w:p>
        </w:tc>
        <w:tc>
          <w:tcPr>
            <w:tcW w:w="8363" w:type="dxa"/>
          </w:tcPr>
          <w:p w14:paraId="0896A635" w14:textId="7D52A707"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kai subtiekėjas dėl objektyvių priežasčių (pavyzdžiui, subtiekėjui atsisakius dalyvauti Sutarties vykdyme, nutrūkus teisiniams santykiams su Tiekėju ir pan.) nebegali vykdyti visų ar dalies Sutartyje numatytų įsipareigojimų.</w:t>
            </w:r>
          </w:p>
        </w:tc>
      </w:tr>
      <w:tr w:rsidR="008D435B" w14:paraId="5A94BD74" w14:textId="77777777" w:rsidTr="00BA6721">
        <w:tc>
          <w:tcPr>
            <w:tcW w:w="1276" w:type="dxa"/>
          </w:tcPr>
          <w:p w14:paraId="42A72F35" w14:textId="77777777" w:rsidR="008D435B" w:rsidRDefault="008D435B" w:rsidP="003E710A">
            <w:pPr>
              <w:pStyle w:val="Heading41"/>
            </w:pPr>
          </w:p>
        </w:tc>
        <w:tc>
          <w:tcPr>
            <w:tcW w:w="8363" w:type="dxa"/>
          </w:tcPr>
          <w:p w14:paraId="22CAD687" w14:textId="03EA449D" w:rsidR="008D435B" w:rsidRPr="005F3011" w:rsidRDefault="008D435B" w:rsidP="000D3D5F">
            <w:pPr>
              <w:spacing w:after="60" w:line="259" w:lineRule="auto"/>
              <w:jc w:val="both"/>
              <w:rPr>
                <w:rFonts w:ascii="Cambria" w:eastAsia="Arial" w:hAnsi="Cambria"/>
                <w:sz w:val="24"/>
                <w:szCs w:val="24"/>
              </w:rPr>
            </w:pPr>
            <w:r w:rsidRPr="005F3011">
              <w:rPr>
                <w:rFonts w:ascii="Cambria" w:eastAsia="Arial" w:hAnsi="Cambria"/>
                <w:sz w:val="24"/>
                <w:szCs w:val="24"/>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tc>
      </w:tr>
      <w:tr w:rsidR="008D435B" w14:paraId="595E68FD" w14:textId="77777777" w:rsidTr="00BA6721">
        <w:tc>
          <w:tcPr>
            <w:tcW w:w="1276" w:type="dxa"/>
          </w:tcPr>
          <w:p w14:paraId="18DA5007" w14:textId="77777777" w:rsidR="008D435B" w:rsidRDefault="008D435B" w:rsidP="003E710A">
            <w:pPr>
              <w:pStyle w:val="Heading41"/>
            </w:pPr>
          </w:p>
        </w:tc>
        <w:tc>
          <w:tcPr>
            <w:tcW w:w="8363" w:type="dxa"/>
          </w:tcPr>
          <w:p w14:paraId="0A3CCBAD" w14:textId="19AB1F3B"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Tiekėjo (ar subtiekėjų) specialistas, vykdysiantis Sutartį, gali būti pakeisti šiais atvejais:</w:t>
            </w:r>
          </w:p>
        </w:tc>
      </w:tr>
      <w:tr w:rsidR="008D435B" w14:paraId="40AFBFB9" w14:textId="77777777" w:rsidTr="00BA6721">
        <w:tc>
          <w:tcPr>
            <w:tcW w:w="1276" w:type="dxa"/>
          </w:tcPr>
          <w:p w14:paraId="6E5B5A60" w14:textId="77777777" w:rsidR="008D435B" w:rsidRDefault="008D435B" w:rsidP="008D435B">
            <w:pPr>
              <w:pStyle w:val="Heading51"/>
            </w:pPr>
          </w:p>
        </w:tc>
        <w:tc>
          <w:tcPr>
            <w:tcW w:w="8363" w:type="dxa"/>
          </w:tcPr>
          <w:p w14:paraId="41A70D23" w14:textId="29010C84"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tc>
      </w:tr>
      <w:tr w:rsidR="008D435B" w14:paraId="0B7709BC" w14:textId="77777777" w:rsidTr="00BA6721">
        <w:tc>
          <w:tcPr>
            <w:tcW w:w="1276" w:type="dxa"/>
          </w:tcPr>
          <w:p w14:paraId="446AB31D" w14:textId="77777777" w:rsidR="008D435B" w:rsidRDefault="008D435B" w:rsidP="008D435B">
            <w:pPr>
              <w:pStyle w:val="Heading51"/>
            </w:pPr>
          </w:p>
        </w:tc>
        <w:tc>
          <w:tcPr>
            <w:tcW w:w="8363" w:type="dxa"/>
          </w:tcPr>
          <w:p w14:paraId="4C664BCE" w14:textId="71700000"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Pirkėjo iniciatyva, jei Pirkėjas turi pagrįstų įtarimų, kad Tiekėjo Sutarties vykdymui paskirtas specialistas nekompetentingas vykdyti nustatytas pareigas.</w:t>
            </w:r>
          </w:p>
        </w:tc>
      </w:tr>
      <w:tr w:rsidR="008D435B" w14:paraId="21CA1C67" w14:textId="77777777" w:rsidTr="00BA6721">
        <w:tc>
          <w:tcPr>
            <w:tcW w:w="1276" w:type="dxa"/>
          </w:tcPr>
          <w:p w14:paraId="5B6DBAFF" w14:textId="77777777" w:rsidR="008D435B" w:rsidRDefault="008D435B" w:rsidP="003E710A">
            <w:pPr>
              <w:pStyle w:val="Heading41"/>
            </w:pPr>
          </w:p>
        </w:tc>
        <w:tc>
          <w:tcPr>
            <w:tcW w:w="8363" w:type="dxa"/>
          </w:tcPr>
          <w:p w14:paraId="1BAB9D9C" w14:textId="4F0BE22A" w:rsidR="008D435B" w:rsidRPr="00347A6B" w:rsidRDefault="008D435B" w:rsidP="000D3D5F">
            <w:pPr>
              <w:spacing w:after="60" w:line="259" w:lineRule="auto"/>
              <w:jc w:val="both"/>
              <w:rPr>
                <w:rFonts w:ascii="Cambria" w:eastAsia="Arial" w:hAnsi="Cambria"/>
                <w:sz w:val="24"/>
                <w:szCs w:val="24"/>
                <w:highlight w:val="yellow"/>
              </w:rPr>
            </w:pPr>
            <w:r w:rsidRPr="005F3011">
              <w:rPr>
                <w:rFonts w:ascii="Cambria" w:eastAsia="Arial" w:hAnsi="Cambria"/>
                <w:sz w:val="24"/>
                <w:szCs w:val="24"/>
              </w:rPr>
              <w:t>Naujas specialistas turi turėti ne žemesnę nei pirkimo dokumentuose specialistui keliamą kvalifikaciją, Tiekėjo pasiūlyme nurodytą keičiamo specialisto kvalifikaciją pirkimo dokumentuose nustatytiems kokybiniams kriterijams pagrįsti ir nacionalinio saugumo interesus bei kilmės reikalavimus, nurodytus pirkimo dokumentuose (jei taikoma).</w:t>
            </w:r>
          </w:p>
        </w:tc>
      </w:tr>
      <w:tr w:rsidR="008D435B" w14:paraId="34B63C1F" w14:textId="77777777" w:rsidTr="00BA6721">
        <w:tc>
          <w:tcPr>
            <w:tcW w:w="1276" w:type="dxa"/>
          </w:tcPr>
          <w:p w14:paraId="133C5B51" w14:textId="77777777" w:rsidR="008D435B" w:rsidRDefault="008D435B" w:rsidP="003E710A">
            <w:pPr>
              <w:pStyle w:val="Heading41"/>
            </w:pPr>
          </w:p>
        </w:tc>
        <w:tc>
          <w:tcPr>
            <w:tcW w:w="8363" w:type="dxa"/>
          </w:tcPr>
          <w:p w14:paraId="0D87FB09" w14:textId="458749D4"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tc>
      </w:tr>
      <w:tr w:rsidR="008D435B" w14:paraId="5CFA58DF" w14:textId="77777777" w:rsidTr="00BA6721">
        <w:tc>
          <w:tcPr>
            <w:tcW w:w="1276" w:type="dxa"/>
          </w:tcPr>
          <w:p w14:paraId="55606341" w14:textId="77777777" w:rsidR="008D435B" w:rsidRDefault="008D435B" w:rsidP="008D435B">
            <w:pPr>
              <w:pStyle w:val="Heading51"/>
            </w:pPr>
          </w:p>
        </w:tc>
        <w:tc>
          <w:tcPr>
            <w:tcW w:w="8363" w:type="dxa"/>
          </w:tcPr>
          <w:p w14:paraId="6DCC9844" w14:textId="38187B2C"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prašymą pakeisti subtiekėją ar specialistą, paaiškinant keitimo aplinkybę. Pirkėjas pasilieka teisę paprašyti įrodymų, pagrindžiančių keitimo aplinkybę;</w:t>
            </w:r>
          </w:p>
        </w:tc>
      </w:tr>
      <w:tr w:rsidR="008D435B" w14:paraId="0D0E5D2E" w14:textId="77777777" w:rsidTr="00BA6721">
        <w:tc>
          <w:tcPr>
            <w:tcW w:w="1276" w:type="dxa"/>
          </w:tcPr>
          <w:p w14:paraId="4CB9E6A1" w14:textId="77777777" w:rsidR="008D435B" w:rsidRDefault="008D435B" w:rsidP="008D435B">
            <w:pPr>
              <w:pStyle w:val="Heading51"/>
            </w:pPr>
          </w:p>
        </w:tc>
        <w:tc>
          <w:tcPr>
            <w:tcW w:w="8363" w:type="dxa"/>
          </w:tcPr>
          <w:p w14:paraId="12D19358" w14:textId="1805F125"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naujo subtiekėjo ar specialisto kvalifikaciją, pašalinimo pagrindų nebuvimą ir atitiktį nacionalinio saugumo interesams bei kilmės reikalavimams įrodančius dokumentus pagal Sutarties reikalavimus.</w:t>
            </w:r>
          </w:p>
        </w:tc>
      </w:tr>
      <w:tr w:rsidR="008D435B" w14:paraId="1FE2590C" w14:textId="77777777" w:rsidTr="00BA6721">
        <w:tc>
          <w:tcPr>
            <w:tcW w:w="1276" w:type="dxa"/>
          </w:tcPr>
          <w:p w14:paraId="2E1A1298" w14:textId="77777777" w:rsidR="008D435B" w:rsidRDefault="008D435B" w:rsidP="003E710A">
            <w:pPr>
              <w:pStyle w:val="Heading41"/>
            </w:pPr>
          </w:p>
        </w:tc>
        <w:tc>
          <w:tcPr>
            <w:tcW w:w="8363" w:type="dxa"/>
          </w:tcPr>
          <w:p w14:paraId="394825E3" w14:textId="184314DC"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tc>
      </w:tr>
      <w:tr w:rsidR="008D435B" w14:paraId="0D0EA222" w14:textId="77777777" w:rsidTr="00BA6721">
        <w:tc>
          <w:tcPr>
            <w:tcW w:w="1276" w:type="dxa"/>
          </w:tcPr>
          <w:p w14:paraId="7598727B" w14:textId="77777777" w:rsidR="008D435B" w:rsidRDefault="008D435B" w:rsidP="003E710A">
            <w:pPr>
              <w:pStyle w:val="Heading41"/>
            </w:pPr>
          </w:p>
        </w:tc>
        <w:tc>
          <w:tcPr>
            <w:tcW w:w="8363" w:type="dxa"/>
          </w:tcPr>
          <w:p w14:paraId="746CCD58" w14:textId="652F10E2"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Naujas subtiekėjas ar specialistas gali pradėti vykdyti jiems Tiekėjo pavestus įsipareigojimus pagal Sutartį ne anksčiau, nei bus pasirašytas Susitarimas.</w:t>
            </w:r>
          </w:p>
        </w:tc>
      </w:tr>
      <w:tr w:rsidR="008D435B" w14:paraId="512A08C6" w14:textId="77777777" w:rsidTr="00BA6721">
        <w:tc>
          <w:tcPr>
            <w:tcW w:w="1276" w:type="dxa"/>
          </w:tcPr>
          <w:p w14:paraId="4325E04A" w14:textId="77777777" w:rsidR="008D435B" w:rsidRDefault="008D435B" w:rsidP="003E710A">
            <w:pPr>
              <w:pStyle w:val="Heading41"/>
            </w:pPr>
          </w:p>
        </w:tc>
        <w:tc>
          <w:tcPr>
            <w:tcW w:w="8363" w:type="dxa"/>
          </w:tcPr>
          <w:p w14:paraId="1F1A5B37" w14:textId="68060B7B"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Tiekėjas privalo pakeisti subtiekėją ar specialistą, jei paaiškėja, kad jis neatitinka jam pirkimo dokumentuose keliamų reikalavimų.</w:t>
            </w:r>
          </w:p>
        </w:tc>
      </w:tr>
      <w:tr w:rsidR="008D435B" w14:paraId="427166EE" w14:textId="77777777" w:rsidTr="00BA6721">
        <w:tc>
          <w:tcPr>
            <w:tcW w:w="1276" w:type="dxa"/>
          </w:tcPr>
          <w:p w14:paraId="06E06C65" w14:textId="77777777" w:rsidR="008D435B" w:rsidRDefault="008D435B" w:rsidP="003E710A">
            <w:pPr>
              <w:pStyle w:val="Heading41"/>
            </w:pPr>
          </w:p>
        </w:tc>
        <w:tc>
          <w:tcPr>
            <w:tcW w:w="8363" w:type="dxa"/>
          </w:tcPr>
          <w:p w14:paraId="6AAB232D" w14:textId="56CABADC" w:rsidR="008D435B" w:rsidRPr="000D3D5F" w:rsidRDefault="008D435B" w:rsidP="000D3D5F">
            <w:pPr>
              <w:spacing w:after="60" w:line="259" w:lineRule="auto"/>
              <w:jc w:val="both"/>
              <w:rPr>
                <w:rFonts w:ascii="Cambria" w:eastAsia="Arial" w:hAnsi="Cambria"/>
                <w:sz w:val="24"/>
                <w:szCs w:val="24"/>
              </w:rPr>
            </w:pPr>
            <w:r w:rsidRPr="008D435B">
              <w:rPr>
                <w:rFonts w:ascii="Cambria" w:eastAsia="Arial" w:hAnsi="Cambria"/>
                <w:sz w:val="24"/>
                <w:szCs w:val="24"/>
              </w:rPr>
              <w:t>Jei Tiekėjas pakeičia esamą arba pasitelkia naują subtiekėją ar specialistą, negavęs Pirkėjo raštiško sutikimo, arba sutartinius įsipareigojimus pagal Sutartį vykdo subtiekėjai ar specialistai, neatitinkantys pirkimo dokumentuose nustatytų kvalifikacijos reikalavimų, reikalavimų dėl pašalinimo pagrindų nebuvimo, atitikties nacionalinio saugumo interesams bei kilmės reikalavimams (jei taikoma) ir Tiekėjo pasiūlyme nurodytų sąlygų pirkimo dokumentuose nustatytiems kokybiniams kriterijams pagrįsti (jei taikoma), Tiekėjui taikoma Specialiosiose sąlygose nustatyto dydžio bauda.</w:t>
            </w:r>
          </w:p>
        </w:tc>
      </w:tr>
      <w:tr w:rsidR="009963D4" w14:paraId="742144A8" w14:textId="77777777" w:rsidTr="00BA6721">
        <w:tc>
          <w:tcPr>
            <w:tcW w:w="9639" w:type="dxa"/>
            <w:gridSpan w:val="2"/>
          </w:tcPr>
          <w:p w14:paraId="56CC3BDC" w14:textId="28D88091" w:rsidR="009963D4" w:rsidRPr="000D3D5F" w:rsidRDefault="009963D4" w:rsidP="009A4E3D">
            <w:pPr>
              <w:pStyle w:val="Heading31"/>
              <w:rPr>
                <w:rFonts w:eastAsia="Arial"/>
              </w:rPr>
            </w:pPr>
            <w:r w:rsidRPr="009963D4">
              <w:rPr>
                <w:rFonts w:eastAsia="Arial"/>
              </w:rPr>
              <w:t>Jungtinės veiklos partnerių keitimas</w:t>
            </w:r>
          </w:p>
        </w:tc>
      </w:tr>
      <w:tr w:rsidR="008D435B" w14:paraId="3D4CADA3" w14:textId="77777777" w:rsidTr="00BA6721">
        <w:tc>
          <w:tcPr>
            <w:tcW w:w="1276" w:type="dxa"/>
          </w:tcPr>
          <w:p w14:paraId="581E8340" w14:textId="77777777" w:rsidR="008D435B" w:rsidRDefault="008D435B" w:rsidP="003E710A">
            <w:pPr>
              <w:pStyle w:val="Heading41"/>
            </w:pPr>
          </w:p>
        </w:tc>
        <w:tc>
          <w:tcPr>
            <w:tcW w:w="8363" w:type="dxa"/>
          </w:tcPr>
          <w:p w14:paraId="259E19B3" w14:textId="77D1E9CB"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 xml:space="preserve">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w:t>
            </w:r>
            <w:r w:rsidRPr="009963D4">
              <w:rPr>
                <w:rFonts w:ascii="Cambria" w:eastAsia="Arial" w:hAnsi="Cambria"/>
                <w:sz w:val="24"/>
                <w:szCs w:val="24"/>
              </w:rPr>
              <w:lastRenderedPageBreak/>
              <w:t>objektyvios priežastys, lemiančios partnerio pasitraukimą iš jungtinės veiklos sutarties.</w:t>
            </w:r>
          </w:p>
        </w:tc>
      </w:tr>
      <w:tr w:rsidR="008D435B" w14:paraId="42D3E6CA" w14:textId="77777777" w:rsidTr="00BA6721">
        <w:tc>
          <w:tcPr>
            <w:tcW w:w="1276" w:type="dxa"/>
          </w:tcPr>
          <w:p w14:paraId="379FDE31" w14:textId="77777777" w:rsidR="008D435B" w:rsidRDefault="008D435B" w:rsidP="003E710A">
            <w:pPr>
              <w:pStyle w:val="Heading41"/>
            </w:pPr>
          </w:p>
        </w:tc>
        <w:tc>
          <w:tcPr>
            <w:tcW w:w="8363" w:type="dxa"/>
          </w:tcPr>
          <w:p w14:paraId="0B1BC151" w14:textId="43C9A4E8"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tc>
      </w:tr>
      <w:tr w:rsidR="008D435B" w14:paraId="52CCA93B" w14:textId="77777777" w:rsidTr="00BA6721">
        <w:tc>
          <w:tcPr>
            <w:tcW w:w="1276" w:type="dxa"/>
          </w:tcPr>
          <w:p w14:paraId="5517A3A0" w14:textId="77777777" w:rsidR="008D435B" w:rsidRDefault="008D435B" w:rsidP="003E710A">
            <w:pPr>
              <w:pStyle w:val="Heading41"/>
            </w:pPr>
          </w:p>
        </w:tc>
        <w:tc>
          <w:tcPr>
            <w:tcW w:w="8363" w:type="dxa"/>
          </w:tcPr>
          <w:p w14:paraId="06ED25B8" w14:textId="3FA156A2"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Tiekėjas privalo ne vėliau nei prieš 10 (dešimt) darbo dienų iki numatomo partnerio keitimo arba atsisakymo pateikti Pirkėjui argumentuotą rašytinį prašymą ir šiuos dokumentus:</w:t>
            </w:r>
          </w:p>
        </w:tc>
      </w:tr>
      <w:tr w:rsidR="008D435B" w14:paraId="1C24C183" w14:textId="77777777" w:rsidTr="00BA6721">
        <w:tc>
          <w:tcPr>
            <w:tcW w:w="1276" w:type="dxa"/>
          </w:tcPr>
          <w:p w14:paraId="67EFFA14" w14:textId="77777777" w:rsidR="008D435B" w:rsidRDefault="008D435B" w:rsidP="009963D4">
            <w:pPr>
              <w:pStyle w:val="Heading51"/>
            </w:pPr>
          </w:p>
        </w:tc>
        <w:tc>
          <w:tcPr>
            <w:tcW w:w="8363" w:type="dxa"/>
          </w:tcPr>
          <w:p w14:paraId="7C59CD45" w14:textId="4816A1F1"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prašymą pakeisti Tiekėjo sudėtį ir įrodymus, pagrindžiančius bent vieną partnerio atsisakymo ar keitimo aplinkybę, nurodytą Sutartyje;</w:t>
            </w:r>
          </w:p>
        </w:tc>
      </w:tr>
      <w:tr w:rsidR="008D435B" w14:paraId="5EDC82EC" w14:textId="77777777" w:rsidTr="00BA6721">
        <w:tc>
          <w:tcPr>
            <w:tcW w:w="1276" w:type="dxa"/>
          </w:tcPr>
          <w:p w14:paraId="5D4D50C8" w14:textId="77777777" w:rsidR="008D435B" w:rsidRDefault="008D435B" w:rsidP="009963D4">
            <w:pPr>
              <w:pStyle w:val="Heading51"/>
            </w:pPr>
          </w:p>
        </w:tc>
        <w:tc>
          <w:tcPr>
            <w:tcW w:w="8363" w:type="dxa"/>
          </w:tcPr>
          <w:p w14:paraId="7A20FED1" w14:textId="19710EBC"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tc>
      </w:tr>
      <w:tr w:rsidR="008D435B" w14:paraId="6DB1F0E7" w14:textId="77777777" w:rsidTr="00BA6721">
        <w:tc>
          <w:tcPr>
            <w:tcW w:w="1276" w:type="dxa"/>
          </w:tcPr>
          <w:p w14:paraId="512C52DC" w14:textId="77777777" w:rsidR="008D435B" w:rsidRDefault="008D435B" w:rsidP="009963D4">
            <w:pPr>
              <w:pStyle w:val="Heading51"/>
            </w:pPr>
          </w:p>
        </w:tc>
        <w:tc>
          <w:tcPr>
            <w:tcW w:w="8363" w:type="dxa"/>
          </w:tcPr>
          <w:p w14:paraId="2C73B34A" w14:textId="7163FBD8"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kilmės reikalavimams (jei taikoma).</w:t>
            </w:r>
          </w:p>
        </w:tc>
      </w:tr>
      <w:tr w:rsidR="008D435B" w14:paraId="3CBAAEFE" w14:textId="77777777" w:rsidTr="00BA6721">
        <w:tc>
          <w:tcPr>
            <w:tcW w:w="1276" w:type="dxa"/>
          </w:tcPr>
          <w:p w14:paraId="318CF7A2" w14:textId="77777777" w:rsidR="008D435B" w:rsidRDefault="008D435B" w:rsidP="003E710A">
            <w:pPr>
              <w:pStyle w:val="Heading41"/>
            </w:pPr>
          </w:p>
        </w:tc>
        <w:tc>
          <w:tcPr>
            <w:tcW w:w="8363" w:type="dxa"/>
          </w:tcPr>
          <w:p w14:paraId="0804D70C" w14:textId="3C743617" w:rsidR="008D435B" w:rsidRPr="000D3D5F" w:rsidRDefault="009963D4" w:rsidP="000D3D5F">
            <w:pPr>
              <w:spacing w:after="60" w:line="259" w:lineRule="auto"/>
              <w:jc w:val="both"/>
              <w:rPr>
                <w:rFonts w:ascii="Cambria" w:eastAsia="Arial" w:hAnsi="Cambria"/>
                <w:sz w:val="24"/>
                <w:szCs w:val="24"/>
              </w:rPr>
            </w:pPr>
            <w:r w:rsidRPr="009963D4">
              <w:rPr>
                <w:rFonts w:ascii="Cambria" w:eastAsia="Arial" w:hAnsi="Cambria"/>
                <w:sz w:val="24"/>
                <w:szCs w:val="24"/>
              </w:rPr>
              <w:t>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tc>
      </w:tr>
      <w:tr w:rsidR="009963D4" w14:paraId="46BAC2F4" w14:textId="77777777" w:rsidTr="00BA6721">
        <w:tc>
          <w:tcPr>
            <w:tcW w:w="9639" w:type="dxa"/>
            <w:gridSpan w:val="2"/>
          </w:tcPr>
          <w:p w14:paraId="15BB1FAC" w14:textId="269FA3C6" w:rsidR="009963D4" w:rsidRPr="000D3D5F" w:rsidRDefault="009963D4" w:rsidP="009A4E3D">
            <w:pPr>
              <w:pStyle w:val="Heading31"/>
              <w:rPr>
                <w:rFonts w:eastAsia="Arial"/>
              </w:rPr>
            </w:pPr>
            <w:r w:rsidRPr="009963D4">
              <w:rPr>
                <w:rFonts w:eastAsia="Arial"/>
              </w:rPr>
              <w:t>Susitarimai dėl tiesioginio atsiskaitymo su subtiekėjais</w:t>
            </w:r>
          </w:p>
        </w:tc>
      </w:tr>
      <w:tr w:rsidR="009963D4" w14:paraId="4187ADC6" w14:textId="77777777" w:rsidTr="00BA6721">
        <w:tc>
          <w:tcPr>
            <w:tcW w:w="1276" w:type="dxa"/>
          </w:tcPr>
          <w:p w14:paraId="2C04FF82" w14:textId="77777777" w:rsidR="009963D4" w:rsidRDefault="009963D4" w:rsidP="003E710A">
            <w:pPr>
              <w:pStyle w:val="Heading41"/>
            </w:pPr>
          </w:p>
        </w:tc>
        <w:tc>
          <w:tcPr>
            <w:tcW w:w="8363" w:type="dxa"/>
          </w:tcPr>
          <w:p w14:paraId="56CAEA34" w14:textId="497C3F06" w:rsidR="009963D4" w:rsidRPr="000D3D5F" w:rsidRDefault="00575B2D" w:rsidP="000D3D5F">
            <w:pPr>
              <w:spacing w:after="60" w:line="259" w:lineRule="auto"/>
              <w:jc w:val="both"/>
              <w:rPr>
                <w:rFonts w:ascii="Cambria" w:eastAsia="Arial" w:hAnsi="Cambria"/>
                <w:sz w:val="24"/>
                <w:szCs w:val="24"/>
              </w:rPr>
            </w:pPr>
            <w:r w:rsidRPr="00575B2D">
              <w:rPr>
                <w:rFonts w:ascii="Cambria" w:eastAsia="Arial" w:hAnsi="Cambria"/>
                <w:sz w:val="24"/>
                <w:szCs w:val="24"/>
              </w:rPr>
              <w:t>Subtiekėjams pageidaujant, Pirkėjas su jais atsiskaitys tiesiogiai. Pirkėjas numato tiesioginio atsiskaitymo galimybę su Sutartyje nurodytais subtiekėjais tokiomis sąlygomis ir tvarka:</w:t>
            </w:r>
          </w:p>
        </w:tc>
      </w:tr>
      <w:tr w:rsidR="009963D4" w14:paraId="0A0EF527" w14:textId="77777777" w:rsidTr="00BA6721">
        <w:tc>
          <w:tcPr>
            <w:tcW w:w="1276" w:type="dxa"/>
          </w:tcPr>
          <w:p w14:paraId="7E3C084F" w14:textId="77777777" w:rsidR="009963D4" w:rsidRDefault="009963D4" w:rsidP="00D85E7E">
            <w:pPr>
              <w:pStyle w:val="Heading51"/>
            </w:pPr>
            <w:bookmarkStart w:id="0" w:name="_Ref165066257"/>
          </w:p>
        </w:tc>
        <w:bookmarkEnd w:id="0"/>
        <w:tc>
          <w:tcPr>
            <w:tcW w:w="8363" w:type="dxa"/>
          </w:tcPr>
          <w:p w14:paraId="6017BF33" w14:textId="286C2525" w:rsidR="009963D4" w:rsidRPr="000D3D5F" w:rsidRDefault="00575B2D" w:rsidP="000D3D5F">
            <w:pPr>
              <w:spacing w:after="60" w:line="259" w:lineRule="auto"/>
              <w:jc w:val="both"/>
              <w:rPr>
                <w:rFonts w:ascii="Cambria" w:eastAsia="Arial" w:hAnsi="Cambria"/>
                <w:sz w:val="24"/>
                <w:szCs w:val="24"/>
              </w:rPr>
            </w:pPr>
            <w:r w:rsidRPr="00575B2D">
              <w:rPr>
                <w:rFonts w:ascii="Cambria" w:eastAsia="Arial" w:hAnsi="Cambria"/>
                <w:sz w:val="24"/>
                <w:szCs w:val="24"/>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 naujų subtiekėjų pasitelkimą visu Sutarties vykdymo metu;</w:t>
            </w:r>
          </w:p>
        </w:tc>
      </w:tr>
      <w:tr w:rsidR="009963D4" w14:paraId="3E45EA17" w14:textId="77777777" w:rsidTr="00BA6721">
        <w:tc>
          <w:tcPr>
            <w:tcW w:w="1276" w:type="dxa"/>
          </w:tcPr>
          <w:p w14:paraId="37B5C80B" w14:textId="77777777" w:rsidR="009963D4" w:rsidRDefault="009963D4" w:rsidP="00D85E7E">
            <w:pPr>
              <w:pStyle w:val="Heading51"/>
            </w:pPr>
          </w:p>
        </w:tc>
        <w:tc>
          <w:tcPr>
            <w:tcW w:w="8363" w:type="dxa"/>
          </w:tcPr>
          <w:p w14:paraId="53C817CD" w14:textId="62387D76" w:rsidR="009963D4" w:rsidRPr="000D3D5F" w:rsidRDefault="00575B2D" w:rsidP="000D3D5F">
            <w:pPr>
              <w:spacing w:after="60" w:line="259" w:lineRule="auto"/>
              <w:jc w:val="both"/>
              <w:rPr>
                <w:rFonts w:ascii="Cambria" w:eastAsia="Arial" w:hAnsi="Cambria"/>
                <w:sz w:val="24"/>
                <w:szCs w:val="24"/>
              </w:rPr>
            </w:pPr>
            <w:r w:rsidRPr="00575B2D">
              <w:rPr>
                <w:rFonts w:ascii="Cambria" w:eastAsia="Arial" w:hAnsi="Cambria"/>
                <w:sz w:val="24"/>
                <w:szCs w:val="24"/>
              </w:rPr>
              <w:t xml:space="preserve">Pirkėjas ne vėliau kaip per 3 (tris) darbo dienas nuo Bendrųjų sąlygų </w:t>
            </w:r>
            <w:r w:rsidR="00A963DA">
              <w:rPr>
                <w:rFonts w:ascii="Cambria" w:eastAsia="Arial" w:hAnsi="Cambria"/>
                <w:sz w:val="24"/>
                <w:szCs w:val="24"/>
              </w:rPr>
              <w:fldChar w:fldCharType="begin"/>
            </w:r>
            <w:r w:rsidR="00A963DA">
              <w:rPr>
                <w:rFonts w:ascii="Cambria" w:eastAsia="Arial" w:hAnsi="Cambria"/>
                <w:sz w:val="24"/>
                <w:szCs w:val="24"/>
              </w:rPr>
              <w:instrText xml:space="preserve"> REF _Ref165066257 \r \h </w:instrText>
            </w:r>
            <w:r w:rsidR="00A963DA">
              <w:rPr>
                <w:rFonts w:ascii="Cambria" w:eastAsia="Arial" w:hAnsi="Cambria"/>
                <w:sz w:val="24"/>
                <w:szCs w:val="24"/>
              </w:rPr>
            </w:r>
            <w:r w:rsidR="00A963DA">
              <w:rPr>
                <w:rFonts w:ascii="Cambria" w:eastAsia="Arial" w:hAnsi="Cambria"/>
                <w:sz w:val="24"/>
                <w:szCs w:val="24"/>
              </w:rPr>
              <w:fldChar w:fldCharType="separate"/>
            </w:r>
            <w:r w:rsidR="00441A5C">
              <w:rPr>
                <w:rFonts w:ascii="Cambria" w:eastAsia="Arial" w:hAnsi="Cambria"/>
                <w:sz w:val="24"/>
                <w:szCs w:val="24"/>
              </w:rPr>
              <w:t>3.4.1.1</w:t>
            </w:r>
            <w:r w:rsidR="00A963DA">
              <w:rPr>
                <w:rFonts w:ascii="Cambria" w:eastAsia="Arial" w:hAnsi="Cambria"/>
                <w:sz w:val="24"/>
                <w:szCs w:val="24"/>
              </w:rPr>
              <w:fldChar w:fldCharType="end"/>
            </w:r>
            <w:r w:rsidRPr="00575B2D">
              <w:rPr>
                <w:rFonts w:ascii="Cambria" w:eastAsia="Arial" w:hAnsi="Cambria"/>
                <w:sz w:val="24"/>
                <w:szCs w:val="24"/>
              </w:rPr>
              <w:t xml:space="preserve"> punkte nurodytos informacijos gavimo dienos raštu informuoja subtiekėjus apie tiesioginio atsiskaitymo galimybę;</w:t>
            </w:r>
          </w:p>
        </w:tc>
      </w:tr>
      <w:tr w:rsidR="009963D4" w14:paraId="51950B09" w14:textId="77777777" w:rsidTr="00BA6721">
        <w:tc>
          <w:tcPr>
            <w:tcW w:w="1276" w:type="dxa"/>
          </w:tcPr>
          <w:p w14:paraId="7A0FE571" w14:textId="77777777" w:rsidR="009963D4" w:rsidRDefault="009963D4" w:rsidP="00D85E7E">
            <w:pPr>
              <w:pStyle w:val="Heading51"/>
            </w:pPr>
          </w:p>
        </w:tc>
        <w:tc>
          <w:tcPr>
            <w:tcW w:w="8363" w:type="dxa"/>
          </w:tcPr>
          <w:p w14:paraId="4EE21038" w14:textId="3AD451AA" w:rsidR="009963D4" w:rsidRPr="000D3D5F" w:rsidRDefault="00575B2D" w:rsidP="000D3D5F">
            <w:pPr>
              <w:spacing w:after="60" w:line="259" w:lineRule="auto"/>
              <w:jc w:val="both"/>
              <w:rPr>
                <w:rFonts w:ascii="Cambria" w:eastAsia="Arial" w:hAnsi="Cambria"/>
                <w:sz w:val="24"/>
                <w:szCs w:val="24"/>
              </w:rPr>
            </w:pPr>
            <w:r w:rsidRPr="00575B2D">
              <w:rPr>
                <w:rFonts w:ascii="Cambria" w:eastAsia="Arial" w:hAnsi="Cambria"/>
                <w:sz w:val="24"/>
                <w:szCs w:val="24"/>
              </w:rPr>
              <w:t xml:space="preserve">subtiekėjas, norėdamas pasinaudoti tokia galimybe, raštu pateikia prašymą </w:t>
            </w:r>
            <w:r w:rsidRPr="00575B2D">
              <w:rPr>
                <w:rFonts w:ascii="Cambria" w:eastAsia="Arial" w:hAnsi="Cambria"/>
                <w:sz w:val="24"/>
                <w:szCs w:val="24"/>
              </w:rPr>
              <w:lastRenderedPageBreak/>
              <w:t>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tc>
      </w:tr>
      <w:tr w:rsidR="009963D4" w14:paraId="0CEFA073" w14:textId="77777777" w:rsidTr="00BA6721">
        <w:tc>
          <w:tcPr>
            <w:tcW w:w="1276" w:type="dxa"/>
          </w:tcPr>
          <w:p w14:paraId="3B631201" w14:textId="77777777" w:rsidR="009963D4" w:rsidRDefault="009963D4" w:rsidP="00D85E7E">
            <w:pPr>
              <w:pStyle w:val="Heading51"/>
            </w:pPr>
          </w:p>
        </w:tc>
        <w:tc>
          <w:tcPr>
            <w:tcW w:w="8363" w:type="dxa"/>
          </w:tcPr>
          <w:p w14:paraId="62B67692" w14:textId="0927F402" w:rsidR="009963D4" w:rsidRPr="000D3D5F" w:rsidRDefault="00575B2D" w:rsidP="000D3D5F">
            <w:pPr>
              <w:spacing w:after="60" w:line="259" w:lineRule="auto"/>
              <w:jc w:val="both"/>
              <w:rPr>
                <w:rFonts w:ascii="Cambria" w:eastAsia="Arial" w:hAnsi="Cambria"/>
                <w:sz w:val="24"/>
                <w:szCs w:val="24"/>
              </w:rPr>
            </w:pPr>
            <w:r w:rsidRPr="00575B2D">
              <w:rPr>
                <w:rFonts w:ascii="Cambria" w:eastAsia="Arial" w:hAnsi="Cambria"/>
                <w:sz w:val="24"/>
                <w:szCs w:val="24"/>
              </w:rPr>
              <w:t>tiesioginio atsiskaitymo su subtiekėjais galimybė nekeičia Tiekėjo atsakomybės dėl Sutarties įvykdymo.</w:t>
            </w:r>
          </w:p>
        </w:tc>
      </w:tr>
      <w:tr w:rsidR="00575B2D" w14:paraId="65B81EDB" w14:textId="77777777" w:rsidTr="00BA6721">
        <w:tc>
          <w:tcPr>
            <w:tcW w:w="9639" w:type="dxa"/>
            <w:gridSpan w:val="2"/>
          </w:tcPr>
          <w:p w14:paraId="58879DA8" w14:textId="74CC66A8" w:rsidR="00575B2D" w:rsidRPr="000D3D5F" w:rsidRDefault="00D85E7E" w:rsidP="00315D99">
            <w:pPr>
              <w:pStyle w:val="Antrat21"/>
              <w:rPr>
                <w:rFonts w:eastAsia="Arial"/>
              </w:rPr>
            </w:pPr>
            <w:r w:rsidRPr="00D85E7E">
              <w:rPr>
                <w:rFonts w:eastAsia="Arial"/>
              </w:rPr>
              <w:t>ŠALIŲ BENDRADARBIAVIMAS</w:t>
            </w:r>
          </w:p>
        </w:tc>
      </w:tr>
      <w:tr w:rsidR="00575B2D" w14:paraId="2CE0AFBE" w14:textId="77777777" w:rsidTr="00BA6721">
        <w:tc>
          <w:tcPr>
            <w:tcW w:w="9639" w:type="dxa"/>
            <w:gridSpan w:val="2"/>
          </w:tcPr>
          <w:p w14:paraId="3B043E8E" w14:textId="5693E8E1" w:rsidR="00575B2D" w:rsidRPr="000D3D5F" w:rsidRDefault="00D85E7E" w:rsidP="009A4E3D">
            <w:pPr>
              <w:pStyle w:val="Heading31"/>
              <w:rPr>
                <w:rFonts w:eastAsia="Arial"/>
              </w:rPr>
            </w:pPr>
            <w:r w:rsidRPr="00D85E7E">
              <w:rPr>
                <w:rFonts w:eastAsia="Arial"/>
              </w:rPr>
              <w:t>Šalių bendradarbiavimo pareiga</w:t>
            </w:r>
          </w:p>
        </w:tc>
      </w:tr>
      <w:tr w:rsidR="009963D4" w14:paraId="41B80388" w14:textId="77777777" w:rsidTr="00BA6721">
        <w:tc>
          <w:tcPr>
            <w:tcW w:w="1276" w:type="dxa"/>
          </w:tcPr>
          <w:p w14:paraId="424B6F3C" w14:textId="77777777" w:rsidR="009963D4" w:rsidRDefault="009963D4" w:rsidP="003E710A">
            <w:pPr>
              <w:pStyle w:val="Heading41"/>
            </w:pPr>
          </w:p>
        </w:tc>
        <w:tc>
          <w:tcPr>
            <w:tcW w:w="8363" w:type="dxa"/>
          </w:tcPr>
          <w:p w14:paraId="62F73BA5" w14:textId="391EA1FD" w:rsidR="009963D4" w:rsidRPr="000D3D5F" w:rsidRDefault="00AD3B12" w:rsidP="000D3D5F">
            <w:pPr>
              <w:spacing w:after="60" w:line="259" w:lineRule="auto"/>
              <w:jc w:val="both"/>
              <w:rPr>
                <w:rFonts w:ascii="Cambria" w:eastAsia="Arial" w:hAnsi="Cambria"/>
                <w:sz w:val="24"/>
                <w:szCs w:val="24"/>
              </w:rPr>
            </w:pPr>
            <w:r w:rsidRPr="00AD3B12">
              <w:rPr>
                <w:rFonts w:ascii="Cambria" w:eastAsia="Arial" w:hAnsi="Cambria"/>
                <w:sz w:val="24"/>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tc>
      </w:tr>
      <w:tr w:rsidR="009963D4" w14:paraId="56B00539" w14:textId="77777777" w:rsidTr="00BA6721">
        <w:tc>
          <w:tcPr>
            <w:tcW w:w="1276" w:type="dxa"/>
          </w:tcPr>
          <w:p w14:paraId="2CC4AB89" w14:textId="77777777" w:rsidR="009963D4" w:rsidRDefault="009963D4" w:rsidP="003E710A">
            <w:pPr>
              <w:pStyle w:val="Heading41"/>
            </w:pPr>
          </w:p>
        </w:tc>
        <w:tc>
          <w:tcPr>
            <w:tcW w:w="8363" w:type="dxa"/>
          </w:tcPr>
          <w:p w14:paraId="0FF575AC" w14:textId="7C3C527E" w:rsidR="009963D4" w:rsidRPr="000D3D5F" w:rsidRDefault="00AD3B12" w:rsidP="000D3D5F">
            <w:pPr>
              <w:spacing w:after="60" w:line="259" w:lineRule="auto"/>
              <w:jc w:val="both"/>
              <w:rPr>
                <w:rFonts w:ascii="Cambria" w:eastAsia="Arial" w:hAnsi="Cambria"/>
                <w:sz w:val="24"/>
                <w:szCs w:val="24"/>
              </w:rPr>
            </w:pPr>
            <w:r w:rsidRPr="00AD3B12">
              <w:rPr>
                <w:rFonts w:ascii="Cambria" w:eastAsia="Arial" w:hAnsi="Cambria"/>
                <w:sz w:val="24"/>
                <w:szCs w:val="24"/>
              </w:rPr>
              <w:t>Šalys įsipareigoja užtikrinti, kad viena kitai teiks dokumentus ir (ar) kitą informaciją, kurie yra būtini Šalių tinkamam įsipareigojimų įvykdymui pagal Sutartį.</w:t>
            </w:r>
          </w:p>
        </w:tc>
      </w:tr>
      <w:tr w:rsidR="00AD3B12" w14:paraId="6E5945AE" w14:textId="77777777" w:rsidTr="00BA6721">
        <w:tc>
          <w:tcPr>
            <w:tcW w:w="1276" w:type="dxa"/>
          </w:tcPr>
          <w:p w14:paraId="304B43B8" w14:textId="77777777" w:rsidR="00AD3B12" w:rsidRDefault="00AD3B12" w:rsidP="003E710A">
            <w:pPr>
              <w:pStyle w:val="Heading41"/>
            </w:pPr>
          </w:p>
        </w:tc>
        <w:tc>
          <w:tcPr>
            <w:tcW w:w="8363" w:type="dxa"/>
          </w:tcPr>
          <w:p w14:paraId="5271AF27" w14:textId="56985237" w:rsidR="00AD3B12" w:rsidRPr="000D3D5F" w:rsidRDefault="00AD3B12" w:rsidP="000D3D5F">
            <w:pPr>
              <w:spacing w:after="60" w:line="259" w:lineRule="auto"/>
              <w:jc w:val="both"/>
              <w:rPr>
                <w:rFonts w:ascii="Cambria" w:eastAsia="Arial" w:hAnsi="Cambria"/>
                <w:sz w:val="24"/>
                <w:szCs w:val="24"/>
              </w:rPr>
            </w:pPr>
            <w:r w:rsidRPr="00AD3B12">
              <w:rPr>
                <w:rFonts w:ascii="Cambria" w:eastAsia="Arial" w:hAnsi="Cambria"/>
                <w:sz w:val="24"/>
                <w:szCs w:val="24"/>
              </w:rPr>
              <w:t>Jeigu Šalis susiduria su Sutarties vykdymo kliūtimi, ji turi nedelsdama, bet ne vėliau kaip per 5 (penkias) darbo dienas, įspėti kitą Šalį apie tokias kliūtis ir imtis visų nuo jos priklausančių protingų priemonių toms kliūtims pašalinti.</w:t>
            </w:r>
          </w:p>
        </w:tc>
      </w:tr>
      <w:tr w:rsidR="00AD3B12" w14:paraId="7B35641B" w14:textId="77777777" w:rsidTr="00BA6721">
        <w:tc>
          <w:tcPr>
            <w:tcW w:w="9639" w:type="dxa"/>
            <w:gridSpan w:val="2"/>
          </w:tcPr>
          <w:p w14:paraId="1D2A4F6A" w14:textId="6C8DE567" w:rsidR="00AD3B12" w:rsidRPr="000D3D5F" w:rsidRDefault="00AD3B12" w:rsidP="009A4E3D">
            <w:pPr>
              <w:pStyle w:val="Heading31"/>
              <w:rPr>
                <w:rFonts w:eastAsia="Arial"/>
              </w:rPr>
            </w:pPr>
            <w:r w:rsidRPr="00AD3B12">
              <w:rPr>
                <w:rFonts w:eastAsia="Arial"/>
              </w:rPr>
              <w:t>Kontaktiniai asmenys</w:t>
            </w:r>
          </w:p>
        </w:tc>
      </w:tr>
      <w:tr w:rsidR="00AD3B12" w14:paraId="072C3270" w14:textId="77777777" w:rsidTr="00BA6721">
        <w:tc>
          <w:tcPr>
            <w:tcW w:w="1276" w:type="dxa"/>
          </w:tcPr>
          <w:p w14:paraId="00D9F1ED" w14:textId="77777777" w:rsidR="00AD3B12" w:rsidRDefault="00AD3B12" w:rsidP="003E710A">
            <w:pPr>
              <w:pStyle w:val="Heading41"/>
            </w:pPr>
          </w:p>
        </w:tc>
        <w:tc>
          <w:tcPr>
            <w:tcW w:w="8363" w:type="dxa"/>
          </w:tcPr>
          <w:p w14:paraId="4422D402" w14:textId="5572C230" w:rsidR="00AD3B12" w:rsidRPr="000D3D5F" w:rsidRDefault="00AD3B12" w:rsidP="000D3D5F">
            <w:pPr>
              <w:spacing w:after="60" w:line="259" w:lineRule="auto"/>
              <w:jc w:val="both"/>
              <w:rPr>
                <w:rFonts w:ascii="Cambria" w:eastAsia="Arial" w:hAnsi="Cambria"/>
                <w:sz w:val="24"/>
                <w:szCs w:val="24"/>
              </w:rPr>
            </w:pPr>
            <w:r w:rsidRPr="00AD3B12">
              <w:rPr>
                <w:rFonts w:ascii="Cambria" w:eastAsia="Arial" w:hAnsi="Cambria"/>
                <w:sz w:val="24"/>
                <w:szCs w:val="24"/>
              </w:rPr>
              <w:t>Kiekviena iš Šalių Sutarties sudarymo metu privalo paskirti kontaktinį asmenį, atsakingą už Sutarties vykdymą (pavyzdžiui, Prekių priėmimą, užsakymų teikimą ir gavimą ir kt.), ir nurodyti jų kontaktinius duomenis Specialiosiose sąlygose.</w:t>
            </w:r>
          </w:p>
        </w:tc>
      </w:tr>
      <w:tr w:rsidR="00AD3B12" w14:paraId="582201E0" w14:textId="77777777" w:rsidTr="00BA6721">
        <w:tc>
          <w:tcPr>
            <w:tcW w:w="1276" w:type="dxa"/>
          </w:tcPr>
          <w:p w14:paraId="1F3086FF" w14:textId="77777777" w:rsidR="00AD3B12" w:rsidRDefault="00AD3B12" w:rsidP="003E710A">
            <w:pPr>
              <w:pStyle w:val="Heading41"/>
            </w:pPr>
          </w:p>
        </w:tc>
        <w:tc>
          <w:tcPr>
            <w:tcW w:w="8363" w:type="dxa"/>
          </w:tcPr>
          <w:p w14:paraId="23B7AAD9" w14:textId="13C8FA56" w:rsidR="00AD3B12" w:rsidRPr="000D3D5F" w:rsidRDefault="00AD3B12" w:rsidP="000D3D5F">
            <w:pPr>
              <w:spacing w:after="60" w:line="259" w:lineRule="auto"/>
              <w:jc w:val="both"/>
              <w:rPr>
                <w:rFonts w:ascii="Cambria" w:eastAsia="Arial" w:hAnsi="Cambria"/>
                <w:sz w:val="24"/>
                <w:szCs w:val="24"/>
              </w:rPr>
            </w:pPr>
            <w:r w:rsidRPr="00AD3B12">
              <w:rPr>
                <w:rFonts w:ascii="Cambria" w:eastAsia="Arial" w:hAnsi="Cambria"/>
                <w:sz w:val="24"/>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tc>
      </w:tr>
      <w:tr w:rsidR="00AD3B12" w14:paraId="29AFF990" w14:textId="77777777" w:rsidTr="00BA6721">
        <w:tc>
          <w:tcPr>
            <w:tcW w:w="1276" w:type="dxa"/>
          </w:tcPr>
          <w:p w14:paraId="6A9D7B9F" w14:textId="77777777" w:rsidR="00AD3B12" w:rsidRDefault="00AD3B12" w:rsidP="003E710A">
            <w:pPr>
              <w:pStyle w:val="Heading41"/>
            </w:pPr>
          </w:p>
        </w:tc>
        <w:tc>
          <w:tcPr>
            <w:tcW w:w="8363" w:type="dxa"/>
          </w:tcPr>
          <w:p w14:paraId="369C6A8A" w14:textId="163A3A17" w:rsidR="00AD3B12" w:rsidRPr="000D3D5F" w:rsidRDefault="00AD3B12" w:rsidP="000D3D5F">
            <w:pPr>
              <w:spacing w:after="60" w:line="259" w:lineRule="auto"/>
              <w:jc w:val="both"/>
              <w:rPr>
                <w:rFonts w:ascii="Cambria" w:eastAsia="Arial" w:hAnsi="Cambria"/>
                <w:sz w:val="24"/>
                <w:szCs w:val="24"/>
              </w:rPr>
            </w:pPr>
            <w:r w:rsidRPr="00AD3B12">
              <w:rPr>
                <w:rFonts w:ascii="Cambria" w:eastAsia="Arial" w:hAnsi="Cambria"/>
                <w:sz w:val="24"/>
                <w:szCs w:val="24"/>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w:t>
            </w:r>
            <w:r w:rsidR="009F0E42">
              <w:rPr>
                <w:rFonts w:ascii="Cambria" w:eastAsia="Arial" w:hAnsi="Cambria"/>
                <w:sz w:val="24"/>
                <w:szCs w:val="24"/>
              </w:rPr>
              <w:fldChar w:fldCharType="begin"/>
            </w:r>
            <w:r w:rsidR="009F0E42">
              <w:rPr>
                <w:rFonts w:ascii="Cambria" w:eastAsia="Arial" w:hAnsi="Cambria"/>
                <w:sz w:val="24"/>
                <w:szCs w:val="24"/>
              </w:rPr>
              <w:instrText xml:space="preserve"> REF _Ref165066537 \r \h </w:instrText>
            </w:r>
            <w:r w:rsidR="009F0E42">
              <w:rPr>
                <w:rFonts w:ascii="Cambria" w:eastAsia="Arial" w:hAnsi="Cambria"/>
                <w:sz w:val="24"/>
                <w:szCs w:val="24"/>
              </w:rPr>
            </w:r>
            <w:r w:rsidR="009F0E42">
              <w:rPr>
                <w:rFonts w:ascii="Cambria" w:eastAsia="Arial" w:hAnsi="Cambria"/>
                <w:sz w:val="24"/>
                <w:szCs w:val="24"/>
              </w:rPr>
              <w:fldChar w:fldCharType="separate"/>
            </w:r>
            <w:r w:rsidR="00441A5C">
              <w:rPr>
                <w:rFonts w:ascii="Cambria" w:eastAsia="Arial" w:hAnsi="Cambria"/>
                <w:sz w:val="24"/>
                <w:szCs w:val="24"/>
              </w:rPr>
              <w:t>20.5</w:t>
            </w:r>
            <w:r w:rsidR="009F0E42">
              <w:rPr>
                <w:rFonts w:ascii="Cambria" w:eastAsia="Arial" w:hAnsi="Cambria"/>
                <w:sz w:val="24"/>
                <w:szCs w:val="24"/>
              </w:rPr>
              <w:fldChar w:fldCharType="end"/>
            </w:r>
            <w:r w:rsidRPr="00AD3B12">
              <w:rPr>
                <w:rFonts w:ascii="Cambria" w:eastAsia="Arial" w:hAnsi="Cambria"/>
                <w:sz w:val="24"/>
                <w:szCs w:val="24"/>
              </w:rPr>
              <w:t xml:space="preserve"> punktu, nesudaromas.</w:t>
            </w:r>
          </w:p>
        </w:tc>
      </w:tr>
      <w:tr w:rsidR="00AD3B12" w14:paraId="4D6DAFE2" w14:textId="77777777" w:rsidTr="00BA6721">
        <w:tc>
          <w:tcPr>
            <w:tcW w:w="9639" w:type="dxa"/>
            <w:gridSpan w:val="2"/>
          </w:tcPr>
          <w:p w14:paraId="6517643F" w14:textId="249CE6E8" w:rsidR="00AD3B12" w:rsidRPr="000D3D5F" w:rsidRDefault="00AD3B12" w:rsidP="00315D99">
            <w:pPr>
              <w:pStyle w:val="Antrat21"/>
              <w:rPr>
                <w:rFonts w:eastAsia="Arial"/>
              </w:rPr>
            </w:pPr>
            <w:r w:rsidRPr="00AD3B12">
              <w:rPr>
                <w:rFonts w:eastAsia="Arial"/>
              </w:rPr>
              <w:t>SUTARTIES VYKDYMO METU PATEIKIAMI DOKUMENTAI</w:t>
            </w:r>
          </w:p>
        </w:tc>
      </w:tr>
      <w:tr w:rsidR="00AD3B12" w14:paraId="6C4E58C6" w14:textId="77777777" w:rsidTr="00BA6721">
        <w:tc>
          <w:tcPr>
            <w:tcW w:w="1276" w:type="dxa"/>
          </w:tcPr>
          <w:p w14:paraId="7BE463AA" w14:textId="77777777" w:rsidR="00AD3B12" w:rsidRDefault="00AD3B12" w:rsidP="00A8509B">
            <w:pPr>
              <w:pStyle w:val="Heading32"/>
            </w:pPr>
          </w:p>
        </w:tc>
        <w:tc>
          <w:tcPr>
            <w:tcW w:w="8363" w:type="dxa"/>
          </w:tcPr>
          <w:p w14:paraId="03D0620E" w14:textId="4E1B98F0" w:rsidR="00AD3B12" w:rsidRPr="000D3D5F" w:rsidRDefault="00E16944" w:rsidP="000D3D5F">
            <w:pPr>
              <w:spacing w:after="60" w:line="259" w:lineRule="auto"/>
              <w:jc w:val="both"/>
              <w:rPr>
                <w:rFonts w:ascii="Cambria" w:eastAsia="Arial" w:hAnsi="Cambria"/>
                <w:sz w:val="24"/>
                <w:szCs w:val="24"/>
              </w:rPr>
            </w:pPr>
            <w:r w:rsidRPr="00E16944">
              <w:rPr>
                <w:rFonts w:ascii="Cambria" w:eastAsia="Arial" w:hAnsi="Cambria"/>
                <w:sz w:val="24"/>
                <w:szCs w:val="24"/>
              </w:rPr>
              <w:t>Jeigu Tiekėjas turi parengti ir (ar) pateikti Pirkėjui Prekių naudojimo instrukcijas, jos turi būti aiškios ir detalios, kad Pirkėjas, vadovaudamasis jomis, galėtų tinkamai naudoti patiektas Prekes.</w:t>
            </w:r>
          </w:p>
        </w:tc>
      </w:tr>
      <w:tr w:rsidR="00AD3B12" w14:paraId="783B31EF" w14:textId="77777777" w:rsidTr="00BA6721">
        <w:tc>
          <w:tcPr>
            <w:tcW w:w="1276" w:type="dxa"/>
          </w:tcPr>
          <w:p w14:paraId="1DB1D6D9" w14:textId="77777777" w:rsidR="00AD3B12" w:rsidRDefault="00AD3B12" w:rsidP="00A8509B">
            <w:pPr>
              <w:pStyle w:val="Heading32"/>
            </w:pPr>
          </w:p>
        </w:tc>
        <w:tc>
          <w:tcPr>
            <w:tcW w:w="8363" w:type="dxa"/>
          </w:tcPr>
          <w:p w14:paraId="4A8C0225" w14:textId="3FFFEC9D" w:rsidR="00AD3B12" w:rsidRPr="000D3D5F" w:rsidRDefault="00E16944" w:rsidP="000D3D5F">
            <w:pPr>
              <w:spacing w:after="60" w:line="259" w:lineRule="auto"/>
              <w:jc w:val="both"/>
              <w:rPr>
                <w:rFonts w:ascii="Cambria" w:eastAsia="Arial" w:hAnsi="Cambria"/>
                <w:sz w:val="24"/>
                <w:szCs w:val="24"/>
              </w:rPr>
            </w:pPr>
            <w:r w:rsidRPr="00E16944">
              <w:rPr>
                <w:rFonts w:ascii="Cambria" w:eastAsia="Arial" w:hAnsi="Cambria"/>
                <w:sz w:val="24"/>
                <w:szCs w:val="24"/>
              </w:rPr>
              <w:t xml:space="preserve">Tuo atveju, kai pagal Sutartį turi būti vykdomi mokymai ir (arba) atliekami bandymai, Tiekėjas privalo perduoti Pirkėjui naudojimo instrukcijas prieš tokius </w:t>
            </w:r>
            <w:r w:rsidRPr="00E16944">
              <w:rPr>
                <w:rFonts w:ascii="Cambria" w:eastAsia="Arial" w:hAnsi="Cambria"/>
                <w:sz w:val="24"/>
                <w:szCs w:val="24"/>
              </w:rPr>
              <w:lastRenderedPageBreak/>
              <w:t>mokymus ir (arba) bandymus, o po mokymų ir (arba) bandymų patikslinti ir papildyti naudojimo instrukcijas, atsižvelgdamas į mokymų ir (arba) bandymų eigą ir rezultatus.</w:t>
            </w:r>
          </w:p>
        </w:tc>
      </w:tr>
      <w:tr w:rsidR="00AD3B12" w14:paraId="10C42E92" w14:textId="77777777" w:rsidTr="00BA6721">
        <w:tc>
          <w:tcPr>
            <w:tcW w:w="1276" w:type="dxa"/>
          </w:tcPr>
          <w:p w14:paraId="3D59FA5E" w14:textId="77777777" w:rsidR="00AD3B12" w:rsidRDefault="00AD3B12" w:rsidP="00A8509B">
            <w:pPr>
              <w:pStyle w:val="Heading32"/>
            </w:pPr>
          </w:p>
        </w:tc>
        <w:tc>
          <w:tcPr>
            <w:tcW w:w="8363" w:type="dxa"/>
          </w:tcPr>
          <w:p w14:paraId="3FE6B540" w14:textId="552A5026" w:rsidR="00AD3B12" w:rsidRPr="000D3D5F" w:rsidRDefault="00E16944" w:rsidP="000D3D5F">
            <w:pPr>
              <w:spacing w:after="60" w:line="259" w:lineRule="auto"/>
              <w:jc w:val="both"/>
              <w:rPr>
                <w:rFonts w:ascii="Cambria" w:eastAsia="Arial" w:hAnsi="Cambria"/>
                <w:sz w:val="24"/>
                <w:szCs w:val="24"/>
              </w:rPr>
            </w:pPr>
            <w:r w:rsidRPr="00E16944">
              <w:rPr>
                <w:rFonts w:ascii="Cambria" w:eastAsia="Arial" w:hAnsi="Cambria"/>
                <w:sz w:val="24"/>
                <w:szCs w:val="24"/>
              </w:rPr>
              <w:t>Jei Prekių naudojimui būtiniems dokumentams reikalingas vertimas, su tuo susijusios išlaidos tenka Tiekėjui. Jei Tiekėjas Prekių naudojimui būtinus dokumentus verčia savarankiškai, jis atsako už šių dokumentų vertimo tikslumą.</w:t>
            </w:r>
          </w:p>
        </w:tc>
      </w:tr>
      <w:tr w:rsidR="00A8509B" w14:paraId="661EE2C8" w14:textId="77777777" w:rsidTr="00BA6721">
        <w:tc>
          <w:tcPr>
            <w:tcW w:w="9639" w:type="dxa"/>
            <w:gridSpan w:val="2"/>
          </w:tcPr>
          <w:p w14:paraId="469F3E1E" w14:textId="61096C04" w:rsidR="00A8509B" w:rsidRPr="000D3D5F" w:rsidRDefault="00A8509B" w:rsidP="00315D99">
            <w:pPr>
              <w:pStyle w:val="Antrat21"/>
              <w:rPr>
                <w:rFonts w:eastAsia="Arial"/>
              </w:rPr>
            </w:pPr>
            <w:r w:rsidRPr="00A8509B">
              <w:rPr>
                <w:rFonts w:eastAsia="Arial"/>
              </w:rPr>
              <w:t>PREKIŲ TIEKIMO PABAIGA IR PREKIŲ PRIĖMIMAS</w:t>
            </w:r>
          </w:p>
        </w:tc>
      </w:tr>
      <w:tr w:rsidR="00A8509B" w14:paraId="3A90D2AB" w14:textId="77777777" w:rsidTr="00BA6721">
        <w:tc>
          <w:tcPr>
            <w:tcW w:w="9639" w:type="dxa"/>
            <w:gridSpan w:val="2"/>
          </w:tcPr>
          <w:p w14:paraId="3F33A013" w14:textId="55BC4F62" w:rsidR="00A8509B" w:rsidRPr="000D3D5F" w:rsidRDefault="00A8509B" w:rsidP="009A4E3D">
            <w:pPr>
              <w:pStyle w:val="Heading31"/>
              <w:rPr>
                <w:rFonts w:eastAsia="Arial"/>
              </w:rPr>
            </w:pPr>
            <w:r w:rsidRPr="00A8509B">
              <w:rPr>
                <w:rFonts w:eastAsia="Arial"/>
              </w:rPr>
              <w:t>Prekių tiekimo pabaiga</w:t>
            </w:r>
          </w:p>
        </w:tc>
      </w:tr>
      <w:tr w:rsidR="00E16944" w14:paraId="22F05400" w14:textId="77777777" w:rsidTr="00BA6721">
        <w:tc>
          <w:tcPr>
            <w:tcW w:w="1276" w:type="dxa"/>
          </w:tcPr>
          <w:p w14:paraId="36F3791C" w14:textId="77777777" w:rsidR="00E16944" w:rsidRDefault="00E16944" w:rsidP="003E710A">
            <w:pPr>
              <w:pStyle w:val="Heading41"/>
            </w:pPr>
          </w:p>
        </w:tc>
        <w:tc>
          <w:tcPr>
            <w:tcW w:w="8363" w:type="dxa"/>
          </w:tcPr>
          <w:p w14:paraId="3579F672" w14:textId="1869BB35" w:rsidR="00E16944" w:rsidRPr="000D3D5F" w:rsidRDefault="00AF178B" w:rsidP="000D3D5F">
            <w:pPr>
              <w:spacing w:after="60" w:line="259" w:lineRule="auto"/>
              <w:jc w:val="both"/>
              <w:rPr>
                <w:rFonts w:ascii="Cambria" w:eastAsia="Arial" w:hAnsi="Cambria"/>
                <w:sz w:val="24"/>
                <w:szCs w:val="24"/>
              </w:rPr>
            </w:pPr>
            <w:r w:rsidRPr="00AF178B">
              <w:rPr>
                <w:rFonts w:ascii="Cambria" w:eastAsia="Arial" w:hAnsi="Cambria"/>
                <w:sz w:val="24"/>
                <w:szCs w:val="24"/>
              </w:rPr>
              <w:t>Prekių tiekimas laikomas užbaigtu, kai yra įvykdytos visos šios sąlygos:</w:t>
            </w:r>
          </w:p>
        </w:tc>
      </w:tr>
      <w:tr w:rsidR="00E16944" w14:paraId="13F725A7" w14:textId="77777777" w:rsidTr="00BA6721">
        <w:tc>
          <w:tcPr>
            <w:tcW w:w="1276" w:type="dxa"/>
          </w:tcPr>
          <w:p w14:paraId="22A0B832" w14:textId="77777777" w:rsidR="00E16944" w:rsidRDefault="00E16944" w:rsidP="00102A4F">
            <w:pPr>
              <w:pStyle w:val="Heading51"/>
            </w:pPr>
          </w:p>
        </w:tc>
        <w:tc>
          <w:tcPr>
            <w:tcW w:w="8363" w:type="dxa"/>
          </w:tcPr>
          <w:p w14:paraId="0AC71ED9" w14:textId="4E991405" w:rsidR="00E16944" w:rsidRPr="000D3D5F" w:rsidRDefault="00AF178B" w:rsidP="000D3D5F">
            <w:pPr>
              <w:spacing w:after="60" w:line="259" w:lineRule="auto"/>
              <w:jc w:val="both"/>
              <w:rPr>
                <w:rFonts w:ascii="Cambria" w:eastAsia="Arial" w:hAnsi="Cambria"/>
                <w:sz w:val="24"/>
                <w:szCs w:val="24"/>
              </w:rPr>
            </w:pPr>
            <w:r w:rsidRPr="00AF178B">
              <w:rPr>
                <w:rFonts w:ascii="Cambria" w:eastAsia="Arial" w:hAnsi="Cambria"/>
                <w:sz w:val="24"/>
                <w:szCs w:val="24"/>
              </w:rPr>
              <w:t>Tiekėjas pristatė visas Prekes pagal Sutarties ir įstatymų bei kitų teisės aktų reikalavimus (ir kai suteiktos visos su Prekėmis susijusios paslaugos, jei to reikalaujama)</w:t>
            </w:r>
            <w:r w:rsidR="00621884">
              <w:rPr>
                <w:rFonts w:ascii="Cambria" w:eastAsia="Arial" w:hAnsi="Cambria"/>
                <w:sz w:val="24"/>
                <w:szCs w:val="24"/>
              </w:rPr>
              <w:t>;</w:t>
            </w:r>
          </w:p>
        </w:tc>
      </w:tr>
      <w:tr w:rsidR="00E16944" w14:paraId="333CA4F9" w14:textId="77777777" w:rsidTr="00BA6721">
        <w:tc>
          <w:tcPr>
            <w:tcW w:w="1276" w:type="dxa"/>
          </w:tcPr>
          <w:p w14:paraId="3C023F04" w14:textId="77777777" w:rsidR="00E16944" w:rsidRDefault="00E16944" w:rsidP="00102A4F">
            <w:pPr>
              <w:pStyle w:val="Heading51"/>
            </w:pPr>
          </w:p>
        </w:tc>
        <w:tc>
          <w:tcPr>
            <w:tcW w:w="8363" w:type="dxa"/>
          </w:tcPr>
          <w:p w14:paraId="3D38485B" w14:textId="17D2DDF3" w:rsidR="00E16944" w:rsidRPr="000D3D5F" w:rsidRDefault="002A55A4" w:rsidP="000D3D5F">
            <w:pPr>
              <w:spacing w:after="60" w:line="259" w:lineRule="auto"/>
              <w:jc w:val="both"/>
              <w:rPr>
                <w:rFonts w:ascii="Cambria" w:eastAsia="Arial" w:hAnsi="Cambria"/>
                <w:sz w:val="24"/>
                <w:szCs w:val="24"/>
              </w:rPr>
            </w:pPr>
            <w:r w:rsidRPr="002A55A4">
              <w:rPr>
                <w:rFonts w:ascii="Cambria" w:eastAsia="Arial" w:hAnsi="Cambria"/>
                <w:sz w:val="24"/>
                <w:szCs w:val="24"/>
              </w:rPr>
              <w:t>Tiekėjas perdavė Pirkėjui visą reikalingą dokumentaciją, įskaitant naudojimo instrukcijas ir garantijas (jei to reikalaujama)</w:t>
            </w:r>
            <w:r w:rsidR="00621884">
              <w:rPr>
                <w:rFonts w:ascii="Cambria" w:eastAsia="Arial" w:hAnsi="Cambria"/>
                <w:sz w:val="24"/>
                <w:szCs w:val="24"/>
              </w:rPr>
              <w:t>;</w:t>
            </w:r>
          </w:p>
        </w:tc>
      </w:tr>
      <w:tr w:rsidR="00AF178B" w14:paraId="6DB86BB4" w14:textId="77777777" w:rsidTr="00BA6721">
        <w:tc>
          <w:tcPr>
            <w:tcW w:w="1276" w:type="dxa"/>
          </w:tcPr>
          <w:p w14:paraId="126CB9AB" w14:textId="77777777" w:rsidR="00AF178B" w:rsidRDefault="00AF178B" w:rsidP="00102A4F">
            <w:pPr>
              <w:pStyle w:val="Heading51"/>
            </w:pPr>
          </w:p>
        </w:tc>
        <w:tc>
          <w:tcPr>
            <w:tcW w:w="8363" w:type="dxa"/>
          </w:tcPr>
          <w:p w14:paraId="701B988E" w14:textId="30BA37FF" w:rsidR="00AF178B" w:rsidRPr="000D3D5F" w:rsidRDefault="002A55A4" w:rsidP="000D3D5F">
            <w:pPr>
              <w:spacing w:after="60" w:line="259" w:lineRule="auto"/>
              <w:jc w:val="both"/>
              <w:rPr>
                <w:rFonts w:ascii="Cambria" w:eastAsia="Arial" w:hAnsi="Cambria"/>
                <w:sz w:val="24"/>
                <w:szCs w:val="24"/>
              </w:rPr>
            </w:pPr>
            <w:r w:rsidRPr="002A55A4">
              <w:rPr>
                <w:rFonts w:ascii="Cambria" w:eastAsia="Arial" w:hAnsi="Cambria"/>
                <w:sz w:val="24"/>
                <w:szCs w:val="24"/>
              </w:rPr>
              <w:t>Tiekėjas apmokė Pirkėjo personalą, kaip naudoti Prekes (jeigu to reikalaujama)</w:t>
            </w:r>
            <w:r w:rsidR="00621884">
              <w:rPr>
                <w:rFonts w:ascii="Cambria" w:eastAsia="Arial" w:hAnsi="Cambria"/>
                <w:sz w:val="24"/>
                <w:szCs w:val="24"/>
              </w:rPr>
              <w:t>;</w:t>
            </w:r>
          </w:p>
        </w:tc>
      </w:tr>
      <w:tr w:rsidR="00AF178B" w14:paraId="532DB7A8" w14:textId="77777777" w:rsidTr="00BA6721">
        <w:tc>
          <w:tcPr>
            <w:tcW w:w="1276" w:type="dxa"/>
          </w:tcPr>
          <w:p w14:paraId="6480DDF7" w14:textId="77777777" w:rsidR="00AF178B" w:rsidRDefault="00AF178B" w:rsidP="00102A4F">
            <w:pPr>
              <w:pStyle w:val="Heading51"/>
            </w:pPr>
          </w:p>
        </w:tc>
        <w:tc>
          <w:tcPr>
            <w:tcW w:w="8363" w:type="dxa"/>
          </w:tcPr>
          <w:p w14:paraId="3ED02BD1" w14:textId="28C24B06" w:rsidR="00AF178B" w:rsidRPr="000D3D5F" w:rsidRDefault="002A55A4" w:rsidP="000D3D5F">
            <w:pPr>
              <w:spacing w:after="60" w:line="259" w:lineRule="auto"/>
              <w:jc w:val="both"/>
              <w:rPr>
                <w:rFonts w:ascii="Cambria" w:eastAsia="Arial" w:hAnsi="Cambria"/>
                <w:sz w:val="24"/>
                <w:szCs w:val="24"/>
              </w:rPr>
            </w:pPr>
            <w:r w:rsidRPr="002A55A4">
              <w:rPr>
                <w:rFonts w:ascii="Cambria" w:eastAsia="Arial" w:hAnsi="Cambria"/>
                <w:sz w:val="24"/>
                <w:szCs w:val="24"/>
              </w:rPr>
              <w:t>buvo įformintas Prekių perdavimo</w:t>
            </w:r>
            <w:r w:rsidR="00FE2BE0">
              <w:rPr>
                <w:rFonts w:ascii="Cambria" w:eastAsia="Arial" w:hAnsi="Cambria"/>
                <w:sz w:val="24"/>
                <w:szCs w:val="24"/>
              </w:rPr>
              <w:t>–</w:t>
            </w:r>
            <w:r w:rsidRPr="002A55A4">
              <w:rPr>
                <w:rFonts w:ascii="Cambria" w:eastAsia="Arial" w:hAnsi="Cambria"/>
                <w:sz w:val="24"/>
                <w:szCs w:val="24"/>
              </w:rPr>
              <w:t>priėmimo aktas ar Prekių perdavimo–priėmimo aktai, jei numatytas Prekių pristatymas dalimis, ar kitas Sutartyje numatytas dokumentas, nuo kurio pasirašymo laikoma, kad Prekės buvo priimtos</w:t>
            </w:r>
            <w:r w:rsidR="00621884">
              <w:rPr>
                <w:rFonts w:ascii="Cambria" w:eastAsia="Arial" w:hAnsi="Cambria"/>
                <w:sz w:val="24"/>
                <w:szCs w:val="24"/>
              </w:rPr>
              <w:t>;</w:t>
            </w:r>
          </w:p>
        </w:tc>
      </w:tr>
      <w:tr w:rsidR="00AF178B" w14:paraId="7703F750" w14:textId="77777777" w:rsidTr="00BA6721">
        <w:tc>
          <w:tcPr>
            <w:tcW w:w="1276" w:type="dxa"/>
          </w:tcPr>
          <w:p w14:paraId="43036DB9" w14:textId="77777777" w:rsidR="00AF178B" w:rsidRDefault="00AF178B" w:rsidP="00102A4F">
            <w:pPr>
              <w:pStyle w:val="Heading51"/>
            </w:pPr>
          </w:p>
        </w:tc>
        <w:tc>
          <w:tcPr>
            <w:tcW w:w="8363" w:type="dxa"/>
          </w:tcPr>
          <w:p w14:paraId="75952D9E" w14:textId="178A4821" w:rsidR="00AF178B" w:rsidRPr="000D3D5F" w:rsidRDefault="002A55A4" w:rsidP="000D3D5F">
            <w:pPr>
              <w:spacing w:after="60" w:line="259" w:lineRule="auto"/>
              <w:jc w:val="both"/>
              <w:rPr>
                <w:rFonts w:ascii="Cambria" w:eastAsia="Arial" w:hAnsi="Cambria"/>
                <w:sz w:val="24"/>
                <w:szCs w:val="24"/>
              </w:rPr>
            </w:pPr>
            <w:r w:rsidRPr="002A55A4">
              <w:rPr>
                <w:rFonts w:ascii="Cambria" w:eastAsia="Arial" w:hAnsi="Cambria"/>
                <w:sz w:val="24"/>
                <w:szCs w:val="24"/>
              </w:rPr>
              <w:t>Tiekėjas įvykdė kitas sąlygas, numatytas įstatymuose bei kituose teisės aktuose, Sutartyje ir pasiūlyme, kurios turi būti įvykdytos tam, kad būtų laikoma, jog Prekių tiekimas yra užbaigtas, ir pateikė Pirkėjui tai įrodančius dokumentus.</w:t>
            </w:r>
          </w:p>
        </w:tc>
      </w:tr>
      <w:tr w:rsidR="00102A4F" w14:paraId="5E516A1F" w14:textId="77777777" w:rsidTr="00BA6721">
        <w:tc>
          <w:tcPr>
            <w:tcW w:w="9639" w:type="dxa"/>
            <w:gridSpan w:val="2"/>
          </w:tcPr>
          <w:p w14:paraId="22EFA31E" w14:textId="7DEEA4FA" w:rsidR="00102A4F" w:rsidRPr="000D3D5F" w:rsidRDefault="00102A4F" w:rsidP="009A4E3D">
            <w:pPr>
              <w:pStyle w:val="Heading31"/>
              <w:rPr>
                <w:rFonts w:eastAsia="Arial"/>
              </w:rPr>
            </w:pPr>
            <w:r w:rsidRPr="00102A4F">
              <w:rPr>
                <w:rFonts w:eastAsia="Arial"/>
              </w:rPr>
              <w:t>Prekių perdavimas–priėmimas</w:t>
            </w:r>
          </w:p>
        </w:tc>
      </w:tr>
      <w:tr w:rsidR="00AF178B" w14:paraId="39A209D6" w14:textId="77777777" w:rsidTr="00BA6721">
        <w:tc>
          <w:tcPr>
            <w:tcW w:w="1276" w:type="dxa"/>
          </w:tcPr>
          <w:p w14:paraId="43326C94" w14:textId="77777777" w:rsidR="00AF178B" w:rsidRDefault="00AF178B" w:rsidP="003E710A">
            <w:pPr>
              <w:pStyle w:val="Heading41"/>
            </w:pPr>
          </w:p>
        </w:tc>
        <w:tc>
          <w:tcPr>
            <w:tcW w:w="8363" w:type="dxa"/>
          </w:tcPr>
          <w:p w14:paraId="007C3FA3" w14:textId="7A16AB4D" w:rsidR="00AF178B"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w:t>
            </w:r>
          </w:p>
        </w:tc>
      </w:tr>
      <w:tr w:rsidR="00AF178B" w14:paraId="4FBAB95E" w14:textId="77777777" w:rsidTr="00BA6721">
        <w:tc>
          <w:tcPr>
            <w:tcW w:w="1276" w:type="dxa"/>
          </w:tcPr>
          <w:p w14:paraId="704612E5" w14:textId="77777777" w:rsidR="00AF178B" w:rsidRDefault="00AF178B" w:rsidP="003E710A">
            <w:pPr>
              <w:pStyle w:val="Heading41"/>
            </w:pPr>
          </w:p>
        </w:tc>
        <w:tc>
          <w:tcPr>
            <w:tcW w:w="8363" w:type="dxa"/>
          </w:tcPr>
          <w:p w14:paraId="4B4FCEBB" w14:textId="6435D696" w:rsidR="00AF178B"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tc>
      </w:tr>
      <w:tr w:rsidR="00AF178B" w14:paraId="307430E5" w14:textId="77777777" w:rsidTr="00BA6721">
        <w:tc>
          <w:tcPr>
            <w:tcW w:w="1276" w:type="dxa"/>
          </w:tcPr>
          <w:p w14:paraId="7B568232" w14:textId="77777777" w:rsidR="00AF178B" w:rsidRDefault="00AF178B" w:rsidP="003E710A">
            <w:pPr>
              <w:pStyle w:val="Heading41"/>
            </w:pPr>
          </w:p>
        </w:tc>
        <w:tc>
          <w:tcPr>
            <w:tcW w:w="8363" w:type="dxa"/>
          </w:tcPr>
          <w:p w14:paraId="40CDC10F" w14:textId="0DFA57A7" w:rsidR="00AF178B"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Tiekėjui pristačius Prekes, Pirkėjas atlieka jų patikrinimą ir privalo:</w:t>
            </w:r>
          </w:p>
        </w:tc>
      </w:tr>
      <w:tr w:rsidR="00AF178B" w14:paraId="52A02823" w14:textId="77777777" w:rsidTr="00BA6721">
        <w:tc>
          <w:tcPr>
            <w:tcW w:w="1276" w:type="dxa"/>
          </w:tcPr>
          <w:p w14:paraId="5C638C85" w14:textId="77777777" w:rsidR="00AF178B" w:rsidRDefault="00AF178B" w:rsidP="00102A4F">
            <w:pPr>
              <w:pStyle w:val="Heading51"/>
            </w:pPr>
          </w:p>
        </w:tc>
        <w:tc>
          <w:tcPr>
            <w:tcW w:w="8363" w:type="dxa"/>
          </w:tcPr>
          <w:p w14:paraId="7212B46A" w14:textId="76B8A691" w:rsidR="00AF178B"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ne vėliau kaip per 5 (penkias) darbo dienas nuo faktinio Prekių perdavimo priimti Prekes, pasirašydamas Prekių perdavimo–priėmimo aktą; arba</w:t>
            </w:r>
          </w:p>
        </w:tc>
      </w:tr>
      <w:tr w:rsidR="00AF178B" w14:paraId="79054909" w14:textId="77777777" w:rsidTr="00BA6721">
        <w:tc>
          <w:tcPr>
            <w:tcW w:w="1276" w:type="dxa"/>
          </w:tcPr>
          <w:p w14:paraId="27356452" w14:textId="77777777" w:rsidR="00AF178B" w:rsidRDefault="00AF178B" w:rsidP="00102A4F">
            <w:pPr>
              <w:pStyle w:val="Heading51"/>
            </w:pPr>
          </w:p>
        </w:tc>
        <w:tc>
          <w:tcPr>
            <w:tcW w:w="8363" w:type="dxa"/>
          </w:tcPr>
          <w:p w14:paraId="465654F0" w14:textId="359655F7" w:rsidR="00AF178B"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167FF2">
              <w:rPr>
                <w:rFonts w:ascii="Cambria" w:eastAsia="Arial" w:hAnsi="Cambria"/>
                <w:b/>
                <w:bCs/>
                <w:sz w:val="24"/>
                <w:szCs w:val="24"/>
              </w:rPr>
              <w:t>Defektų aktas</w:t>
            </w:r>
            <w:r w:rsidRPr="00102A4F">
              <w:rPr>
                <w:rFonts w:ascii="Cambria" w:eastAsia="Arial" w:hAnsi="Cambria"/>
                <w:sz w:val="24"/>
                <w:szCs w:val="24"/>
              </w:rPr>
              <w:t>);</w:t>
            </w:r>
            <w:r w:rsidR="002B2E96">
              <w:rPr>
                <w:rFonts w:ascii="Cambria" w:eastAsia="Arial" w:hAnsi="Cambria"/>
                <w:sz w:val="24"/>
                <w:szCs w:val="24"/>
              </w:rPr>
              <w:t xml:space="preserve"> </w:t>
            </w:r>
            <w:r w:rsidRPr="00102A4F">
              <w:rPr>
                <w:rFonts w:ascii="Cambria" w:eastAsia="Arial" w:hAnsi="Cambria"/>
                <w:sz w:val="24"/>
                <w:szCs w:val="24"/>
              </w:rPr>
              <w:t>arba</w:t>
            </w:r>
          </w:p>
        </w:tc>
      </w:tr>
      <w:tr w:rsidR="00102A4F" w14:paraId="0695F895" w14:textId="77777777" w:rsidTr="00BA6721">
        <w:tc>
          <w:tcPr>
            <w:tcW w:w="1276" w:type="dxa"/>
          </w:tcPr>
          <w:p w14:paraId="6A6E9E2F" w14:textId="77777777" w:rsidR="00102A4F" w:rsidRDefault="00102A4F" w:rsidP="00102A4F">
            <w:pPr>
              <w:pStyle w:val="Heading51"/>
            </w:pPr>
          </w:p>
        </w:tc>
        <w:tc>
          <w:tcPr>
            <w:tcW w:w="8363" w:type="dxa"/>
          </w:tcPr>
          <w:p w14:paraId="30B76477" w14:textId="6D53704A"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 xml:space="preserve">atsisakyti priimti Prekes ar jų dalį ir įteikti (arba išsiųsti) Defektų aktą Tiekėjui </w:t>
            </w:r>
            <w:r w:rsidRPr="00102A4F">
              <w:rPr>
                <w:rFonts w:ascii="Cambria" w:eastAsia="Arial" w:hAnsi="Cambria"/>
                <w:sz w:val="24"/>
                <w:szCs w:val="24"/>
              </w:rPr>
              <w:lastRenderedPageBreak/>
              <w:t>dėl netinkamų Prekių ar jų dalies.</w:t>
            </w:r>
          </w:p>
        </w:tc>
      </w:tr>
      <w:tr w:rsidR="00102A4F" w14:paraId="30CD6DC5" w14:textId="77777777" w:rsidTr="00BA6721">
        <w:tc>
          <w:tcPr>
            <w:tcW w:w="1276" w:type="dxa"/>
          </w:tcPr>
          <w:p w14:paraId="3B9B7E91" w14:textId="77777777" w:rsidR="00102A4F" w:rsidRDefault="00102A4F" w:rsidP="003E710A">
            <w:pPr>
              <w:pStyle w:val="Heading41"/>
            </w:pPr>
          </w:p>
        </w:tc>
        <w:tc>
          <w:tcPr>
            <w:tcW w:w="8363" w:type="dxa"/>
          </w:tcPr>
          <w:p w14:paraId="575346BC" w14:textId="7BAC2DDF"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Prekių perdavimo–priėmimo akte turi būti nurodoma data, kada Tiekėjas pristatė visas Prekes (ar atitinkamą jų dalį, kai Sutartyje numatytas pristatymas dalimis) ir pateikė visus reikiamus dokumentus.</w:t>
            </w:r>
          </w:p>
        </w:tc>
      </w:tr>
      <w:tr w:rsidR="00102A4F" w14:paraId="35AFF65C" w14:textId="77777777" w:rsidTr="00BA6721">
        <w:tc>
          <w:tcPr>
            <w:tcW w:w="1276" w:type="dxa"/>
          </w:tcPr>
          <w:p w14:paraId="116E370D" w14:textId="77777777" w:rsidR="00102A4F" w:rsidRDefault="00102A4F" w:rsidP="003E710A">
            <w:pPr>
              <w:pStyle w:val="Heading41"/>
            </w:pPr>
          </w:p>
        </w:tc>
        <w:tc>
          <w:tcPr>
            <w:tcW w:w="8363" w:type="dxa"/>
          </w:tcPr>
          <w:p w14:paraId="4C42B1E8" w14:textId="14D575DA"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tc>
      </w:tr>
      <w:tr w:rsidR="00102A4F" w14:paraId="5BE0AFAC" w14:textId="77777777" w:rsidTr="00BA6721">
        <w:tc>
          <w:tcPr>
            <w:tcW w:w="1276" w:type="dxa"/>
          </w:tcPr>
          <w:p w14:paraId="7F91099E" w14:textId="77777777" w:rsidR="00102A4F" w:rsidRDefault="00102A4F" w:rsidP="003E710A">
            <w:pPr>
              <w:pStyle w:val="Heading41"/>
            </w:pPr>
          </w:p>
        </w:tc>
        <w:tc>
          <w:tcPr>
            <w:tcW w:w="8363" w:type="dxa"/>
          </w:tcPr>
          <w:p w14:paraId="7A2AED5B" w14:textId="2B5F1648"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w:t>
            </w:r>
            <w:r w:rsidR="008D01A4">
              <w:rPr>
                <w:rFonts w:ascii="Cambria" w:eastAsia="Arial" w:hAnsi="Cambria"/>
                <w:sz w:val="24"/>
                <w:szCs w:val="24"/>
              </w:rPr>
              <w:fldChar w:fldCharType="begin"/>
            </w:r>
            <w:r w:rsidR="008D01A4">
              <w:rPr>
                <w:rFonts w:ascii="Cambria" w:eastAsia="Arial" w:hAnsi="Cambria"/>
                <w:sz w:val="24"/>
                <w:szCs w:val="24"/>
              </w:rPr>
              <w:instrText xml:space="preserve"> REF _Ref165067074 \r \h </w:instrText>
            </w:r>
            <w:r w:rsidR="008D01A4">
              <w:rPr>
                <w:rFonts w:ascii="Cambria" w:eastAsia="Arial" w:hAnsi="Cambria"/>
                <w:sz w:val="24"/>
                <w:szCs w:val="24"/>
              </w:rPr>
            </w:r>
            <w:r w:rsidR="008D01A4">
              <w:rPr>
                <w:rFonts w:ascii="Cambria" w:eastAsia="Arial" w:hAnsi="Cambria"/>
                <w:sz w:val="24"/>
                <w:szCs w:val="24"/>
              </w:rPr>
              <w:fldChar w:fldCharType="separate"/>
            </w:r>
            <w:r w:rsidR="00441A5C">
              <w:rPr>
                <w:rFonts w:ascii="Cambria" w:eastAsia="Arial" w:hAnsi="Cambria"/>
                <w:sz w:val="24"/>
                <w:szCs w:val="24"/>
              </w:rPr>
              <w:t>7.3</w:t>
            </w:r>
            <w:r w:rsidR="008D01A4">
              <w:rPr>
                <w:rFonts w:ascii="Cambria" w:eastAsia="Arial" w:hAnsi="Cambria"/>
                <w:sz w:val="24"/>
                <w:szCs w:val="24"/>
              </w:rPr>
              <w:fldChar w:fldCharType="end"/>
            </w:r>
            <w:r w:rsidRPr="00102A4F">
              <w:rPr>
                <w:rFonts w:ascii="Cambria" w:eastAsia="Arial" w:hAnsi="Cambria"/>
                <w:sz w:val="24"/>
                <w:szCs w:val="24"/>
              </w:rPr>
              <w:t xml:space="preserve"> poskyriu „Prekių trūkumų šalinimas“. Jeigu Tiekėjas praleidžia Prekių trūkumų pašalinimo terminus, taikomos Bendrųjų sąlygų </w:t>
            </w:r>
            <w:r w:rsidR="008D01A4">
              <w:rPr>
                <w:rFonts w:ascii="Cambria" w:eastAsia="Arial" w:hAnsi="Cambria"/>
                <w:sz w:val="24"/>
                <w:szCs w:val="24"/>
              </w:rPr>
              <w:fldChar w:fldCharType="begin"/>
            </w:r>
            <w:r w:rsidR="008D01A4">
              <w:rPr>
                <w:rFonts w:ascii="Cambria" w:eastAsia="Arial" w:hAnsi="Cambria"/>
                <w:sz w:val="24"/>
                <w:szCs w:val="24"/>
              </w:rPr>
              <w:instrText xml:space="preserve"> REF _Ref165067082 \r \h </w:instrText>
            </w:r>
            <w:r w:rsidR="008D01A4">
              <w:rPr>
                <w:rFonts w:ascii="Cambria" w:eastAsia="Arial" w:hAnsi="Cambria"/>
                <w:sz w:val="24"/>
                <w:szCs w:val="24"/>
              </w:rPr>
            </w:r>
            <w:r w:rsidR="008D01A4">
              <w:rPr>
                <w:rFonts w:ascii="Cambria" w:eastAsia="Arial" w:hAnsi="Cambria"/>
                <w:sz w:val="24"/>
                <w:szCs w:val="24"/>
              </w:rPr>
              <w:fldChar w:fldCharType="separate"/>
            </w:r>
            <w:r w:rsidR="00441A5C">
              <w:rPr>
                <w:rFonts w:ascii="Cambria" w:eastAsia="Arial" w:hAnsi="Cambria"/>
                <w:sz w:val="24"/>
                <w:szCs w:val="24"/>
              </w:rPr>
              <w:t>7.4</w:t>
            </w:r>
            <w:r w:rsidR="008D01A4">
              <w:rPr>
                <w:rFonts w:ascii="Cambria" w:eastAsia="Arial" w:hAnsi="Cambria"/>
                <w:sz w:val="24"/>
                <w:szCs w:val="24"/>
              </w:rPr>
              <w:fldChar w:fldCharType="end"/>
            </w:r>
            <w:r w:rsidRPr="00102A4F">
              <w:rPr>
                <w:rFonts w:ascii="Cambria" w:eastAsia="Arial" w:hAnsi="Cambria"/>
                <w:sz w:val="24"/>
                <w:szCs w:val="24"/>
              </w:rPr>
              <w:t xml:space="preserve"> poskyrio „Pirkėjo teisės, Tiekėjui nepašalinus Prekių trūkumų“ nuostatos.</w:t>
            </w:r>
          </w:p>
        </w:tc>
      </w:tr>
      <w:tr w:rsidR="00102A4F" w14:paraId="3F318352" w14:textId="77777777" w:rsidTr="00BA6721">
        <w:tc>
          <w:tcPr>
            <w:tcW w:w="1276" w:type="dxa"/>
          </w:tcPr>
          <w:p w14:paraId="4C8A1083" w14:textId="77777777" w:rsidR="00102A4F" w:rsidRDefault="00102A4F" w:rsidP="003E710A">
            <w:pPr>
              <w:pStyle w:val="Heading41"/>
            </w:pPr>
          </w:p>
        </w:tc>
        <w:tc>
          <w:tcPr>
            <w:tcW w:w="8363" w:type="dxa"/>
          </w:tcPr>
          <w:p w14:paraId="67A850D2" w14:textId="4DD945E6"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Jeigu Pirkėjas per 5 (penkias) darbo dienas nepateikia (neišsiunčia) Tiekėjui Defektų akto, laikoma, kad Pirkėjas Prekes priėmė ir joms pretenzijų neturi.</w:t>
            </w:r>
          </w:p>
        </w:tc>
      </w:tr>
      <w:tr w:rsidR="00102A4F" w14:paraId="7E87D11B" w14:textId="77777777" w:rsidTr="00BA6721">
        <w:tc>
          <w:tcPr>
            <w:tcW w:w="1276" w:type="dxa"/>
          </w:tcPr>
          <w:p w14:paraId="490FB812" w14:textId="77777777" w:rsidR="00102A4F" w:rsidRDefault="00102A4F" w:rsidP="003E710A">
            <w:pPr>
              <w:pStyle w:val="Heading41"/>
            </w:pPr>
          </w:p>
        </w:tc>
        <w:tc>
          <w:tcPr>
            <w:tcW w:w="8363" w:type="dxa"/>
          </w:tcPr>
          <w:p w14:paraId="7B15631A" w14:textId="73480574"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Prekių praradimo ar sugadinimo ar atsitiktinio žuvimo rizika Pirkėjui iš Tiekėjo pereina nuo faktinio Prekių priėmimo momento.</w:t>
            </w:r>
          </w:p>
        </w:tc>
      </w:tr>
      <w:tr w:rsidR="00102A4F" w14:paraId="626A0AAA" w14:textId="77777777" w:rsidTr="00BA6721">
        <w:tc>
          <w:tcPr>
            <w:tcW w:w="1276" w:type="dxa"/>
          </w:tcPr>
          <w:p w14:paraId="0A694562" w14:textId="77777777" w:rsidR="00102A4F" w:rsidRDefault="00102A4F" w:rsidP="003E710A">
            <w:pPr>
              <w:pStyle w:val="Heading41"/>
            </w:pPr>
          </w:p>
        </w:tc>
        <w:tc>
          <w:tcPr>
            <w:tcW w:w="8363" w:type="dxa"/>
          </w:tcPr>
          <w:p w14:paraId="0397677E" w14:textId="75EFD2EB"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Pirkėjas turi teisę naudotis Prekėmis tik po Prekių perdavimo</w:t>
            </w:r>
            <w:r w:rsidR="00225B9B">
              <w:rPr>
                <w:rFonts w:ascii="Cambria" w:eastAsia="Arial" w:hAnsi="Cambria"/>
                <w:sz w:val="24"/>
                <w:szCs w:val="24"/>
              </w:rPr>
              <w:t>–</w:t>
            </w:r>
            <w:r w:rsidRPr="00102A4F">
              <w:rPr>
                <w:rFonts w:ascii="Cambria" w:eastAsia="Arial" w:hAnsi="Cambria"/>
                <w:sz w:val="24"/>
                <w:szCs w:val="24"/>
              </w:rPr>
              <w:t>priėmimo akto pasirašymo.</w:t>
            </w:r>
          </w:p>
        </w:tc>
      </w:tr>
      <w:tr w:rsidR="00102A4F" w14:paraId="0CB38441" w14:textId="77777777" w:rsidTr="00BA6721">
        <w:tc>
          <w:tcPr>
            <w:tcW w:w="1276" w:type="dxa"/>
          </w:tcPr>
          <w:p w14:paraId="11A0C90A" w14:textId="77777777" w:rsidR="00102A4F" w:rsidRDefault="00102A4F" w:rsidP="003E710A">
            <w:pPr>
              <w:pStyle w:val="Heading41"/>
            </w:pPr>
          </w:p>
        </w:tc>
        <w:tc>
          <w:tcPr>
            <w:tcW w:w="8363" w:type="dxa"/>
          </w:tcPr>
          <w:p w14:paraId="604D333D" w14:textId="1E078A4D" w:rsidR="00102A4F" w:rsidRPr="000D3D5F" w:rsidRDefault="00102A4F" w:rsidP="000D3D5F">
            <w:pPr>
              <w:spacing w:after="60" w:line="259" w:lineRule="auto"/>
              <w:jc w:val="both"/>
              <w:rPr>
                <w:rFonts w:ascii="Cambria" w:eastAsia="Arial" w:hAnsi="Cambria"/>
                <w:sz w:val="24"/>
                <w:szCs w:val="24"/>
              </w:rPr>
            </w:pPr>
            <w:r w:rsidRPr="00102A4F">
              <w:rPr>
                <w:rFonts w:ascii="Cambria" w:eastAsia="Arial" w:hAnsi="Cambria"/>
                <w:sz w:val="24"/>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tc>
      </w:tr>
      <w:tr w:rsidR="00102A4F" w14:paraId="073B78F2" w14:textId="77777777" w:rsidTr="00BA6721">
        <w:tc>
          <w:tcPr>
            <w:tcW w:w="9639" w:type="dxa"/>
            <w:gridSpan w:val="2"/>
          </w:tcPr>
          <w:p w14:paraId="171E7A03" w14:textId="4047BC3C" w:rsidR="00102A4F" w:rsidRPr="000D3D5F" w:rsidRDefault="00102A4F" w:rsidP="00315D99">
            <w:pPr>
              <w:pStyle w:val="Antrat21"/>
              <w:rPr>
                <w:rFonts w:eastAsia="Arial"/>
              </w:rPr>
            </w:pPr>
            <w:r w:rsidRPr="00102A4F">
              <w:rPr>
                <w:rFonts w:eastAsia="Arial"/>
              </w:rPr>
              <w:t>TIEKĖJO GARANTINIAI ĮSIPAREIGOJIMAI</w:t>
            </w:r>
          </w:p>
        </w:tc>
      </w:tr>
      <w:tr w:rsidR="00102A4F" w14:paraId="69825DC6" w14:textId="77777777" w:rsidTr="00BA6721">
        <w:tc>
          <w:tcPr>
            <w:tcW w:w="9639" w:type="dxa"/>
            <w:gridSpan w:val="2"/>
          </w:tcPr>
          <w:p w14:paraId="092848ED" w14:textId="56EBDE9D" w:rsidR="00102A4F" w:rsidRPr="000D3D5F" w:rsidRDefault="00102A4F" w:rsidP="009A4E3D">
            <w:pPr>
              <w:pStyle w:val="Heading31"/>
              <w:rPr>
                <w:rFonts w:eastAsia="Arial"/>
              </w:rPr>
            </w:pPr>
            <w:r w:rsidRPr="00102A4F">
              <w:rPr>
                <w:rFonts w:eastAsia="Arial"/>
              </w:rPr>
              <w:t>Garantiniai terminai (jei taikoma)</w:t>
            </w:r>
          </w:p>
        </w:tc>
      </w:tr>
      <w:tr w:rsidR="00102A4F" w14:paraId="48921E57" w14:textId="77777777" w:rsidTr="00BA6721">
        <w:tc>
          <w:tcPr>
            <w:tcW w:w="1276" w:type="dxa"/>
          </w:tcPr>
          <w:p w14:paraId="1B656C9B" w14:textId="77777777" w:rsidR="00102A4F" w:rsidRDefault="00102A4F" w:rsidP="003E710A">
            <w:pPr>
              <w:pStyle w:val="Heading41"/>
            </w:pPr>
          </w:p>
        </w:tc>
        <w:tc>
          <w:tcPr>
            <w:tcW w:w="8363" w:type="dxa"/>
          </w:tcPr>
          <w:p w14:paraId="1D0449DB" w14:textId="439C932B" w:rsidR="00102A4F" w:rsidRPr="000D3D5F" w:rsidRDefault="00832E03" w:rsidP="000D3D5F">
            <w:pPr>
              <w:spacing w:after="60" w:line="259" w:lineRule="auto"/>
              <w:jc w:val="both"/>
              <w:rPr>
                <w:rFonts w:ascii="Cambria" w:eastAsia="Arial" w:hAnsi="Cambria"/>
                <w:sz w:val="24"/>
                <w:szCs w:val="24"/>
              </w:rPr>
            </w:pPr>
            <w:r w:rsidRPr="00832E03">
              <w:rPr>
                <w:rFonts w:ascii="Cambria" w:eastAsia="Arial" w:hAnsi="Cambria"/>
                <w:sz w:val="24"/>
                <w:szCs w:val="24"/>
              </w:rPr>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tc>
      </w:tr>
      <w:tr w:rsidR="00102A4F" w14:paraId="0B4CAEFC" w14:textId="77777777" w:rsidTr="00BA6721">
        <w:tc>
          <w:tcPr>
            <w:tcW w:w="1276" w:type="dxa"/>
          </w:tcPr>
          <w:p w14:paraId="08125CBB" w14:textId="77777777" w:rsidR="00102A4F" w:rsidRDefault="00102A4F" w:rsidP="003E710A">
            <w:pPr>
              <w:pStyle w:val="Heading41"/>
            </w:pPr>
          </w:p>
        </w:tc>
        <w:tc>
          <w:tcPr>
            <w:tcW w:w="8363" w:type="dxa"/>
          </w:tcPr>
          <w:p w14:paraId="437C1C0B" w14:textId="7928B691" w:rsidR="00102A4F" w:rsidRPr="000D3D5F" w:rsidRDefault="00832E03" w:rsidP="000D3D5F">
            <w:pPr>
              <w:spacing w:after="60" w:line="259" w:lineRule="auto"/>
              <w:jc w:val="both"/>
              <w:rPr>
                <w:rFonts w:ascii="Cambria" w:eastAsia="Arial" w:hAnsi="Cambria"/>
                <w:sz w:val="24"/>
                <w:szCs w:val="24"/>
              </w:rPr>
            </w:pPr>
            <w:r w:rsidRPr="00832E03">
              <w:rPr>
                <w:rFonts w:ascii="Cambria" w:eastAsia="Arial" w:hAnsi="Cambria"/>
                <w:sz w:val="24"/>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tc>
      </w:tr>
      <w:tr w:rsidR="00102A4F" w14:paraId="23C32C32" w14:textId="77777777" w:rsidTr="00BA6721">
        <w:tc>
          <w:tcPr>
            <w:tcW w:w="1276" w:type="dxa"/>
          </w:tcPr>
          <w:p w14:paraId="28D2EF4C" w14:textId="77777777" w:rsidR="00102A4F" w:rsidRDefault="00102A4F" w:rsidP="003E710A">
            <w:pPr>
              <w:pStyle w:val="Heading41"/>
            </w:pPr>
          </w:p>
        </w:tc>
        <w:tc>
          <w:tcPr>
            <w:tcW w:w="8363" w:type="dxa"/>
          </w:tcPr>
          <w:p w14:paraId="3F3307E8" w14:textId="29A9AA84" w:rsidR="00102A4F" w:rsidRPr="000D3D5F" w:rsidRDefault="00832E03" w:rsidP="000D3D5F">
            <w:pPr>
              <w:spacing w:after="60" w:line="259" w:lineRule="auto"/>
              <w:jc w:val="both"/>
              <w:rPr>
                <w:rFonts w:ascii="Cambria" w:eastAsia="Arial" w:hAnsi="Cambria"/>
                <w:sz w:val="24"/>
                <w:szCs w:val="24"/>
              </w:rPr>
            </w:pPr>
            <w:r w:rsidRPr="00832E03">
              <w:rPr>
                <w:rFonts w:ascii="Cambria" w:eastAsia="Arial" w:hAnsi="Cambria"/>
                <w:sz w:val="24"/>
                <w:szCs w:val="24"/>
              </w:rPr>
              <w:t xml:space="preserve">Tiekėjas neatsako už Prekių trūkumus, kurie atsirado dėl Prekių normalaus susidėvėjimo, jų netinkamo naudojimo ar priežiūros arba Pirkėjo, jo personalo arba trečiųjų asmenų kaltės, su sąlyga, kad nėra Tiekėjo kaltės dėl tokių Prekių </w:t>
            </w:r>
            <w:r w:rsidRPr="00832E03">
              <w:rPr>
                <w:rFonts w:ascii="Cambria" w:eastAsia="Arial" w:hAnsi="Cambria"/>
                <w:sz w:val="24"/>
                <w:szCs w:val="24"/>
              </w:rPr>
              <w:lastRenderedPageBreak/>
              <w:t>trūkumų, Prekių netinkamo naudojimo ar priežiūros.</w:t>
            </w:r>
          </w:p>
        </w:tc>
      </w:tr>
      <w:tr w:rsidR="00832E03" w14:paraId="0713AF46" w14:textId="77777777" w:rsidTr="00BA6721">
        <w:tc>
          <w:tcPr>
            <w:tcW w:w="9639" w:type="dxa"/>
            <w:gridSpan w:val="2"/>
          </w:tcPr>
          <w:p w14:paraId="5C88CC55" w14:textId="6ADD5308" w:rsidR="00832E03" w:rsidRPr="000D3D5F" w:rsidRDefault="00832E03" w:rsidP="009A4E3D">
            <w:pPr>
              <w:pStyle w:val="Heading31"/>
              <w:rPr>
                <w:rFonts w:eastAsia="Arial"/>
              </w:rPr>
            </w:pPr>
            <w:r w:rsidRPr="00832E03">
              <w:rPr>
                <w:rFonts w:eastAsia="Arial"/>
              </w:rPr>
              <w:lastRenderedPageBreak/>
              <w:t>Pretenzijos dėl Prekių trūkumų</w:t>
            </w:r>
          </w:p>
        </w:tc>
      </w:tr>
      <w:tr w:rsidR="00832E03" w14:paraId="108783A8" w14:textId="77777777" w:rsidTr="00BA6721">
        <w:tc>
          <w:tcPr>
            <w:tcW w:w="1276" w:type="dxa"/>
          </w:tcPr>
          <w:p w14:paraId="33210FDE" w14:textId="77777777" w:rsidR="00832E03" w:rsidRDefault="00832E03" w:rsidP="003E710A">
            <w:pPr>
              <w:pStyle w:val="Heading41"/>
            </w:pPr>
          </w:p>
        </w:tc>
        <w:tc>
          <w:tcPr>
            <w:tcW w:w="8363" w:type="dxa"/>
          </w:tcPr>
          <w:p w14:paraId="166A8BF2" w14:textId="081B56FE" w:rsidR="00832E03" w:rsidRPr="000D3D5F" w:rsidRDefault="00832E03" w:rsidP="000D3D5F">
            <w:pPr>
              <w:spacing w:after="60" w:line="259" w:lineRule="auto"/>
              <w:jc w:val="both"/>
              <w:rPr>
                <w:rFonts w:ascii="Cambria" w:eastAsia="Arial" w:hAnsi="Cambria"/>
                <w:sz w:val="24"/>
                <w:szCs w:val="24"/>
              </w:rPr>
            </w:pPr>
            <w:r w:rsidRPr="00832E03">
              <w:rPr>
                <w:rFonts w:ascii="Cambria" w:eastAsia="Arial" w:hAnsi="Cambria"/>
                <w:sz w:val="24"/>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tc>
      </w:tr>
      <w:tr w:rsidR="00832E03" w14:paraId="7BECBD12" w14:textId="77777777" w:rsidTr="00BA6721">
        <w:tc>
          <w:tcPr>
            <w:tcW w:w="1276" w:type="dxa"/>
          </w:tcPr>
          <w:p w14:paraId="57E13168" w14:textId="77777777" w:rsidR="00832E03" w:rsidRDefault="00832E03" w:rsidP="003E710A">
            <w:pPr>
              <w:pStyle w:val="Heading41"/>
            </w:pPr>
          </w:p>
        </w:tc>
        <w:tc>
          <w:tcPr>
            <w:tcW w:w="8363" w:type="dxa"/>
          </w:tcPr>
          <w:p w14:paraId="753135E0" w14:textId="68FBABA7" w:rsidR="00832E03" w:rsidRPr="000D3D5F" w:rsidRDefault="00832E03" w:rsidP="000D3D5F">
            <w:pPr>
              <w:spacing w:after="60" w:line="259" w:lineRule="auto"/>
              <w:jc w:val="both"/>
              <w:rPr>
                <w:rFonts w:ascii="Cambria" w:eastAsia="Arial" w:hAnsi="Cambria"/>
                <w:sz w:val="24"/>
                <w:szCs w:val="24"/>
              </w:rPr>
            </w:pPr>
            <w:r w:rsidRPr="00832E03">
              <w:rPr>
                <w:rFonts w:ascii="Cambria" w:eastAsia="Arial" w:hAnsi="Cambria"/>
                <w:sz w:val="24"/>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tc>
      </w:tr>
      <w:tr w:rsidR="00832E03" w14:paraId="0F7EE614" w14:textId="77777777" w:rsidTr="00BA6721">
        <w:tc>
          <w:tcPr>
            <w:tcW w:w="1276" w:type="dxa"/>
          </w:tcPr>
          <w:p w14:paraId="13C1EE2C" w14:textId="77777777" w:rsidR="00832E03" w:rsidRDefault="00832E03" w:rsidP="003E710A">
            <w:pPr>
              <w:pStyle w:val="Heading41"/>
            </w:pPr>
          </w:p>
        </w:tc>
        <w:tc>
          <w:tcPr>
            <w:tcW w:w="8363" w:type="dxa"/>
          </w:tcPr>
          <w:p w14:paraId="11DABC85" w14:textId="3EB80F11" w:rsidR="00832E03" w:rsidRPr="000D3D5F" w:rsidRDefault="00832E03" w:rsidP="000D3D5F">
            <w:pPr>
              <w:spacing w:after="60" w:line="259" w:lineRule="auto"/>
              <w:jc w:val="both"/>
              <w:rPr>
                <w:rFonts w:ascii="Cambria" w:eastAsia="Arial" w:hAnsi="Cambria"/>
                <w:sz w:val="24"/>
                <w:szCs w:val="24"/>
              </w:rPr>
            </w:pPr>
            <w:r w:rsidRPr="00832E03">
              <w:rPr>
                <w:rFonts w:ascii="Cambria" w:eastAsia="Arial" w:hAnsi="Cambria"/>
                <w:sz w:val="24"/>
                <w:szCs w:val="24"/>
              </w:rPr>
              <w:t>Jei Tiekėjas nepripažįsta Prekių trūkumų, kiekviena iš Šalių gali kreiptis dėl nepriklausomos ekspertizės atlikimo. Jei Tiekėjas ilgiau nei 10 (dešimt) dienų nuo Pirkėjo kreipimosi neatsako/nepasitelkia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tc>
      </w:tr>
      <w:tr w:rsidR="00832E03" w14:paraId="76544292" w14:textId="77777777" w:rsidTr="00BA6721">
        <w:tc>
          <w:tcPr>
            <w:tcW w:w="1276" w:type="dxa"/>
          </w:tcPr>
          <w:p w14:paraId="7C0B33AD" w14:textId="77777777" w:rsidR="00832E03" w:rsidRDefault="00832E03" w:rsidP="00324B4C">
            <w:pPr>
              <w:pStyle w:val="Heading51"/>
            </w:pPr>
          </w:p>
        </w:tc>
        <w:tc>
          <w:tcPr>
            <w:tcW w:w="8363" w:type="dxa"/>
          </w:tcPr>
          <w:p w14:paraId="54CA776C" w14:textId="265EC648" w:rsidR="00832E03"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jei Prekės atitinka Sutartyje nurodytus reikalavimus – Pirkėjas;</w:t>
            </w:r>
          </w:p>
        </w:tc>
      </w:tr>
      <w:tr w:rsidR="00832E03" w14:paraId="41E8149D" w14:textId="77777777" w:rsidTr="00BA6721">
        <w:tc>
          <w:tcPr>
            <w:tcW w:w="1276" w:type="dxa"/>
          </w:tcPr>
          <w:p w14:paraId="38B9E3A8" w14:textId="77777777" w:rsidR="00832E03" w:rsidRDefault="00832E03" w:rsidP="00324B4C">
            <w:pPr>
              <w:pStyle w:val="Heading51"/>
            </w:pPr>
          </w:p>
        </w:tc>
        <w:tc>
          <w:tcPr>
            <w:tcW w:w="8363" w:type="dxa"/>
          </w:tcPr>
          <w:p w14:paraId="4E5F87C3" w14:textId="7A29B555" w:rsidR="00832E03"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jei Prekės neatitinka Sutartyje nurodytų reikalavimų – Tiekėjas.</w:t>
            </w:r>
          </w:p>
        </w:tc>
      </w:tr>
      <w:tr w:rsidR="00324B4C" w14:paraId="78F99768" w14:textId="77777777" w:rsidTr="00BA6721">
        <w:tc>
          <w:tcPr>
            <w:tcW w:w="9639" w:type="dxa"/>
            <w:gridSpan w:val="2"/>
          </w:tcPr>
          <w:p w14:paraId="0D7FC01C" w14:textId="4941A853" w:rsidR="00324B4C" w:rsidRPr="000D3D5F" w:rsidRDefault="00324B4C" w:rsidP="009A4E3D">
            <w:pPr>
              <w:pStyle w:val="Heading31"/>
              <w:rPr>
                <w:rFonts w:eastAsia="Arial"/>
              </w:rPr>
            </w:pPr>
            <w:bookmarkStart w:id="1" w:name="_Ref165067074"/>
            <w:r w:rsidRPr="00324B4C">
              <w:rPr>
                <w:rFonts w:eastAsia="Arial"/>
              </w:rPr>
              <w:t>Prekių trūkumų šalinimas</w:t>
            </w:r>
            <w:bookmarkEnd w:id="1"/>
          </w:p>
        </w:tc>
      </w:tr>
      <w:tr w:rsidR="00832E03" w14:paraId="330E8F76" w14:textId="77777777" w:rsidTr="00BA6721">
        <w:tc>
          <w:tcPr>
            <w:tcW w:w="1276" w:type="dxa"/>
          </w:tcPr>
          <w:p w14:paraId="19A5A152" w14:textId="77777777" w:rsidR="00832E03" w:rsidRDefault="00832E03" w:rsidP="003E710A">
            <w:pPr>
              <w:pStyle w:val="Heading41"/>
            </w:pPr>
          </w:p>
        </w:tc>
        <w:tc>
          <w:tcPr>
            <w:tcW w:w="8363" w:type="dxa"/>
          </w:tcPr>
          <w:p w14:paraId="022A7D1E" w14:textId="55357DB3" w:rsidR="00832E03"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Tiekėjas privalo pašalinti Prekių trūkumus, sutaisydamas Prekes ar jų dalį arba pakeisdamas Prekę nauja Preke ar jos dalimi.</w:t>
            </w:r>
          </w:p>
        </w:tc>
      </w:tr>
      <w:tr w:rsidR="00832E03" w14:paraId="543CED01" w14:textId="77777777" w:rsidTr="00BA6721">
        <w:tc>
          <w:tcPr>
            <w:tcW w:w="1276" w:type="dxa"/>
          </w:tcPr>
          <w:p w14:paraId="4605EC88" w14:textId="77777777" w:rsidR="00832E03" w:rsidRDefault="00832E03" w:rsidP="003E710A">
            <w:pPr>
              <w:pStyle w:val="Heading41"/>
            </w:pPr>
          </w:p>
        </w:tc>
        <w:tc>
          <w:tcPr>
            <w:tcW w:w="8363" w:type="dxa"/>
          </w:tcPr>
          <w:p w14:paraId="6C5000D5" w14:textId="5EBD5811" w:rsidR="00832E03"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tc>
      </w:tr>
      <w:tr w:rsidR="00832E03" w14:paraId="77E21FE7" w14:textId="77777777" w:rsidTr="00BA6721">
        <w:tc>
          <w:tcPr>
            <w:tcW w:w="1276" w:type="dxa"/>
          </w:tcPr>
          <w:p w14:paraId="56700525" w14:textId="77777777" w:rsidR="00832E03" w:rsidRDefault="00832E03" w:rsidP="003E710A">
            <w:pPr>
              <w:pStyle w:val="Heading41"/>
            </w:pPr>
          </w:p>
        </w:tc>
        <w:tc>
          <w:tcPr>
            <w:tcW w:w="8363" w:type="dxa"/>
          </w:tcPr>
          <w:p w14:paraId="228232C3" w14:textId="5F9FA5BD" w:rsidR="00832E03"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Sutaisytoje Prekių dalyje pakartotinai nustačius Prekių trūkumų, Tiekėjas privalo pakeisti Prekes naujomis kokybiškomis Prekėmis, nebent Pirkėjas raštu sutiktų Prekes dar kartą taisyti.</w:t>
            </w:r>
          </w:p>
        </w:tc>
      </w:tr>
      <w:tr w:rsidR="00832E03" w14:paraId="57D62E6C" w14:textId="77777777" w:rsidTr="00BA6721">
        <w:tc>
          <w:tcPr>
            <w:tcW w:w="1276" w:type="dxa"/>
          </w:tcPr>
          <w:p w14:paraId="25F7CCE1" w14:textId="77777777" w:rsidR="00832E03" w:rsidRDefault="00832E03" w:rsidP="003E710A">
            <w:pPr>
              <w:pStyle w:val="Heading41"/>
            </w:pPr>
          </w:p>
        </w:tc>
        <w:tc>
          <w:tcPr>
            <w:tcW w:w="8363" w:type="dxa"/>
          </w:tcPr>
          <w:p w14:paraId="2E7BA0D7" w14:textId="2F4A6094" w:rsidR="00832E03"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Pašalinus Prekių trūkumus, garantinis terminas sutaisytajai Prekių daliai ar naujoms Prekėms vėl pradedamas skaičiuoti nuo tinkamai sutaisytų ar pakeistų Prekių (ar jų dalių) perdavimo Pirkėjui dienos.</w:t>
            </w:r>
          </w:p>
        </w:tc>
      </w:tr>
      <w:tr w:rsidR="00324B4C" w14:paraId="15AD41D1" w14:textId="77777777" w:rsidTr="00BA6721">
        <w:tc>
          <w:tcPr>
            <w:tcW w:w="1276" w:type="dxa"/>
          </w:tcPr>
          <w:p w14:paraId="1227E98F" w14:textId="77777777" w:rsidR="00324B4C" w:rsidRDefault="00324B4C" w:rsidP="003E710A">
            <w:pPr>
              <w:pStyle w:val="Heading41"/>
            </w:pPr>
          </w:p>
        </w:tc>
        <w:tc>
          <w:tcPr>
            <w:tcW w:w="8363" w:type="dxa"/>
          </w:tcPr>
          <w:p w14:paraId="2037BF29" w14:textId="596F9034" w:rsidR="00324B4C"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tc>
      </w:tr>
      <w:tr w:rsidR="00324B4C" w14:paraId="7247E9A5" w14:textId="77777777" w:rsidTr="00BA6721">
        <w:tc>
          <w:tcPr>
            <w:tcW w:w="1276" w:type="dxa"/>
          </w:tcPr>
          <w:p w14:paraId="17E18DE5" w14:textId="77777777" w:rsidR="00324B4C" w:rsidRDefault="00324B4C" w:rsidP="003E710A">
            <w:pPr>
              <w:pStyle w:val="Heading41"/>
            </w:pPr>
          </w:p>
        </w:tc>
        <w:tc>
          <w:tcPr>
            <w:tcW w:w="8363" w:type="dxa"/>
          </w:tcPr>
          <w:p w14:paraId="430D5A24" w14:textId="4795AFF6" w:rsidR="00324B4C"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Tiekėjas, pašalinęs visus Prekių trūkumus, privalo apie tai informuoti Pirkėją.</w:t>
            </w:r>
          </w:p>
        </w:tc>
      </w:tr>
      <w:tr w:rsidR="00324B4C" w14:paraId="7E2988D6" w14:textId="77777777" w:rsidTr="00BA6721">
        <w:tc>
          <w:tcPr>
            <w:tcW w:w="1276" w:type="dxa"/>
          </w:tcPr>
          <w:p w14:paraId="1B960465" w14:textId="77777777" w:rsidR="00324B4C" w:rsidRDefault="00324B4C" w:rsidP="003E710A">
            <w:pPr>
              <w:pStyle w:val="Heading41"/>
            </w:pPr>
          </w:p>
        </w:tc>
        <w:tc>
          <w:tcPr>
            <w:tcW w:w="8363" w:type="dxa"/>
          </w:tcPr>
          <w:p w14:paraId="65335AA6" w14:textId="3D30D71D" w:rsidR="00324B4C" w:rsidRPr="000D3D5F" w:rsidRDefault="00324B4C" w:rsidP="000D3D5F">
            <w:pPr>
              <w:spacing w:after="60" w:line="259" w:lineRule="auto"/>
              <w:jc w:val="both"/>
              <w:rPr>
                <w:rFonts w:ascii="Cambria" w:eastAsia="Arial" w:hAnsi="Cambria"/>
                <w:sz w:val="24"/>
                <w:szCs w:val="24"/>
              </w:rPr>
            </w:pPr>
            <w:r w:rsidRPr="00324B4C">
              <w:rPr>
                <w:rFonts w:ascii="Cambria" w:eastAsia="Arial" w:hAnsi="Cambria"/>
                <w:sz w:val="24"/>
                <w:szCs w:val="24"/>
              </w:rPr>
              <w:t>Pirkėjas per 5 (penkias) darbo dienas po Tiekėjo pranešimo apie Prekių trūkumų pašalinimą gavimo privalo patikrinti trūkumus, nurodytus Defektų akte arba Pirkėjo pretenzijoje, ir raštu patvirtinti, kurie Prekių trūkumai buvo pašalinti.</w:t>
            </w:r>
          </w:p>
        </w:tc>
      </w:tr>
      <w:tr w:rsidR="00F7024B" w14:paraId="4F90A8B4" w14:textId="77777777" w:rsidTr="00BA6721">
        <w:tc>
          <w:tcPr>
            <w:tcW w:w="9639" w:type="dxa"/>
            <w:gridSpan w:val="2"/>
          </w:tcPr>
          <w:p w14:paraId="32B11C1F" w14:textId="6062C09D" w:rsidR="00F7024B" w:rsidRPr="000D3D5F" w:rsidRDefault="00F7024B" w:rsidP="009A4E3D">
            <w:pPr>
              <w:pStyle w:val="Heading31"/>
              <w:rPr>
                <w:rFonts w:eastAsia="Arial"/>
              </w:rPr>
            </w:pPr>
            <w:bookmarkStart w:id="2" w:name="_Ref165067082"/>
            <w:r w:rsidRPr="00F7024B">
              <w:rPr>
                <w:rFonts w:eastAsia="Arial"/>
              </w:rPr>
              <w:lastRenderedPageBreak/>
              <w:t>Pirkėjo teisės, Tiekėjui nepašalinus Prekių trūkumų</w:t>
            </w:r>
            <w:bookmarkEnd w:id="2"/>
          </w:p>
        </w:tc>
      </w:tr>
      <w:tr w:rsidR="00324B4C" w14:paraId="0B1E60D5" w14:textId="77777777" w:rsidTr="00BA6721">
        <w:tc>
          <w:tcPr>
            <w:tcW w:w="1276" w:type="dxa"/>
          </w:tcPr>
          <w:p w14:paraId="3E90DCB2" w14:textId="77777777" w:rsidR="00324B4C" w:rsidRDefault="00324B4C" w:rsidP="003E710A">
            <w:pPr>
              <w:pStyle w:val="Heading41"/>
            </w:pPr>
          </w:p>
        </w:tc>
        <w:tc>
          <w:tcPr>
            <w:tcW w:w="8363" w:type="dxa"/>
          </w:tcPr>
          <w:p w14:paraId="566F6910" w14:textId="5358747D" w:rsidR="00324B4C"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Jeigu Tiekėjas atsisako pašalinti arba nepašalina Prekių trūkumų per Pirkėjo nustatytus protingus terminus, Pirkėjas turi teisę:</w:t>
            </w:r>
          </w:p>
        </w:tc>
      </w:tr>
      <w:tr w:rsidR="00324B4C" w14:paraId="5E8C7361" w14:textId="77777777" w:rsidTr="00BA6721">
        <w:tc>
          <w:tcPr>
            <w:tcW w:w="1276" w:type="dxa"/>
          </w:tcPr>
          <w:p w14:paraId="6DD8B085" w14:textId="77777777" w:rsidR="00324B4C" w:rsidRDefault="00324B4C" w:rsidP="000A6156">
            <w:pPr>
              <w:pStyle w:val="Heading51"/>
            </w:pPr>
          </w:p>
        </w:tc>
        <w:tc>
          <w:tcPr>
            <w:tcW w:w="8363" w:type="dxa"/>
          </w:tcPr>
          <w:p w14:paraId="2CF8C438" w14:textId="1978228F" w:rsidR="00324B4C"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pašalinti Prekių trūkumus pats arba pasamdydamas trečiuosius asmenis, iš anksto apie tai informuodamas Tiekėją, ir pareikalauti Tiekėjo atlyginti Prekių ekspertizės bei Prekių trūkumų šalinimo išlaidas ir padengti patirtus nuostolius; arba</w:t>
            </w:r>
          </w:p>
        </w:tc>
      </w:tr>
      <w:tr w:rsidR="00324B4C" w14:paraId="1A925D19" w14:textId="77777777" w:rsidTr="00BA6721">
        <w:tc>
          <w:tcPr>
            <w:tcW w:w="1276" w:type="dxa"/>
          </w:tcPr>
          <w:p w14:paraId="6DA231C3" w14:textId="77777777" w:rsidR="00324B4C" w:rsidRDefault="00324B4C" w:rsidP="000A6156">
            <w:pPr>
              <w:pStyle w:val="Heading51"/>
            </w:pPr>
          </w:p>
        </w:tc>
        <w:tc>
          <w:tcPr>
            <w:tcW w:w="8363" w:type="dxa"/>
          </w:tcPr>
          <w:p w14:paraId="025BE5FA" w14:textId="2010807B" w:rsidR="00324B4C"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reikalauti sumažinti Tiekėjui mokėtiną sumą ir grąžinti dėl šios sumos sumažinimo susidariusią permoką per 30 (trisdešimt) dienų nuo Tiekėjui nustatyto termino pašalinti Prekių trūkumus pabaigos; arba</w:t>
            </w:r>
          </w:p>
        </w:tc>
      </w:tr>
      <w:tr w:rsidR="00F12441" w14:paraId="2BDB9E4F" w14:textId="77777777" w:rsidTr="00BA6721">
        <w:tc>
          <w:tcPr>
            <w:tcW w:w="1276" w:type="dxa"/>
          </w:tcPr>
          <w:p w14:paraId="1220EE21" w14:textId="77777777" w:rsidR="00F12441" w:rsidRDefault="00F12441" w:rsidP="000A6156">
            <w:pPr>
              <w:pStyle w:val="Heading51"/>
            </w:pPr>
          </w:p>
        </w:tc>
        <w:tc>
          <w:tcPr>
            <w:tcW w:w="8363" w:type="dxa"/>
          </w:tcPr>
          <w:p w14:paraId="145C1699" w14:textId="5FA53A09" w:rsidR="00F12441"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grąžinti Prekes Tiekėjui ir nemokėti už tokias Prekes ar reikalauti grąžinti už Prekes sumokėtą sumą bei nutraukti Sutartį.</w:t>
            </w:r>
          </w:p>
        </w:tc>
      </w:tr>
      <w:tr w:rsidR="00F12441" w14:paraId="57B09CE7" w14:textId="77777777" w:rsidTr="00BA6721">
        <w:tc>
          <w:tcPr>
            <w:tcW w:w="1276" w:type="dxa"/>
          </w:tcPr>
          <w:p w14:paraId="721CECDD" w14:textId="77777777" w:rsidR="00F12441" w:rsidRDefault="00F12441" w:rsidP="003E710A">
            <w:pPr>
              <w:pStyle w:val="Heading41"/>
            </w:pPr>
          </w:p>
        </w:tc>
        <w:tc>
          <w:tcPr>
            <w:tcW w:w="8363" w:type="dxa"/>
          </w:tcPr>
          <w:p w14:paraId="5AB7C941" w14:textId="3BD14FFE" w:rsidR="00F12441"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tc>
      </w:tr>
      <w:tr w:rsidR="00F12441" w14:paraId="3BFF8DE9" w14:textId="77777777" w:rsidTr="00BA6721">
        <w:tc>
          <w:tcPr>
            <w:tcW w:w="1276" w:type="dxa"/>
          </w:tcPr>
          <w:p w14:paraId="7E40CB14" w14:textId="77777777" w:rsidR="00F12441" w:rsidRDefault="00F12441" w:rsidP="003E710A">
            <w:pPr>
              <w:pStyle w:val="Heading41"/>
            </w:pPr>
          </w:p>
        </w:tc>
        <w:tc>
          <w:tcPr>
            <w:tcW w:w="8363" w:type="dxa"/>
          </w:tcPr>
          <w:p w14:paraId="16BBC19E" w14:textId="1F54ABA6" w:rsidR="00F12441"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 xml:space="preserve">Tiekėjas privalo patenkinti Pirkėjo pagal Bendrųjų sąlygų </w:t>
            </w:r>
            <w:r w:rsidR="00FA1CF5">
              <w:rPr>
                <w:rFonts w:ascii="Cambria" w:eastAsia="Arial" w:hAnsi="Cambria"/>
                <w:sz w:val="24"/>
                <w:szCs w:val="24"/>
              </w:rPr>
              <w:fldChar w:fldCharType="begin"/>
            </w:r>
            <w:r w:rsidR="00FA1CF5">
              <w:rPr>
                <w:rFonts w:ascii="Cambria" w:eastAsia="Arial" w:hAnsi="Cambria"/>
                <w:sz w:val="24"/>
                <w:szCs w:val="24"/>
              </w:rPr>
              <w:instrText xml:space="preserve"> REF _Ref165113297 \r \h </w:instrText>
            </w:r>
            <w:r w:rsidR="00FA1CF5">
              <w:rPr>
                <w:rFonts w:ascii="Cambria" w:eastAsia="Arial" w:hAnsi="Cambria"/>
                <w:sz w:val="24"/>
                <w:szCs w:val="24"/>
              </w:rPr>
            </w:r>
            <w:r w:rsidR="00FA1CF5">
              <w:rPr>
                <w:rFonts w:ascii="Cambria" w:eastAsia="Arial" w:hAnsi="Cambria"/>
                <w:sz w:val="24"/>
                <w:szCs w:val="24"/>
              </w:rPr>
              <w:fldChar w:fldCharType="separate"/>
            </w:r>
            <w:r w:rsidR="00441A5C">
              <w:rPr>
                <w:rFonts w:ascii="Cambria" w:eastAsia="Arial" w:hAnsi="Cambria"/>
                <w:sz w:val="24"/>
                <w:szCs w:val="24"/>
              </w:rPr>
              <w:t>7.4.4</w:t>
            </w:r>
            <w:r w:rsidR="00FA1CF5">
              <w:rPr>
                <w:rFonts w:ascii="Cambria" w:eastAsia="Arial" w:hAnsi="Cambria"/>
                <w:sz w:val="24"/>
                <w:szCs w:val="24"/>
              </w:rPr>
              <w:fldChar w:fldCharType="end"/>
            </w:r>
            <w:r w:rsidRPr="00F12441">
              <w:rPr>
                <w:rFonts w:ascii="Cambria" w:eastAsia="Arial" w:hAnsi="Cambria"/>
                <w:sz w:val="24"/>
                <w:szCs w:val="24"/>
              </w:rPr>
              <w:t xml:space="preserve"> punktą pareikštą piniginį reikalavimą per 30 (trisdešimt) dienų arba per ilgesnį Pirkėjo reikalavime nurodytą protingą terminą.</w:t>
            </w:r>
          </w:p>
        </w:tc>
      </w:tr>
      <w:tr w:rsidR="00F12441" w14:paraId="7D0FEB5B" w14:textId="77777777" w:rsidTr="00BA6721">
        <w:tc>
          <w:tcPr>
            <w:tcW w:w="1276" w:type="dxa"/>
          </w:tcPr>
          <w:p w14:paraId="1DECBC5F" w14:textId="77777777" w:rsidR="00F12441" w:rsidRDefault="00F12441" w:rsidP="003E710A">
            <w:pPr>
              <w:pStyle w:val="Heading41"/>
            </w:pPr>
            <w:bookmarkStart w:id="3" w:name="_Ref165113297"/>
          </w:p>
        </w:tc>
        <w:bookmarkEnd w:id="3"/>
        <w:tc>
          <w:tcPr>
            <w:tcW w:w="8363" w:type="dxa"/>
          </w:tcPr>
          <w:p w14:paraId="1E033B8A" w14:textId="78356326" w:rsidR="00F12441" w:rsidRPr="000D3D5F" w:rsidRDefault="00F12441" w:rsidP="000D3D5F">
            <w:pPr>
              <w:spacing w:after="60" w:line="259" w:lineRule="auto"/>
              <w:jc w:val="both"/>
              <w:rPr>
                <w:rFonts w:ascii="Cambria" w:eastAsia="Arial" w:hAnsi="Cambria"/>
                <w:sz w:val="24"/>
                <w:szCs w:val="24"/>
              </w:rPr>
            </w:pPr>
            <w:r w:rsidRPr="00F12441">
              <w:rPr>
                <w:rFonts w:ascii="Cambria" w:eastAsia="Arial" w:hAnsi="Cambria"/>
                <w:sz w:val="24"/>
                <w:szCs w:val="24"/>
              </w:rPr>
              <w:t>Už vėlavimą pašalinti Prekių trūkumus Pirkėjas privalo reikalauti Tiekėjo sumokėti Specialiosiose sąlygose nustatyto dydžio netesybas.</w:t>
            </w:r>
          </w:p>
        </w:tc>
      </w:tr>
      <w:tr w:rsidR="002A502A" w14:paraId="2222434E" w14:textId="77777777" w:rsidTr="00BA6721">
        <w:tc>
          <w:tcPr>
            <w:tcW w:w="9639" w:type="dxa"/>
            <w:gridSpan w:val="2"/>
          </w:tcPr>
          <w:p w14:paraId="453F22AE" w14:textId="704E6205" w:rsidR="002A502A" w:rsidRPr="000D3D5F" w:rsidRDefault="002A502A" w:rsidP="00315D99">
            <w:pPr>
              <w:pStyle w:val="Antrat21"/>
              <w:rPr>
                <w:rFonts w:eastAsia="Arial"/>
              </w:rPr>
            </w:pPr>
            <w:r w:rsidRPr="002A502A">
              <w:rPr>
                <w:rFonts w:eastAsia="Arial"/>
              </w:rPr>
              <w:t>PRISTATYMO TERMINAI</w:t>
            </w:r>
          </w:p>
        </w:tc>
      </w:tr>
      <w:tr w:rsidR="002A502A" w14:paraId="172236B8" w14:textId="77777777" w:rsidTr="00BA6721">
        <w:tc>
          <w:tcPr>
            <w:tcW w:w="9639" w:type="dxa"/>
            <w:gridSpan w:val="2"/>
          </w:tcPr>
          <w:p w14:paraId="1D9C7ADD" w14:textId="33A602A8" w:rsidR="002A502A" w:rsidRPr="000D3D5F" w:rsidRDefault="003E58A8" w:rsidP="009A4E3D">
            <w:pPr>
              <w:pStyle w:val="Heading31"/>
              <w:rPr>
                <w:rFonts w:eastAsia="Arial"/>
              </w:rPr>
            </w:pPr>
            <w:r w:rsidRPr="003E58A8">
              <w:rPr>
                <w:rFonts w:eastAsia="Arial"/>
              </w:rPr>
              <w:t>Pristatymo terminai ir Prekių tiekimo grafikas</w:t>
            </w:r>
          </w:p>
        </w:tc>
      </w:tr>
      <w:tr w:rsidR="00F12441" w14:paraId="38D463DD" w14:textId="77777777" w:rsidTr="00BA6721">
        <w:tc>
          <w:tcPr>
            <w:tcW w:w="1276" w:type="dxa"/>
          </w:tcPr>
          <w:p w14:paraId="55EC89B5" w14:textId="77777777" w:rsidR="00F12441" w:rsidRDefault="00F12441" w:rsidP="003E710A">
            <w:pPr>
              <w:pStyle w:val="Heading41"/>
            </w:pPr>
          </w:p>
        </w:tc>
        <w:tc>
          <w:tcPr>
            <w:tcW w:w="8363" w:type="dxa"/>
          </w:tcPr>
          <w:p w14:paraId="6E6BCE40" w14:textId="334BF1ED" w:rsidR="00F12441" w:rsidRPr="000D3D5F" w:rsidRDefault="003E58A8" w:rsidP="000D3D5F">
            <w:pPr>
              <w:spacing w:after="60" w:line="259" w:lineRule="auto"/>
              <w:jc w:val="both"/>
              <w:rPr>
                <w:rFonts w:ascii="Cambria" w:eastAsia="Arial" w:hAnsi="Cambria"/>
                <w:sz w:val="24"/>
                <w:szCs w:val="24"/>
              </w:rPr>
            </w:pPr>
            <w:r w:rsidRPr="003E58A8">
              <w:rPr>
                <w:rFonts w:ascii="Cambria" w:eastAsia="Arial" w:hAnsi="Cambria"/>
                <w:sz w:val="24"/>
                <w:szCs w:val="24"/>
              </w:rPr>
              <w:t>Tiekėjas privalo pristatyti Prekes laikydamasis terminų, nurodytų Specialiosiose sąlygose.</w:t>
            </w:r>
          </w:p>
        </w:tc>
      </w:tr>
      <w:tr w:rsidR="003E58A8" w14:paraId="1C77D655" w14:textId="77777777" w:rsidTr="00BA6721">
        <w:tc>
          <w:tcPr>
            <w:tcW w:w="1276" w:type="dxa"/>
          </w:tcPr>
          <w:p w14:paraId="298E862A" w14:textId="77777777" w:rsidR="003E58A8" w:rsidRDefault="003E58A8" w:rsidP="003E710A">
            <w:pPr>
              <w:pStyle w:val="Heading41"/>
            </w:pPr>
          </w:p>
        </w:tc>
        <w:tc>
          <w:tcPr>
            <w:tcW w:w="8363" w:type="dxa"/>
          </w:tcPr>
          <w:p w14:paraId="5BBDD3EB" w14:textId="3AC6AEFF" w:rsidR="003E58A8" w:rsidRPr="000D3D5F" w:rsidRDefault="00B27A05" w:rsidP="000D3D5F">
            <w:pPr>
              <w:spacing w:after="60" w:line="259" w:lineRule="auto"/>
              <w:jc w:val="both"/>
              <w:rPr>
                <w:rFonts w:ascii="Cambria" w:eastAsia="Arial" w:hAnsi="Cambria"/>
                <w:sz w:val="24"/>
                <w:szCs w:val="24"/>
              </w:rPr>
            </w:pPr>
            <w:r w:rsidRPr="00B27A05">
              <w:rPr>
                <w:rFonts w:ascii="Cambria" w:eastAsia="Arial" w:hAnsi="Cambria"/>
                <w:sz w:val="24"/>
                <w:szCs w:val="24"/>
              </w:rPr>
              <w:t xml:space="preserve">Jei taikytina, Pirkėjas privalo ne vėliau kaip per 14 (keturiolika) darbo dienų nuo Sutarties įsigaliojimo arba per kitą pirkimo dokumentuose nurodytą terminą parengti ir pateikti Tiekėjui suderinimui Prekių tiekimo grafiką (toliau – </w:t>
            </w:r>
            <w:r w:rsidRPr="00B27A05">
              <w:rPr>
                <w:rFonts w:ascii="Cambria" w:eastAsia="Arial" w:hAnsi="Cambria"/>
                <w:b/>
                <w:bCs/>
                <w:sz w:val="24"/>
                <w:szCs w:val="24"/>
              </w:rPr>
              <w:t>Grafikas</w:t>
            </w:r>
            <w:r w:rsidRPr="00B27A05">
              <w:rPr>
                <w:rFonts w:ascii="Cambria" w:eastAsia="Arial" w:hAnsi="Cambria"/>
                <w:sz w:val="24"/>
                <w:szCs w:val="24"/>
              </w:rPr>
              <w:t>).</w:t>
            </w:r>
          </w:p>
        </w:tc>
      </w:tr>
      <w:tr w:rsidR="003E58A8" w14:paraId="3EC23776" w14:textId="77777777" w:rsidTr="00BA6721">
        <w:tc>
          <w:tcPr>
            <w:tcW w:w="1276" w:type="dxa"/>
          </w:tcPr>
          <w:p w14:paraId="76C5F62A" w14:textId="77777777" w:rsidR="003E58A8" w:rsidRDefault="003E58A8" w:rsidP="003E710A">
            <w:pPr>
              <w:pStyle w:val="Heading41"/>
            </w:pPr>
          </w:p>
        </w:tc>
        <w:tc>
          <w:tcPr>
            <w:tcW w:w="8363" w:type="dxa"/>
          </w:tcPr>
          <w:p w14:paraId="23819F1F" w14:textId="118335B9" w:rsidR="003E58A8" w:rsidRPr="000D3D5F" w:rsidRDefault="00B27A05" w:rsidP="000D3D5F">
            <w:pPr>
              <w:spacing w:after="60" w:line="259" w:lineRule="auto"/>
              <w:jc w:val="both"/>
              <w:rPr>
                <w:rFonts w:ascii="Cambria" w:eastAsia="Arial" w:hAnsi="Cambria"/>
                <w:sz w:val="24"/>
                <w:szCs w:val="24"/>
              </w:rPr>
            </w:pPr>
            <w:r w:rsidRPr="00B27A05">
              <w:rPr>
                <w:rFonts w:ascii="Cambria" w:eastAsia="Arial" w:hAnsi="Cambria"/>
                <w:sz w:val="24"/>
                <w:szCs w:val="24"/>
              </w:rPr>
              <w:t>Jei aktualu, Grafike turi būti pažymėta, kurios Prekės gali būti pristatomos lygiagrečiai, o kurios gali būti pristatomos tik numatytu eiliškumu.</w:t>
            </w:r>
          </w:p>
        </w:tc>
      </w:tr>
      <w:tr w:rsidR="001D4FF4" w14:paraId="7EB1225B" w14:textId="77777777" w:rsidTr="00BA6721">
        <w:tc>
          <w:tcPr>
            <w:tcW w:w="9639" w:type="dxa"/>
            <w:gridSpan w:val="2"/>
          </w:tcPr>
          <w:p w14:paraId="188D4588" w14:textId="4530FADC" w:rsidR="001D4FF4" w:rsidRPr="000D3D5F" w:rsidRDefault="001D4FF4" w:rsidP="009A4E3D">
            <w:pPr>
              <w:pStyle w:val="Heading31"/>
              <w:rPr>
                <w:rFonts w:eastAsia="Arial"/>
              </w:rPr>
            </w:pPr>
            <w:r w:rsidRPr="001D4FF4">
              <w:rPr>
                <w:rFonts w:eastAsia="Arial"/>
              </w:rPr>
              <w:t>Netesybos už Prekių pristatymo vėlavimą</w:t>
            </w:r>
          </w:p>
        </w:tc>
      </w:tr>
      <w:tr w:rsidR="003E58A8" w14:paraId="079670E0" w14:textId="77777777" w:rsidTr="00BA6721">
        <w:tc>
          <w:tcPr>
            <w:tcW w:w="1276" w:type="dxa"/>
          </w:tcPr>
          <w:p w14:paraId="6B81AF6D" w14:textId="77777777" w:rsidR="003E58A8" w:rsidRDefault="003E58A8" w:rsidP="003E710A">
            <w:pPr>
              <w:pStyle w:val="Heading41"/>
            </w:pPr>
          </w:p>
        </w:tc>
        <w:tc>
          <w:tcPr>
            <w:tcW w:w="8363" w:type="dxa"/>
          </w:tcPr>
          <w:p w14:paraId="6933E99F" w14:textId="309B8887" w:rsidR="003E58A8" w:rsidRPr="000D3D5F" w:rsidRDefault="001D4FF4" w:rsidP="000D3D5F">
            <w:pPr>
              <w:spacing w:after="60" w:line="259" w:lineRule="auto"/>
              <w:jc w:val="both"/>
              <w:rPr>
                <w:rFonts w:ascii="Cambria" w:eastAsia="Arial" w:hAnsi="Cambria"/>
                <w:sz w:val="24"/>
                <w:szCs w:val="24"/>
              </w:rPr>
            </w:pPr>
            <w:r w:rsidRPr="001D4FF4">
              <w:rPr>
                <w:rFonts w:ascii="Cambria" w:eastAsia="Arial" w:hAnsi="Cambria"/>
                <w:sz w:val="24"/>
                <w:szCs w:val="24"/>
              </w:rPr>
              <w:t>Jeigu Tiekėjas praleidžia Prekių pristatymo terminus, nustatytus Specialiosiose sąlygose, Tiekėjui iki Prekių pristatymo datos taikomos Specialiosiose sąlygose nurodyto dydžio netesybos.</w:t>
            </w:r>
          </w:p>
        </w:tc>
      </w:tr>
      <w:tr w:rsidR="003E58A8" w14:paraId="483D1BDA" w14:textId="77777777" w:rsidTr="00BA6721">
        <w:tc>
          <w:tcPr>
            <w:tcW w:w="1276" w:type="dxa"/>
          </w:tcPr>
          <w:p w14:paraId="6E01BA86" w14:textId="77777777" w:rsidR="003E58A8" w:rsidRDefault="003E58A8" w:rsidP="003E710A">
            <w:pPr>
              <w:pStyle w:val="Heading41"/>
            </w:pPr>
          </w:p>
        </w:tc>
        <w:tc>
          <w:tcPr>
            <w:tcW w:w="8363" w:type="dxa"/>
          </w:tcPr>
          <w:p w14:paraId="535D957F" w14:textId="267EEF5B" w:rsidR="003E58A8" w:rsidRPr="000D3D5F" w:rsidRDefault="000B188A" w:rsidP="000D3D5F">
            <w:pPr>
              <w:spacing w:after="60" w:line="259" w:lineRule="auto"/>
              <w:jc w:val="both"/>
              <w:rPr>
                <w:rFonts w:ascii="Cambria" w:eastAsia="Arial" w:hAnsi="Cambria"/>
                <w:sz w:val="24"/>
                <w:szCs w:val="24"/>
              </w:rPr>
            </w:pPr>
            <w:r w:rsidRPr="000B188A">
              <w:rPr>
                <w:rFonts w:ascii="Cambria" w:eastAsia="Arial" w:hAnsi="Cambria"/>
                <w:sz w:val="24"/>
                <w:szCs w:val="24"/>
              </w:rPr>
              <w:t>Tiekėjui praleidus Prekių dalies pristatymo terminą, netesybos skaičiuojamos nuo Prekių dalies pristatymo termino pabaigos (neįskaitytinai) iki Prekių dalies pristatymo datos (įskaitytinai), nustatytos pagal Prekių perdavimo–priėmimo aktus.</w:t>
            </w:r>
          </w:p>
        </w:tc>
      </w:tr>
      <w:tr w:rsidR="003E58A8" w14:paraId="5ED87D47" w14:textId="77777777" w:rsidTr="00BA6721">
        <w:tc>
          <w:tcPr>
            <w:tcW w:w="1276" w:type="dxa"/>
          </w:tcPr>
          <w:p w14:paraId="5CB79DE0" w14:textId="77777777" w:rsidR="003E58A8" w:rsidRDefault="003E58A8" w:rsidP="003E710A">
            <w:pPr>
              <w:pStyle w:val="Heading41"/>
            </w:pPr>
          </w:p>
        </w:tc>
        <w:tc>
          <w:tcPr>
            <w:tcW w:w="8363" w:type="dxa"/>
          </w:tcPr>
          <w:p w14:paraId="0B30812E" w14:textId="00FF5779" w:rsidR="003E58A8" w:rsidRPr="000D3D5F" w:rsidRDefault="000B188A" w:rsidP="000D3D5F">
            <w:pPr>
              <w:spacing w:after="60" w:line="259" w:lineRule="auto"/>
              <w:jc w:val="both"/>
              <w:rPr>
                <w:rFonts w:ascii="Cambria" w:eastAsia="Arial" w:hAnsi="Cambria"/>
                <w:sz w:val="24"/>
                <w:szCs w:val="24"/>
              </w:rPr>
            </w:pPr>
            <w:r w:rsidRPr="000B188A">
              <w:rPr>
                <w:rFonts w:ascii="Cambria" w:eastAsia="Arial" w:hAnsi="Cambria"/>
                <w:sz w:val="24"/>
                <w:szCs w:val="24"/>
              </w:rPr>
              <w:t xml:space="preserve">Jei Tiekėjui pagal šią Sutartį yra priskaičiuotos netesybos, Pirkėjo už Prekes mokėtina suma mažinama priskaičiuotų netesybų suma. Taip pat Pirkėjas turi </w:t>
            </w:r>
            <w:r w:rsidRPr="000B188A">
              <w:rPr>
                <w:rFonts w:ascii="Cambria" w:eastAsia="Arial" w:hAnsi="Cambria"/>
                <w:sz w:val="24"/>
                <w:szCs w:val="24"/>
              </w:rPr>
              <w:lastRenderedPageBreak/>
              <w:t>teisę priskaičiuotas netesybas vienašališkai išskaičiuoti iš bet kokių Tiekėjui atliekamų mokėjimų teisės aktų nustatyta tvarka, pranešant Tiekėjui raštu apie tokių netesybų įskaitymą.</w:t>
            </w:r>
          </w:p>
        </w:tc>
      </w:tr>
      <w:tr w:rsidR="000B188A" w14:paraId="0393F7D8" w14:textId="77777777" w:rsidTr="00BA6721">
        <w:tc>
          <w:tcPr>
            <w:tcW w:w="9639" w:type="dxa"/>
            <w:gridSpan w:val="2"/>
          </w:tcPr>
          <w:p w14:paraId="300D26BD" w14:textId="6585355B" w:rsidR="000B188A" w:rsidRPr="000D3D5F" w:rsidRDefault="000B188A" w:rsidP="00315D99">
            <w:pPr>
              <w:pStyle w:val="Antrat21"/>
              <w:rPr>
                <w:rFonts w:eastAsia="Arial"/>
              </w:rPr>
            </w:pPr>
            <w:r w:rsidRPr="000B188A">
              <w:rPr>
                <w:rFonts w:eastAsia="Arial"/>
              </w:rPr>
              <w:lastRenderedPageBreak/>
              <w:t>PRIEVOLIŲ PAGAL SUTARTĮ ĮVYKDYMO UŽTIKRINIMO BŪDAI</w:t>
            </w:r>
          </w:p>
        </w:tc>
      </w:tr>
      <w:tr w:rsidR="003E58A8" w14:paraId="5B05211F" w14:textId="77777777" w:rsidTr="00BA6721">
        <w:tc>
          <w:tcPr>
            <w:tcW w:w="1276" w:type="dxa"/>
          </w:tcPr>
          <w:p w14:paraId="463000DD" w14:textId="77777777" w:rsidR="003E58A8" w:rsidRDefault="003E58A8" w:rsidP="0024626E">
            <w:pPr>
              <w:pStyle w:val="Heading32"/>
            </w:pPr>
          </w:p>
        </w:tc>
        <w:tc>
          <w:tcPr>
            <w:tcW w:w="8363" w:type="dxa"/>
          </w:tcPr>
          <w:p w14:paraId="3A9E03D0" w14:textId="18E2B3DE" w:rsidR="003E58A8" w:rsidRPr="00332276" w:rsidRDefault="0024626E" w:rsidP="000D3D5F">
            <w:pPr>
              <w:spacing w:after="60" w:line="259" w:lineRule="auto"/>
              <w:jc w:val="both"/>
              <w:rPr>
                <w:rFonts w:ascii="Cambria" w:eastAsia="Arial" w:hAnsi="Cambria"/>
                <w:sz w:val="24"/>
                <w:szCs w:val="24"/>
                <w:highlight w:val="yellow"/>
              </w:rPr>
            </w:pPr>
            <w:r w:rsidRPr="005F3011">
              <w:rPr>
                <w:rFonts w:ascii="Cambria" w:eastAsia="Arial" w:hAnsi="Cambria"/>
                <w:sz w:val="24"/>
                <w:szCs w:val="24"/>
              </w:rPr>
              <w:t xml:space="preserve">Šalių prievolių pagal Sutartį įvykdymas yra užtikrinamas Specialiųjų sąlygų 8 skyriuje nurodytais prievolių pagal Sutartį įvykdymo užtikrinimo būdais, Bendrųjų sąlygų </w:t>
            </w:r>
            <w:r w:rsidR="00FA1CF5" w:rsidRPr="005F3011">
              <w:rPr>
                <w:rFonts w:ascii="Cambria" w:eastAsia="Arial" w:hAnsi="Cambria"/>
                <w:sz w:val="24"/>
                <w:szCs w:val="24"/>
              </w:rPr>
              <w:fldChar w:fldCharType="begin"/>
            </w:r>
            <w:r w:rsidR="00FA1CF5" w:rsidRPr="005F3011">
              <w:rPr>
                <w:rFonts w:ascii="Cambria" w:eastAsia="Arial" w:hAnsi="Cambria"/>
                <w:sz w:val="24"/>
                <w:szCs w:val="24"/>
              </w:rPr>
              <w:instrText xml:space="preserve"> REF _Ref165113522 \r \h </w:instrText>
            </w:r>
            <w:r w:rsidR="00332276" w:rsidRPr="005F3011">
              <w:rPr>
                <w:rFonts w:ascii="Cambria" w:eastAsia="Arial" w:hAnsi="Cambria"/>
                <w:sz w:val="24"/>
                <w:szCs w:val="24"/>
              </w:rPr>
              <w:instrText xml:space="preserve"> \* MERGEFORMAT </w:instrText>
            </w:r>
            <w:r w:rsidR="00FA1CF5" w:rsidRPr="005F3011">
              <w:rPr>
                <w:rFonts w:ascii="Cambria" w:eastAsia="Arial" w:hAnsi="Cambria"/>
                <w:sz w:val="24"/>
                <w:szCs w:val="24"/>
              </w:rPr>
            </w:r>
            <w:r w:rsidR="00FA1CF5" w:rsidRPr="005F3011">
              <w:rPr>
                <w:rFonts w:ascii="Cambria" w:eastAsia="Arial" w:hAnsi="Cambria"/>
                <w:sz w:val="24"/>
                <w:szCs w:val="24"/>
              </w:rPr>
              <w:fldChar w:fldCharType="separate"/>
            </w:r>
            <w:r w:rsidR="00441A5C">
              <w:rPr>
                <w:rFonts w:ascii="Cambria" w:eastAsia="Arial" w:hAnsi="Cambria"/>
                <w:sz w:val="24"/>
                <w:szCs w:val="24"/>
              </w:rPr>
              <w:t>10</w:t>
            </w:r>
            <w:r w:rsidR="00FA1CF5" w:rsidRPr="005F3011">
              <w:rPr>
                <w:rFonts w:ascii="Cambria" w:eastAsia="Arial" w:hAnsi="Cambria"/>
                <w:sz w:val="24"/>
                <w:szCs w:val="24"/>
              </w:rPr>
              <w:fldChar w:fldCharType="end"/>
            </w:r>
            <w:r w:rsidRPr="005F3011">
              <w:rPr>
                <w:rFonts w:ascii="Cambria" w:eastAsia="Arial" w:hAnsi="Cambria"/>
                <w:sz w:val="24"/>
                <w:szCs w:val="24"/>
              </w:rPr>
              <w:t xml:space="preserve"> skyriuje nustatyta sutartinių įsipareigojimų įvykdymo užtikrinimo tvarka, Bendrųjų sąlygų </w:t>
            </w:r>
            <w:r w:rsidR="00FA1CF5" w:rsidRPr="005F3011">
              <w:rPr>
                <w:rFonts w:ascii="Cambria" w:eastAsia="Arial" w:hAnsi="Cambria"/>
                <w:sz w:val="24"/>
                <w:szCs w:val="24"/>
              </w:rPr>
              <w:fldChar w:fldCharType="begin"/>
            </w:r>
            <w:r w:rsidR="00FA1CF5" w:rsidRPr="005F3011">
              <w:rPr>
                <w:rFonts w:ascii="Cambria" w:eastAsia="Arial" w:hAnsi="Cambria"/>
                <w:sz w:val="24"/>
                <w:szCs w:val="24"/>
              </w:rPr>
              <w:instrText xml:space="preserve"> REF _Ref165113535 \r \h </w:instrText>
            </w:r>
            <w:r w:rsidR="00332276" w:rsidRPr="005F3011">
              <w:rPr>
                <w:rFonts w:ascii="Cambria" w:eastAsia="Arial" w:hAnsi="Cambria"/>
                <w:sz w:val="24"/>
                <w:szCs w:val="24"/>
              </w:rPr>
              <w:instrText xml:space="preserve"> \* MERGEFORMAT </w:instrText>
            </w:r>
            <w:r w:rsidR="00FA1CF5" w:rsidRPr="005F3011">
              <w:rPr>
                <w:rFonts w:ascii="Cambria" w:eastAsia="Arial" w:hAnsi="Cambria"/>
                <w:sz w:val="24"/>
                <w:szCs w:val="24"/>
              </w:rPr>
            </w:r>
            <w:r w:rsidR="00FA1CF5" w:rsidRPr="005F3011">
              <w:rPr>
                <w:rFonts w:ascii="Cambria" w:eastAsia="Arial" w:hAnsi="Cambria"/>
                <w:sz w:val="24"/>
                <w:szCs w:val="24"/>
              </w:rPr>
              <w:fldChar w:fldCharType="separate"/>
            </w:r>
            <w:r w:rsidR="00441A5C">
              <w:rPr>
                <w:rFonts w:ascii="Cambria" w:eastAsia="Arial" w:hAnsi="Cambria"/>
                <w:sz w:val="24"/>
                <w:szCs w:val="24"/>
              </w:rPr>
              <w:t>12.1.3</w:t>
            </w:r>
            <w:r w:rsidR="00FA1CF5" w:rsidRPr="005F3011">
              <w:rPr>
                <w:rFonts w:ascii="Cambria" w:eastAsia="Arial" w:hAnsi="Cambria"/>
                <w:sz w:val="24"/>
                <w:szCs w:val="24"/>
              </w:rPr>
              <w:fldChar w:fldCharType="end"/>
            </w:r>
            <w:r w:rsidRPr="005F3011">
              <w:rPr>
                <w:rFonts w:ascii="Cambria" w:eastAsia="Arial" w:hAnsi="Cambria"/>
                <w:sz w:val="24"/>
                <w:szCs w:val="24"/>
              </w:rPr>
              <w:t xml:space="preserve"> punkte nurodytu avanso užtikrinimu (jeigu Specialiosiose sąlygose yra nurodytas avanso dydis ir yra reikalaujama avanso užtikrinimo), Specialiųjų sąlygų 9 skyriuje nurodytomis netesybomis.</w:t>
            </w:r>
          </w:p>
        </w:tc>
      </w:tr>
      <w:tr w:rsidR="006562CA" w14:paraId="55C819B4" w14:textId="77777777" w:rsidTr="00BA6721">
        <w:tc>
          <w:tcPr>
            <w:tcW w:w="9639" w:type="dxa"/>
            <w:gridSpan w:val="2"/>
          </w:tcPr>
          <w:p w14:paraId="127CB8BE" w14:textId="6D835D8B" w:rsidR="006562CA" w:rsidRPr="000D3D5F" w:rsidRDefault="006562CA" w:rsidP="00315D99">
            <w:pPr>
              <w:pStyle w:val="Antrat21"/>
              <w:rPr>
                <w:rFonts w:eastAsia="Arial"/>
              </w:rPr>
            </w:pPr>
            <w:bookmarkStart w:id="4" w:name="_Ref165113522"/>
            <w:r w:rsidRPr="006562CA">
              <w:rPr>
                <w:rFonts w:eastAsia="Arial"/>
              </w:rPr>
              <w:t>SUTARTIES ĮVYKDYMO UŽTIKRINIMAS (JEI TAIKOMA)</w:t>
            </w:r>
            <w:bookmarkEnd w:id="4"/>
          </w:p>
        </w:tc>
      </w:tr>
      <w:tr w:rsidR="000B188A" w14:paraId="42E21607" w14:textId="77777777" w:rsidTr="00BA6721">
        <w:tc>
          <w:tcPr>
            <w:tcW w:w="1276" w:type="dxa"/>
          </w:tcPr>
          <w:p w14:paraId="2175FB7C" w14:textId="77777777" w:rsidR="000B188A" w:rsidRDefault="000B188A" w:rsidP="00F76C1A">
            <w:pPr>
              <w:pStyle w:val="Heading32"/>
            </w:pPr>
          </w:p>
        </w:tc>
        <w:tc>
          <w:tcPr>
            <w:tcW w:w="8363" w:type="dxa"/>
          </w:tcPr>
          <w:p w14:paraId="59890AF0" w14:textId="5779B6F3" w:rsidR="000B188A" w:rsidRDefault="006562CA" w:rsidP="000D3D5F">
            <w:pPr>
              <w:spacing w:after="60" w:line="259" w:lineRule="auto"/>
              <w:jc w:val="both"/>
              <w:rPr>
                <w:rFonts w:ascii="Cambria" w:eastAsia="Arial" w:hAnsi="Cambria"/>
                <w:sz w:val="24"/>
                <w:szCs w:val="24"/>
              </w:rPr>
            </w:pPr>
            <w:r w:rsidRPr="006562CA">
              <w:rPr>
                <w:rFonts w:ascii="Cambria" w:eastAsia="Arial" w:hAnsi="Cambria"/>
                <w:sz w:val="24"/>
                <w:szCs w:val="24"/>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63D90A0" w14:textId="28FAC3C3" w:rsidR="006562CA" w:rsidRPr="000D3D5F" w:rsidRDefault="006562CA" w:rsidP="000D3D5F">
            <w:pPr>
              <w:spacing w:after="60" w:line="259" w:lineRule="auto"/>
              <w:jc w:val="both"/>
              <w:rPr>
                <w:rFonts w:ascii="Cambria" w:eastAsia="Arial" w:hAnsi="Cambria"/>
                <w:sz w:val="24"/>
                <w:szCs w:val="24"/>
              </w:rPr>
            </w:pPr>
            <w:r w:rsidRPr="006562CA">
              <w:rPr>
                <w:rFonts w:ascii="Cambria" w:eastAsia="Arial" w:hAnsi="Cambria"/>
                <w:b/>
                <w:bCs/>
                <w:sz w:val="24"/>
                <w:szCs w:val="24"/>
              </w:rPr>
              <w:t>Pastaba</w:t>
            </w:r>
            <w:r w:rsidRPr="006562CA">
              <w:rPr>
                <w:rFonts w:ascii="Cambria" w:eastAsia="Arial" w:hAnsi="Cambria"/>
                <w:sz w:val="24"/>
                <w:szCs w:val="24"/>
              </w:rPr>
              <w:t>. 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tc>
      </w:tr>
      <w:tr w:rsidR="000B188A" w14:paraId="57FC71F7" w14:textId="77777777" w:rsidTr="00BA6721">
        <w:tc>
          <w:tcPr>
            <w:tcW w:w="1276" w:type="dxa"/>
          </w:tcPr>
          <w:p w14:paraId="23D3A1C9" w14:textId="77777777" w:rsidR="000B188A" w:rsidRDefault="000B188A" w:rsidP="00F76C1A">
            <w:pPr>
              <w:pStyle w:val="Heading32"/>
            </w:pPr>
          </w:p>
        </w:tc>
        <w:tc>
          <w:tcPr>
            <w:tcW w:w="8363" w:type="dxa"/>
          </w:tcPr>
          <w:p w14:paraId="08F27197" w14:textId="46BF5200" w:rsidR="000B188A"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 xml:space="preserve">Tiekėjas privalo pateikti Pirkėjui Specialiosiose sąlygose nurodytos rūšies ir dydžio Sutarties įvykdymo užtikrinimą – pirmo pareikalavimo banko garantiją arba draudimo bendrovės laidavimo draudimo raštą (kartu su draudimo bendrovės laidavimo draudimo raštu turi būti pateiktas ir pasirašytas draudimo liudijimas (polisas) bei dokumentas, įrodantis, kad draudimo įmoka už išduotą laidavimo draudimo raštą yra sumokėta), atitinkantį Bendrųjų sąlygų </w:t>
            </w:r>
            <w:r w:rsidR="00FA1CF5">
              <w:rPr>
                <w:rFonts w:ascii="Cambria" w:eastAsia="Arial" w:hAnsi="Cambria"/>
                <w:sz w:val="24"/>
                <w:szCs w:val="24"/>
              </w:rPr>
              <w:fldChar w:fldCharType="begin"/>
            </w:r>
            <w:r w:rsidR="00FA1CF5">
              <w:rPr>
                <w:rFonts w:ascii="Cambria" w:eastAsia="Arial" w:hAnsi="Cambria"/>
                <w:sz w:val="24"/>
                <w:szCs w:val="24"/>
              </w:rPr>
              <w:instrText xml:space="preserve"> REF _Ref165113522 \r \h </w:instrText>
            </w:r>
            <w:r w:rsidR="00FA1CF5">
              <w:rPr>
                <w:rFonts w:ascii="Cambria" w:eastAsia="Arial" w:hAnsi="Cambria"/>
                <w:sz w:val="24"/>
                <w:szCs w:val="24"/>
              </w:rPr>
            </w:r>
            <w:r w:rsidR="00FA1CF5">
              <w:rPr>
                <w:rFonts w:ascii="Cambria" w:eastAsia="Arial" w:hAnsi="Cambria"/>
                <w:sz w:val="24"/>
                <w:szCs w:val="24"/>
              </w:rPr>
              <w:fldChar w:fldCharType="separate"/>
            </w:r>
            <w:r w:rsidR="00441A5C">
              <w:rPr>
                <w:rFonts w:ascii="Cambria" w:eastAsia="Arial" w:hAnsi="Cambria"/>
                <w:sz w:val="24"/>
                <w:szCs w:val="24"/>
              </w:rPr>
              <w:t>10</w:t>
            </w:r>
            <w:r w:rsidR="00FA1CF5">
              <w:rPr>
                <w:rFonts w:ascii="Cambria" w:eastAsia="Arial" w:hAnsi="Cambria"/>
                <w:sz w:val="24"/>
                <w:szCs w:val="24"/>
              </w:rPr>
              <w:fldChar w:fldCharType="end"/>
            </w:r>
            <w:r w:rsidRPr="00E86130">
              <w:rPr>
                <w:rFonts w:ascii="Cambria" w:eastAsia="Arial" w:hAnsi="Cambria"/>
                <w:sz w:val="24"/>
                <w:szCs w:val="24"/>
              </w:rPr>
              <w:t xml:space="preserve"> skyriuje nurodytas sąlygas, per Specialiosiose sąlygose nustatytą terminą (toliau – </w:t>
            </w:r>
            <w:r w:rsidRPr="00E86130">
              <w:rPr>
                <w:rFonts w:ascii="Cambria" w:eastAsia="Arial" w:hAnsi="Cambria"/>
                <w:b/>
                <w:bCs/>
                <w:sz w:val="24"/>
                <w:szCs w:val="24"/>
              </w:rPr>
              <w:t>Sutarties įvykdymo užtikrinimas</w:t>
            </w:r>
            <w:r w:rsidRPr="00E86130">
              <w:rPr>
                <w:rFonts w:ascii="Cambria" w:eastAsia="Arial" w:hAnsi="Cambria"/>
                <w:sz w:val="24"/>
                <w:szCs w:val="24"/>
              </w:rPr>
              <w:t>).</w:t>
            </w:r>
          </w:p>
        </w:tc>
      </w:tr>
      <w:tr w:rsidR="000B188A" w14:paraId="2EF081ED" w14:textId="77777777" w:rsidTr="00BA6721">
        <w:tc>
          <w:tcPr>
            <w:tcW w:w="1276" w:type="dxa"/>
          </w:tcPr>
          <w:p w14:paraId="4B621746" w14:textId="77777777" w:rsidR="000B188A" w:rsidRDefault="000B188A" w:rsidP="00F76C1A">
            <w:pPr>
              <w:pStyle w:val="Heading32"/>
            </w:pPr>
          </w:p>
        </w:tc>
        <w:tc>
          <w:tcPr>
            <w:tcW w:w="8363" w:type="dxa"/>
          </w:tcPr>
          <w:p w14:paraId="0D23BC03" w14:textId="2AB46E2A" w:rsidR="000B188A"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tc>
      </w:tr>
      <w:tr w:rsidR="000B188A" w14:paraId="0F8A1511" w14:textId="77777777" w:rsidTr="00BA6721">
        <w:tc>
          <w:tcPr>
            <w:tcW w:w="1276" w:type="dxa"/>
          </w:tcPr>
          <w:p w14:paraId="77FFF9FF" w14:textId="77777777" w:rsidR="000B188A" w:rsidRDefault="000B188A" w:rsidP="00F76C1A">
            <w:pPr>
              <w:pStyle w:val="Heading32"/>
            </w:pPr>
          </w:p>
        </w:tc>
        <w:tc>
          <w:tcPr>
            <w:tcW w:w="8363" w:type="dxa"/>
          </w:tcPr>
          <w:p w14:paraId="3226A4B9" w14:textId="7B50EB31" w:rsidR="000B188A"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tc>
      </w:tr>
      <w:tr w:rsidR="00E86130" w14:paraId="5E0A4FF7" w14:textId="77777777" w:rsidTr="00BA6721">
        <w:tc>
          <w:tcPr>
            <w:tcW w:w="1276" w:type="dxa"/>
          </w:tcPr>
          <w:p w14:paraId="45B31F99" w14:textId="77777777" w:rsidR="00E86130" w:rsidRDefault="00E86130" w:rsidP="00F76C1A">
            <w:pPr>
              <w:pStyle w:val="Heading32"/>
            </w:pPr>
          </w:p>
        </w:tc>
        <w:tc>
          <w:tcPr>
            <w:tcW w:w="8363" w:type="dxa"/>
          </w:tcPr>
          <w:p w14:paraId="03D002DB" w14:textId="3BE77CAC"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w:t>
            </w:r>
            <w:r w:rsidRPr="00E86130">
              <w:rPr>
                <w:rFonts w:ascii="Cambria" w:eastAsia="Arial" w:hAnsi="Cambria"/>
                <w:sz w:val="24"/>
                <w:szCs w:val="24"/>
              </w:rPr>
              <w:lastRenderedPageBreak/>
              <w:t>pinigus pervedant į Pirkėjo sąskaitą.</w:t>
            </w:r>
          </w:p>
        </w:tc>
      </w:tr>
      <w:tr w:rsidR="00E86130" w14:paraId="7E87FD44" w14:textId="77777777" w:rsidTr="00BA6721">
        <w:tc>
          <w:tcPr>
            <w:tcW w:w="1276" w:type="dxa"/>
          </w:tcPr>
          <w:p w14:paraId="77694C99" w14:textId="77777777" w:rsidR="00E86130" w:rsidRDefault="00E86130" w:rsidP="00F76C1A">
            <w:pPr>
              <w:pStyle w:val="Heading32"/>
            </w:pPr>
          </w:p>
        </w:tc>
        <w:tc>
          <w:tcPr>
            <w:tcW w:w="8363" w:type="dxa"/>
          </w:tcPr>
          <w:p w14:paraId="1DAC8571" w14:textId="3F9C490A"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tc>
      </w:tr>
      <w:tr w:rsidR="00E86130" w14:paraId="68BF86D2" w14:textId="77777777" w:rsidTr="00BA6721">
        <w:tc>
          <w:tcPr>
            <w:tcW w:w="1276" w:type="dxa"/>
          </w:tcPr>
          <w:p w14:paraId="3E1C2F99" w14:textId="77777777" w:rsidR="00E86130" w:rsidRDefault="00E86130" w:rsidP="00F76C1A">
            <w:pPr>
              <w:pStyle w:val="Heading32"/>
            </w:pPr>
          </w:p>
        </w:tc>
        <w:tc>
          <w:tcPr>
            <w:tcW w:w="8363" w:type="dxa"/>
          </w:tcPr>
          <w:p w14:paraId="5A5ACEE1" w14:textId="7861B88C"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Sutarties įvykdymo užtikrinimas turi įsigalioti ne vėliau negu jo pateikimo Pirkėjui dieną.</w:t>
            </w:r>
          </w:p>
        </w:tc>
      </w:tr>
      <w:tr w:rsidR="00E86130" w14:paraId="4FCA8501" w14:textId="77777777" w:rsidTr="00BA6721">
        <w:tc>
          <w:tcPr>
            <w:tcW w:w="1276" w:type="dxa"/>
          </w:tcPr>
          <w:p w14:paraId="1920860C" w14:textId="77777777" w:rsidR="00E86130" w:rsidRDefault="00E86130" w:rsidP="00F76C1A">
            <w:pPr>
              <w:pStyle w:val="Heading32"/>
            </w:pPr>
          </w:p>
        </w:tc>
        <w:tc>
          <w:tcPr>
            <w:tcW w:w="8363" w:type="dxa"/>
          </w:tcPr>
          <w:p w14:paraId="0FC33B67" w14:textId="4A5D74AA"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Sutarties įvykdymo užtikrinimo suma turi būti nurodoma ir išmokama eurais.</w:t>
            </w:r>
          </w:p>
        </w:tc>
      </w:tr>
      <w:tr w:rsidR="00E86130" w14:paraId="28FA3E2D" w14:textId="77777777" w:rsidTr="00BA6721">
        <w:tc>
          <w:tcPr>
            <w:tcW w:w="1276" w:type="dxa"/>
          </w:tcPr>
          <w:p w14:paraId="6B961A32" w14:textId="77777777" w:rsidR="00E86130" w:rsidRDefault="00E86130" w:rsidP="00F76C1A">
            <w:pPr>
              <w:pStyle w:val="Heading32"/>
            </w:pPr>
          </w:p>
        </w:tc>
        <w:tc>
          <w:tcPr>
            <w:tcW w:w="8363" w:type="dxa"/>
          </w:tcPr>
          <w:p w14:paraId="7877DA2F" w14:textId="6E7F844D"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Sutarties įvykdymo užtikrinimas turi būti surašytas lietuvių arba kita kalba (esant Pirkėjo prašymui, turi būti pateiktas vertimas į lietuvių kalbą).</w:t>
            </w:r>
          </w:p>
        </w:tc>
      </w:tr>
      <w:tr w:rsidR="00E86130" w14:paraId="2E00674C" w14:textId="77777777" w:rsidTr="00BA6721">
        <w:tc>
          <w:tcPr>
            <w:tcW w:w="1276" w:type="dxa"/>
          </w:tcPr>
          <w:p w14:paraId="41C73425" w14:textId="77777777" w:rsidR="00E86130" w:rsidRDefault="00E86130" w:rsidP="00F76C1A">
            <w:pPr>
              <w:pStyle w:val="Heading32"/>
            </w:pPr>
          </w:p>
        </w:tc>
        <w:tc>
          <w:tcPr>
            <w:tcW w:w="8363" w:type="dxa"/>
          </w:tcPr>
          <w:p w14:paraId="1228458A" w14:textId="1EFBA5CC"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Sutarties įvykdymo užtikrinime nurodytas jo galiojimo terminas turi būti ne trumpesnis nei Sutarties galiojimo terminas.</w:t>
            </w:r>
          </w:p>
        </w:tc>
      </w:tr>
      <w:tr w:rsidR="00E86130" w14:paraId="15A7288F" w14:textId="77777777" w:rsidTr="00BA6721">
        <w:tc>
          <w:tcPr>
            <w:tcW w:w="1276" w:type="dxa"/>
          </w:tcPr>
          <w:p w14:paraId="6A4A0A07" w14:textId="77777777" w:rsidR="00E86130" w:rsidRDefault="00E86130" w:rsidP="00F76C1A">
            <w:pPr>
              <w:pStyle w:val="Heading32"/>
            </w:pPr>
          </w:p>
        </w:tc>
        <w:tc>
          <w:tcPr>
            <w:tcW w:w="8363" w:type="dxa"/>
          </w:tcPr>
          <w:p w14:paraId="356F9B57" w14:textId="3FAC41D6"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tc>
      </w:tr>
      <w:tr w:rsidR="00E86130" w14:paraId="18F2E0E5" w14:textId="77777777" w:rsidTr="00BA6721">
        <w:tc>
          <w:tcPr>
            <w:tcW w:w="1276" w:type="dxa"/>
          </w:tcPr>
          <w:p w14:paraId="1A76ED10" w14:textId="77777777" w:rsidR="00E86130" w:rsidRDefault="00E86130" w:rsidP="00F76C1A">
            <w:pPr>
              <w:pStyle w:val="Heading32"/>
            </w:pPr>
          </w:p>
        </w:tc>
        <w:tc>
          <w:tcPr>
            <w:tcW w:w="8363" w:type="dxa"/>
          </w:tcPr>
          <w:p w14:paraId="5F714F0F" w14:textId="1983FCB3"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tc>
      </w:tr>
      <w:tr w:rsidR="00E86130" w14:paraId="2E4F5B2C" w14:textId="77777777" w:rsidTr="00BA6721">
        <w:tc>
          <w:tcPr>
            <w:tcW w:w="1276" w:type="dxa"/>
          </w:tcPr>
          <w:p w14:paraId="667D30CE" w14:textId="77777777" w:rsidR="00E86130" w:rsidRDefault="00E86130" w:rsidP="00F76C1A">
            <w:pPr>
              <w:pStyle w:val="Heading32"/>
            </w:pPr>
          </w:p>
        </w:tc>
        <w:tc>
          <w:tcPr>
            <w:tcW w:w="8363" w:type="dxa"/>
          </w:tcPr>
          <w:p w14:paraId="6BC63796" w14:textId="0625EA14"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tc>
      </w:tr>
      <w:tr w:rsidR="00E86130" w14:paraId="318EF549" w14:textId="77777777" w:rsidTr="00BA6721">
        <w:tc>
          <w:tcPr>
            <w:tcW w:w="1276" w:type="dxa"/>
          </w:tcPr>
          <w:p w14:paraId="0A231A31" w14:textId="77777777" w:rsidR="00E86130" w:rsidRDefault="00E86130" w:rsidP="00F76C1A">
            <w:pPr>
              <w:pStyle w:val="Heading32"/>
            </w:pPr>
          </w:p>
        </w:tc>
        <w:tc>
          <w:tcPr>
            <w:tcW w:w="8363" w:type="dxa"/>
          </w:tcPr>
          <w:p w14:paraId="7FB08298" w14:textId="15BC15F4"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tc>
      </w:tr>
      <w:tr w:rsidR="00E86130" w14:paraId="5D1E1683" w14:textId="77777777" w:rsidTr="00BA6721">
        <w:tc>
          <w:tcPr>
            <w:tcW w:w="1276" w:type="dxa"/>
          </w:tcPr>
          <w:p w14:paraId="1B144BC1" w14:textId="77777777" w:rsidR="00E86130" w:rsidRDefault="00E86130" w:rsidP="00F76C1A">
            <w:pPr>
              <w:pStyle w:val="Heading32"/>
            </w:pPr>
          </w:p>
        </w:tc>
        <w:tc>
          <w:tcPr>
            <w:tcW w:w="8363" w:type="dxa"/>
          </w:tcPr>
          <w:p w14:paraId="74AAF24B" w14:textId="5D097142"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 xml:space="preserve">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w:t>
            </w:r>
            <w:r w:rsidRPr="00E86130">
              <w:rPr>
                <w:rFonts w:ascii="Cambria" w:eastAsia="Arial" w:hAnsi="Cambria"/>
                <w:sz w:val="24"/>
                <w:szCs w:val="24"/>
              </w:rPr>
              <w:lastRenderedPageBreak/>
              <w:t>apie Sutarties įvykdymo užtikrinimo sumokėjimą Pirkėjui pranešimo gavimo dienos pateikti Pirkėjui naują Specialiosiose sąlygose nurodyto dydžio Sutarties įvykdymo užtikrinimą.</w:t>
            </w:r>
          </w:p>
        </w:tc>
      </w:tr>
      <w:tr w:rsidR="00E86130" w14:paraId="1829F89D" w14:textId="77777777" w:rsidTr="00BA6721">
        <w:tc>
          <w:tcPr>
            <w:tcW w:w="1276" w:type="dxa"/>
          </w:tcPr>
          <w:p w14:paraId="1FF29BC5" w14:textId="77777777" w:rsidR="00E86130" w:rsidRDefault="00E86130" w:rsidP="00F76C1A">
            <w:pPr>
              <w:pStyle w:val="Heading32"/>
            </w:pPr>
          </w:p>
        </w:tc>
        <w:tc>
          <w:tcPr>
            <w:tcW w:w="8363" w:type="dxa"/>
          </w:tcPr>
          <w:p w14:paraId="394E9EAC" w14:textId="698423AA"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Pirkėjas gali pasinaudoti Sutarties įvykdymo užtikrinimu, esant bet kuriai iš žemiau nurodytų aplinkybių:</w:t>
            </w:r>
          </w:p>
        </w:tc>
      </w:tr>
      <w:tr w:rsidR="00E86130" w14:paraId="3738EFF7" w14:textId="77777777" w:rsidTr="00BA6721">
        <w:tc>
          <w:tcPr>
            <w:tcW w:w="1276" w:type="dxa"/>
          </w:tcPr>
          <w:p w14:paraId="62CBDE1D" w14:textId="77777777" w:rsidR="00E86130" w:rsidRDefault="00E86130" w:rsidP="00FA1CF5">
            <w:pPr>
              <w:pStyle w:val="Heading42"/>
            </w:pPr>
          </w:p>
        </w:tc>
        <w:tc>
          <w:tcPr>
            <w:tcW w:w="8363" w:type="dxa"/>
          </w:tcPr>
          <w:p w14:paraId="4214E8EF" w14:textId="4EEE9F80"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Tiekėjas neįvykdė, nevykdo arba netinkamai vykdo savo įsipareigojimus pagal Sutartį;</w:t>
            </w:r>
          </w:p>
        </w:tc>
      </w:tr>
      <w:tr w:rsidR="00E86130" w14:paraId="3A740BD5" w14:textId="77777777" w:rsidTr="00BA6721">
        <w:tc>
          <w:tcPr>
            <w:tcW w:w="1276" w:type="dxa"/>
          </w:tcPr>
          <w:p w14:paraId="6B41819E" w14:textId="77777777" w:rsidR="00E86130" w:rsidRDefault="00E86130" w:rsidP="00FA1CF5">
            <w:pPr>
              <w:pStyle w:val="Heading42"/>
            </w:pPr>
          </w:p>
        </w:tc>
        <w:tc>
          <w:tcPr>
            <w:tcW w:w="8363" w:type="dxa"/>
          </w:tcPr>
          <w:p w14:paraId="4B168834" w14:textId="6328A612"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Tiekėjas per protingai nustatytą laikotarpį neįvykdo Pirkėjo nurodymo ištaisyti Prekių trūkumus;</w:t>
            </w:r>
          </w:p>
        </w:tc>
      </w:tr>
      <w:tr w:rsidR="00E86130" w14:paraId="7173EF3F" w14:textId="77777777" w:rsidTr="00BA6721">
        <w:tc>
          <w:tcPr>
            <w:tcW w:w="1276" w:type="dxa"/>
          </w:tcPr>
          <w:p w14:paraId="3EF0D0D2" w14:textId="77777777" w:rsidR="00E86130" w:rsidRDefault="00E86130" w:rsidP="00FA1CF5">
            <w:pPr>
              <w:pStyle w:val="Heading42"/>
            </w:pPr>
          </w:p>
        </w:tc>
        <w:tc>
          <w:tcPr>
            <w:tcW w:w="8363" w:type="dxa"/>
          </w:tcPr>
          <w:p w14:paraId="3787D7F0" w14:textId="1D80B96C"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tc>
      </w:tr>
      <w:tr w:rsidR="00E86130" w14:paraId="673E28AA" w14:textId="77777777" w:rsidTr="00BA6721">
        <w:tc>
          <w:tcPr>
            <w:tcW w:w="1276" w:type="dxa"/>
          </w:tcPr>
          <w:p w14:paraId="096FA855" w14:textId="77777777" w:rsidR="00E86130" w:rsidRDefault="00E86130" w:rsidP="00FA1CF5">
            <w:pPr>
              <w:pStyle w:val="Heading42"/>
            </w:pPr>
          </w:p>
        </w:tc>
        <w:tc>
          <w:tcPr>
            <w:tcW w:w="8363" w:type="dxa"/>
          </w:tcPr>
          <w:p w14:paraId="1B99682C" w14:textId="7B2C002F" w:rsidR="00E86130" w:rsidRPr="000D3D5F" w:rsidRDefault="00E86130" w:rsidP="000D3D5F">
            <w:pPr>
              <w:spacing w:after="60" w:line="259" w:lineRule="auto"/>
              <w:jc w:val="both"/>
              <w:rPr>
                <w:rFonts w:ascii="Cambria" w:eastAsia="Arial" w:hAnsi="Cambria"/>
                <w:sz w:val="24"/>
                <w:szCs w:val="24"/>
              </w:rPr>
            </w:pPr>
            <w:r w:rsidRPr="00E86130">
              <w:rPr>
                <w:rFonts w:ascii="Cambria" w:eastAsia="Arial" w:hAnsi="Cambria"/>
                <w:sz w:val="24"/>
                <w:szCs w:val="24"/>
              </w:rPr>
              <w:t>Tiekėjas be pateisinamos priežasties (ne Sutartyje nustatytais atvejais) vienašališkai nutraukia Sutartį.</w:t>
            </w:r>
          </w:p>
        </w:tc>
      </w:tr>
      <w:tr w:rsidR="00626D9A" w14:paraId="416177A4" w14:textId="77777777" w:rsidTr="00BA6721">
        <w:tc>
          <w:tcPr>
            <w:tcW w:w="9639" w:type="dxa"/>
            <w:gridSpan w:val="2"/>
          </w:tcPr>
          <w:p w14:paraId="7164C188" w14:textId="73DABD0B" w:rsidR="00626D9A" w:rsidRPr="000D3D5F" w:rsidRDefault="00626D9A" w:rsidP="00315D99">
            <w:pPr>
              <w:pStyle w:val="Antrat21"/>
              <w:rPr>
                <w:rFonts w:eastAsia="Arial"/>
              </w:rPr>
            </w:pPr>
            <w:r w:rsidRPr="00626D9A">
              <w:rPr>
                <w:rFonts w:eastAsia="Arial"/>
              </w:rPr>
              <w:t>SUTARTIES KAINA IR JOS PERSKAIČIAVIMAS</w:t>
            </w:r>
          </w:p>
        </w:tc>
      </w:tr>
      <w:tr w:rsidR="00E86130" w14:paraId="67BC1BDD" w14:textId="77777777" w:rsidTr="00BA6721">
        <w:tc>
          <w:tcPr>
            <w:tcW w:w="1276" w:type="dxa"/>
          </w:tcPr>
          <w:p w14:paraId="1C664593" w14:textId="77777777" w:rsidR="00E86130" w:rsidRDefault="00E86130" w:rsidP="00626D9A">
            <w:pPr>
              <w:pStyle w:val="Heading32"/>
            </w:pPr>
          </w:p>
        </w:tc>
        <w:tc>
          <w:tcPr>
            <w:tcW w:w="8363" w:type="dxa"/>
          </w:tcPr>
          <w:p w14:paraId="1A87D326" w14:textId="0DD1C43C" w:rsidR="00E86130" w:rsidRPr="000D3D5F" w:rsidRDefault="00626D9A" w:rsidP="000D3D5F">
            <w:pPr>
              <w:spacing w:after="60" w:line="259" w:lineRule="auto"/>
              <w:jc w:val="both"/>
              <w:rPr>
                <w:rFonts w:ascii="Cambria" w:eastAsia="Arial" w:hAnsi="Cambria"/>
                <w:sz w:val="24"/>
                <w:szCs w:val="24"/>
              </w:rPr>
            </w:pPr>
            <w:r w:rsidRPr="00626D9A">
              <w:rPr>
                <w:rFonts w:ascii="Cambria" w:eastAsia="Arial" w:hAnsi="Cambria"/>
                <w:sz w:val="24"/>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tc>
      </w:tr>
      <w:tr w:rsidR="00626D9A" w14:paraId="676DB06D" w14:textId="77777777" w:rsidTr="00BA6721">
        <w:tc>
          <w:tcPr>
            <w:tcW w:w="1276" w:type="dxa"/>
          </w:tcPr>
          <w:p w14:paraId="56EA7461" w14:textId="77777777" w:rsidR="00626D9A" w:rsidRDefault="00626D9A" w:rsidP="00626D9A">
            <w:pPr>
              <w:pStyle w:val="Heading32"/>
            </w:pPr>
          </w:p>
        </w:tc>
        <w:tc>
          <w:tcPr>
            <w:tcW w:w="8363" w:type="dxa"/>
          </w:tcPr>
          <w:p w14:paraId="7B7F8DBE" w14:textId="4E8D21C6" w:rsidR="00626D9A" w:rsidRPr="000D3D5F" w:rsidRDefault="00626D9A" w:rsidP="000D3D5F">
            <w:pPr>
              <w:spacing w:after="60" w:line="259" w:lineRule="auto"/>
              <w:jc w:val="both"/>
              <w:rPr>
                <w:rFonts w:ascii="Cambria" w:eastAsia="Arial" w:hAnsi="Cambria"/>
                <w:sz w:val="24"/>
                <w:szCs w:val="24"/>
              </w:rPr>
            </w:pPr>
            <w:r w:rsidRPr="00626D9A">
              <w:rPr>
                <w:rFonts w:ascii="Cambria" w:eastAsia="Arial" w:hAnsi="Cambria"/>
                <w:sz w:val="24"/>
                <w:szCs w:val="24"/>
              </w:rPr>
              <w:t>Pradinės sutarties vertė yra nurodyta Specialiosiose sąlygose.</w:t>
            </w:r>
          </w:p>
        </w:tc>
      </w:tr>
      <w:tr w:rsidR="00626D9A" w14:paraId="23CFF219" w14:textId="77777777" w:rsidTr="00BA6721">
        <w:tc>
          <w:tcPr>
            <w:tcW w:w="1276" w:type="dxa"/>
          </w:tcPr>
          <w:p w14:paraId="4B7BEBE8" w14:textId="77777777" w:rsidR="00626D9A" w:rsidRDefault="00626D9A" w:rsidP="00626D9A">
            <w:pPr>
              <w:pStyle w:val="Heading32"/>
            </w:pPr>
          </w:p>
        </w:tc>
        <w:tc>
          <w:tcPr>
            <w:tcW w:w="8363" w:type="dxa"/>
          </w:tcPr>
          <w:p w14:paraId="6C160523" w14:textId="12CFDCCF" w:rsidR="00626D9A" w:rsidRPr="000D3D5F" w:rsidRDefault="00626D9A" w:rsidP="000D3D5F">
            <w:pPr>
              <w:spacing w:after="60" w:line="259" w:lineRule="auto"/>
              <w:jc w:val="both"/>
              <w:rPr>
                <w:rFonts w:ascii="Cambria" w:eastAsia="Arial" w:hAnsi="Cambria"/>
                <w:sz w:val="24"/>
                <w:szCs w:val="24"/>
              </w:rPr>
            </w:pPr>
            <w:r w:rsidRPr="00626D9A">
              <w:rPr>
                <w:rFonts w:ascii="Cambria" w:eastAsia="Arial" w:hAnsi="Cambria"/>
                <w:sz w:val="24"/>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tc>
      </w:tr>
      <w:tr w:rsidR="00626D9A" w14:paraId="450A182B" w14:textId="77777777" w:rsidTr="00BA6721">
        <w:tc>
          <w:tcPr>
            <w:tcW w:w="1276" w:type="dxa"/>
          </w:tcPr>
          <w:p w14:paraId="05FFDC62" w14:textId="77777777" w:rsidR="00626D9A" w:rsidRDefault="00626D9A" w:rsidP="00626D9A">
            <w:pPr>
              <w:pStyle w:val="Heading32"/>
            </w:pPr>
          </w:p>
        </w:tc>
        <w:tc>
          <w:tcPr>
            <w:tcW w:w="8363" w:type="dxa"/>
          </w:tcPr>
          <w:p w14:paraId="43B655E5" w14:textId="2C740386" w:rsidR="00626D9A" w:rsidRPr="000D3D5F" w:rsidRDefault="00626D9A" w:rsidP="000D3D5F">
            <w:pPr>
              <w:spacing w:after="60" w:line="259" w:lineRule="auto"/>
              <w:jc w:val="both"/>
              <w:rPr>
                <w:rFonts w:ascii="Cambria" w:eastAsia="Arial" w:hAnsi="Cambria"/>
                <w:sz w:val="24"/>
                <w:szCs w:val="24"/>
              </w:rPr>
            </w:pPr>
            <w:r w:rsidRPr="00626D9A">
              <w:rPr>
                <w:rFonts w:ascii="Cambria" w:eastAsia="Arial" w:hAnsi="Cambria"/>
                <w:sz w:val="24"/>
                <w:szCs w:val="24"/>
              </w:rPr>
              <w:t>Sutarties kainos peržiūra atliekama Specialiosiose sąlygose nustatyta tvarka.</w:t>
            </w:r>
          </w:p>
        </w:tc>
      </w:tr>
      <w:tr w:rsidR="009676F0" w14:paraId="2EA54F41" w14:textId="77777777" w:rsidTr="00BA6721">
        <w:tc>
          <w:tcPr>
            <w:tcW w:w="9639" w:type="dxa"/>
            <w:gridSpan w:val="2"/>
          </w:tcPr>
          <w:p w14:paraId="7F27A301" w14:textId="78A47B1A" w:rsidR="009676F0" w:rsidRPr="000D3D5F" w:rsidRDefault="009676F0" w:rsidP="00315D99">
            <w:pPr>
              <w:pStyle w:val="Antrat21"/>
              <w:rPr>
                <w:rFonts w:eastAsia="Arial"/>
              </w:rPr>
            </w:pPr>
            <w:r w:rsidRPr="009676F0">
              <w:rPr>
                <w:rFonts w:eastAsia="Arial"/>
              </w:rPr>
              <w:t>ATSISKAITYMO TVARKA</w:t>
            </w:r>
          </w:p>
        </w:tc>
      </w:tr>
      <w:tr w:rsidR="009676F0" w14:paraId="626C251C" w14:textId="77777777" w:rsidTr="00BA6721">
        <w:tc>
          <w:tcPr>
            <w:tcW w:w="9639" w:type="dxa"/>
            <w:gridSpan w:val="2"/>
          </w:tcPr>
          <w:p w14:paraId="5E9A5999" w14:textId="7583A983" w:rsidR="009676F0" w:rsidRPr="000D3D5F" w:rsidRDefault="009676F0" w:rsidP="009A4E3D">
            <w:pPr>
              <w:pStyle w:val="Heading31"/>
              <w:rPr>
                <w:rFonts w:eastAsia="Arial"/>
              </w:rPr>
            </w:pPr>
            <w:bookmarkStart w:id="5" w:name="_Ref165113922"/>
            <w:r w:rsidRPr="009676F0">
              <w:rPr>
                <w:rFonts w:eastAsia="Arial"/>
              </w:rPr>
              <w:t>Išankstinis mokėjimas (avansas) (jei taikoma)</w:t>
            </w:r>
            <w:bookmarkEnd w:id="5"/>
          </w:p>
        </w:tc>
      </w:tr>
      <w:tr w:rsidR="00626D9A" w14:paraId="6C0FE622" w14:textId="77777777" w:rsidTr="00BA6721">
        <w:tc>
          <w:tcPr>
            <w:tcW w:w="1276" w:type="dxa"/>
          </w:tcPr>
          <w:p w14:paraId="3416813B" w14:textId="77777777" w:rsidR="00626D9A" w:rsidRDefault="00626D9A" w:rsidP="003E710A">
            <w:pPr>
              <w:pStyle w:val="Heading41"/>
            </w:pPr>
          </w:p>
        </w:tc>
        <w:tc>
          <w:tcPr>
            <w:tcW w:w="8363" w:type="dxa"/>
          </w:tcPr>
          <w:p w14:paraId="5E688DAC" w14:textId="4E1D5FD1" w:rsidR="00626D9A" w:rsidRPr="000D3D5F" w:rsidRDefault="009676F0" w:rsidP="000D3D5F">
            <w:pPr>
              <w:spacing w:after="60" w:line="259" w:lineRule="auto"/>
              <w:jc w:val="both"/>
              <w:rPr>
                <w:rFonts w:ascii="Cambria" w:eastAsia="Arial" w:hAnsi="Cambria"/>
                <w:sz w:val="24"/>
                <w:szCs w:val="24"/>
              </w:rPr>
            </w:pPr>
            <w:r w:rsidRPr="009676F0">
              <w:rPr>
                <w:rFonts w:ascii="Cambria" w:eastAsia="Arial" w:hAnsi="Cambria"/>
                <w:sz w:val="24"/>
                <w:szCs w:val="24"/>
              </w:rPr>
              <w:t xml:space="preserve">Bendrųjų sąlygų </w:t>
            </w:r>
            <w:r w:rsidR="003E710A">
              <w:rPr>
                <w:rFonts w:ascii="Cambria" w:eastAsia="Arial" w:hAnsi="Cambria"/>
                <w:sz w:val="24"/>
                <w:szCs w:val="24"/>
              </w:rPr>
              <w:fldChar w:fldCharType="begin"/>
            </w:r>
            <w:r w:rsidR="003E710A">
              <w:rPr>
                <w:rFonts w:ascii="Cambria" w:eastAsia="Arial" w:hAnsi="Cambria"/>
                <w:sz w:val="24"/>
                <w:szCs w:val="24"/>
              </w:rPr>
              <w:instrText xml:space="preserve"> REF _Ref165113922 \r \h </w:instrText>
            </w:r>
            <w:r w:rsidR="003E710A">
              <w:rPr>
                <w:rFonts w:ascii="Cambria" w:eastAsia="Arial" w:hAnsi="Cambria"/>
                <w:sz w:val="24"/>
                <w:szCs w:val="24"/>
              </w:rPr>
            </w:r>
            <w:r w:rsidR="003E710A">
              <w:rPr>
                <w:rFonts w:ascii="Cambria" w:eastAsia="Arial" w:hAnsi="Cambria"/>
                <w:sz w:val="24"/>
                <w:szCs w:val="24"/>
              </w:rPr>
              <w:fldChar w:fldCharType="separate"/>
            </w:r>
            <w:r w:rsidR="00441A5C">
              <w:rPr>
                <w:rFonts w:ascii="Cambria" w:eastAsia="Arial" w:hAnsi="Cambria"/>
                <w:sz w:val="24"/>
                <w:szCs w:val="24"/>
              </w:rPr>
              <w:t>12.1</w:t>
            </w:r>
            <w:r w:rsidR="003E710A">
              <w:rPr>
                <w:rFonts w:ascii="Cambria" w:eastAsia="Arial" w:hAnsi="Cambria"/>
                <w:sz w:val="24"/>
                <w:szCs w:val="24"/>
              </w:rPr>
              <w:fldChar w:fldCharType="end"/>
            </w:r>
            <w:r w:rsidRPr="009676F0">
              <w:rPr>
                <w:rFonts w:ascii="Cambria" w:eastAsia="Arial" w:hAnsi="Cambria"/>
                <w:sz w:val="24"/>
                <w:szCs w:val="24"/>
              </w:rPr>
              <w:t xml:space="preserve"> poskyrio sąlygos taikomos tuo atveju, jei Specialiosiose sąlygose yra nurodyta, kad Tiekėjui mokamas išankstinis mokėjimas (avansas) (toliau – avansas).</w:t>
            </w:r>
          </w:p>
        </w:tc>
      </w:tr>
      <w:tr w:rsidR="00626D9A" w14:paraId="34A61C0D" w14:textId="77777777" w:rsidTr="00BA6721">
        <w:tc>
          <w:tcPr>
            <w:tcW w:w="1276" w:type="dxa"/>
          </w:tcPr>
          <w:p w14:paraId="0BAAC4C5" w14:textId="77777777" w:rsidR="00626D9A" w:rsidRDefault="00626D9A" w:rsidP="003E710A">
            <w:pPr>
              <w:pStyle w:val="Heading41"/>
            </w:pPr>
          </w:p>
        </w:tc>
        <w:tc>
          <w:tcPr>
            <w:tcW w:w="8363" w:type="dxa"/>
          </w:tcPr>
          <w:p w14:paraId="314B6673" w14:textId="74D4187B" w:rsidR="00626D9A" w:rsidRPr="000D3D5F" w:rsidRDefault="009676F0" w:rsidP="000D3D5F">
            <w:pPr>
              <w:spacing w:after="60" w:line="259" w:lineRule="auto"/>
              <w:jc w:val="both"/>
              <w:rPr>
                <w:rFonts w:ascii="Cambria" w:eastAsia="Arial" w:hAnsi="Cambria"/>
                <w:sz w:val="24"/>
                <w:szCs w:val="24"/>
              </w:rPr>
            </w:pPr>
            <w:r w:rsidRPr="009676F0">
              <w:rPr>
                <w:rFonts w:ascii="Cambria" w:eastAsia="Arial" w:hAnsi="Cambria"/>
                <w:sz w:val="24"/>
                <w:szCs w:val="24"/>
              </w:rPr>
              <w:t>Pirkėjas sumoka Tiekėjui avansą – ne daugiau kaip Specialiosiose sąlygose nurodytas avanso dydis.</w:t>
            </w:r>
          </w:p>
        </w:tc>
      </w:tr>
      <w:tr w:rsidR="00626D9A" w14:paraId="60617099" w14:textId="77777777" w:rsidTr="00BA6721">
        <w:tc>
          <w:tcPr>
            <w:tcW w:w="1276" w:type="dxa"/>
          </w:tcPr>
          <w:p w14:paraId="1F5DB936" w14:textId="77777777" w:rsidR="00626D9A" w:rsidRDefault="00626D9A" w:rsidP="003E710A">
            <w:pPr>
              <w:pStyle w:val="Heading41"/>
            </w:pPr>
            <w:bookmarkStart w:id="6" w:name="_Ref165113535"/>
          </w:p>
        </w:tc>
        <w:bookmarkEnd w:id="6"/>
        <w:tc>
          <w:tcPr>
            <w:tcW w:w="8363" w:type="dxa"/>
          </w:tcPr>
          <w:p w14:paraId="3B7AEF06" w14:textId="1666CB2E" w:rsidR="00626D9A" w:rsidRDefault="00C11708" w:rsidP="000D3D5F">
            <w:pPr>
              <w:spacing w:after="60" w:line="259" w:lineRule="auto"/>
              <w:jc w:val="both"/>
              <w:rPr>
                <w:rFonts w:ascii="Cambria" w:eastAsia="Arial" w:hAnsi="Cambria"/>
                <w:sz w:val="24"/>
                <w:szCs w:val="24"/>
              </w:rPr>
            </w:pPr>
            <w:r w:rsidRPr="00C11708">
              <w:rPr>
                <w:rFonts w:ascii="Cambria" w:eastAsia="Arial" w:hAnsi="Cambria"/>
                <w:sz w:val="24"/>
                <w:szCs w:val="24"/>
              </w:rPr>
              <w:t xml:space="preserve">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C11708">
              <w:rPr>
                <w:rFonts w:ascii="Cambria" w:eastAsia="Arial" w:hAnsi="Cambria"/>
                <w:b/>
                <w:bCs/>
                <w:sz w:val="24"/>
                <w:szCs w:val="24"/>
              </w:rPr>
              <w:t>Avanso užtikrinimas</w:t>
            </w:r>
            <w:r w:rsidRPr="00C11708">
              <w:rPr>
                <w:rFonts w:ascii="Cambria" w:eastAsia="Arial" w:hAnsi="Cambria"/>
                <w:sz w:val="24"/>
                <w:szCs w:val="24"/>
              </w:rPr>
              <w:t>).</w:t>
            </w:r>
          </w:p>
          <w:p w14:paraId="6996FC7F" w14:textId="77F16CC2" w:rsidR="00216A41" w:rsidRPr="000D3D5F" w:rsidRDefault="00216A41" w:rsidP="000D3D5F">
            <w:pPr>
              <w:spacing w:after="60" w:line="259" w:lineRule="auto"/>
              <w:jc w:val="both"/>
              <w:rPr>
                <w:rFonts w:ascii="Cambria" w:eastAsia="Arial" w:hAnsi="Cambria"/>
                <w:sz w:val="24"/>
                <w:szCs w:val="24"/>
              </w:rPr>
            </w:pPr>
            <w:r w:rsidRPr="00216A41">
              <w:rPr>
                <w:rFonts w:ascii="Cambria" w:eastAsia="Arial" w:hAnsi="Cambria"/>
                <w:b/>
                <w:bCs/>
                <w:sz w:val="24"/>
                <w:szCs w:val="24"/>
              </w:rPr>
              <w:t>Pastaba</w:t>
            </w:r>
            <w:r w:rsidRPr="00216A41">
              <w:rPr>
                <w:rFonts w:ascii="Cambria" w:eastAsia="Arial" w:hAnsi="Cambria"/>
                <w:sz w:val="24"/>
                <w:szCs w:val="24"/>
              </w:rPr>
              <w:t xml:space="preserve">. Kai Specialiosiose sąlygose nurodoma, kad Pirkėjas reikalauja pateikti kredito unijos išduotą Avanso užtikrinimą, šio poskyrio nuostatos taikomos </w:t>
            </w:r>
            <w:r w:rsidRPr="00216A41">
              <w:rPr>
                <w:rFonts w:ascii="Cambria" w:eastAsia="Arial" w:hAnsi="Cambria"/>
                <w:sz w:val="24"/>
                <w:szCs w:val="24"/>
              </w:rPr>
              <w:lastRenderedPageBreak/>
              <w:t>pagal poreikį ir Pirkėjas gali nusimatyti papildomus reikalavimus Specialiosiose sąlygose tokio Avanso užtikrinimo pateikimui, atitinkančius įstatymų bei kitų teisės aktų nuostatas.</w:t>
            </w:r>
          </w:p>
        </w:tc>
      </w:tr>
      <w:tr w:rsidR="00626D9A" w14:paraId="443C630C" w14:textId="77777777" w:rsidTr="00BA6721">
        <w:tc>
          <w:tcPr>
            <w:tcW w:w="1276" w:type="dxa"/>
          </w:tcPr>
          <w:p w14:paraId="267CA895" w14:textId="77777777" w:rsidR="00626D9A" w:rsidRDefault="00626D9A" w:rsidP="003E710A">
            <w:pPr>
              <w:pStyle w:val="Heading41"/>
            </w:pPr>
          </w:p>
        </w:tc>
        <w:tc>
          <w:tcPr>
            <w:tcW w:w="8363" w:type="dxa"/>
          </w:tcPr>
          <w:p w14:paraId="175C1FCB" w14:textId="586239F5" w:rsidR="00626D9A" w:rsidRPr="000D3D5F" w:rsidRDefault="00216A41" w:rsidP="000D3D5F">
            <w:pPr>
              <w:spacing w:after="60" w:line="259" w:lineRule="auto"/>
              <w:jc w:val="both"/>
              <w:rPr>
                <w:rFonts w:ascii="Cambria" w:eastAsia="Arial" w:hAnsi="Cambria"/>
                <w:sz w:val="24"/>
                <w:szCs w:val="24"/>
              </w:rPr>
            </w:pPr>
            <w:r w:rsidRPr="00216A41">
              <w:rPr>
                <w:rFonts w:ascii="Cambria" w:eastAsia="Arial" w:hAnsi="Cambria"/>
                <w:sz w:val="24"/>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w:t>
            </w:r>
          </w:p>
        </w:tc>
      </w:tr>
      <w:tr w:rsidR="00C11708" w14:paraId="7B6F64B0" w14:textId="77777777" w:rsidTr="00BA6721">
        <w:tc>
          <w:tcPr>
            <w:tcW w:w="1276" w:type="dxa"/>
          </w:tcPr>
          <w:p w14:paraId="32DDCBF5" w14:textId="77777777" w:rsidR="00C11708" w:rsidRDefault="00C11708" w:rsidP="003E710A">
            <w:pPr>
              <w:pStyle w:val="Heading41"/>
            </w:pPr>
          </w:p>
        </w:tc>
        <w:tc>
          <w:tcPr>
            <w:tcW w:w="8363" w:type="dxa"/>
          </w:tcPr>
          <w:p w14:paraId="01E64EF3" w14:textId="122EB649"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tc>
      </w:tr>
      <w:tr w:rsidR="00C11708" w14:paraId="3539EAA0" w14:textId="77777777" w:rsidTr="00BA6721">
        <w:tc>
          <w:tcPr>
            <w:tcW w:w="1276" w:type="dxa"/>
          </w:tcPr>
          <w:p w14:paraId="3263C5FD" w14:textId="77777777" w:rsidR="00C11708" w:rsidRDefault="00C11708" w:rsidP="003E710A">
            <w:pPr>
              <w:pStyle w:val="Heading41"/>
            </w:pPr>
          </w:p>
        </w:tc>
        <w:tc>
          <w:tcPr>
            <w:tcW w:w="8363" w:type="dxa"/>
          </w:tcPr>
          <w:p w14:paraId="38AF3967" w14:textId="1ADDCC07"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tc>
      </w:tr>
      <w:tr w:rsidR="00C11708" w14:paraId="34F856B2" w14:textId="77777777" w:rsidTr="00BA6721">
        <w:tc>
          <w:tcPr>
            <w:tcW w:w="1276" w:type="dxa"/>
          </w:tcPr>
          <w:p w14:paraId="773EADC3" w14:textId="77777777" w:rsidR="00C11708" w:rsidRDefault="00C11708" w:rsidP="003E710A">
            <w:pPr>
              <w:pStyle w:val="Heading41"/>
            </w:pPr>
          </w:p>
        </w:tc>
        <w:tc>
          <w:tcPr>
            <w:tcW w:w="8363" w:type="dxa"/>
          </w:tcPr>
          <w:p w14:paraId="3A9D05E8" w14:textId="2D07B9BF"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Avanso užtikrinimo suma turi būti nurodoma ir išmokama eurais.</w:t>
            </w:r>
          </w:p>
        </w:tc>
      </w:tr>
      <w:tr w:rsidR="00C11708" w14:paraId="0CD424F3" w14:textId="77777777" w:rsidTr="00BA6721">
        <w:tc>
          <w:tcPr>
            <w:tcW w:w="1276" w:type="dxa"/>
          </w:tcPr>
          <w:p w14:paraId="4D367D1A" w14:textId="77777777" w:rsidR="00C11708" w:rsidRDefault="00C11708" w:rsidP="003E710A">
            <w:pPr>
              <w:pStyle w:val="Heading41"/>
            </w:pPr>
          </w:p>
        </w:tc>
        <w:tc>
          <w:tcPr>
            <w:tcW w:w="8363" w:type="dxa"/>
          </w:tcPr>
          <w:p w14:paraId="3E6A3DDD" w14:textId="47455801"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Avanso užtikrinimas turi būti surašytas lietuvių arba kita kalba (esant Pirkėjo prašymui, turi būti pateiktas vertimas į lietuvių kalbą).</w:t>
            </w:r>
          </w:p>
        </w:tc>
      </w:tr>
      <w:tr w:rsidR="00C11708" w14:paraId="163173DC" w14:textId="77777777" w:rsidTr="00BA6721">
        <w:tc>
          <w:tcPr>
            <w:tcW w:w="1276" w:type="dxa"/>
          </w:tcPr>
          <w:p w14:paraId="45C6DB91" w14:textId="77777777" w:rsidR="00C11708" w:rsidRDefault="00C11708" w:rsidP="003E710A">
            <w:pPr>
              <w:pStyle w:val="Heading41"/>
            </w:pPr>
          </w:p>
        </w:tc>
        <w:tc>
          <w:tcPr>
            <w:tcW w:w="8363" w:type="dxa"/>
          </w:tcPr>
          <w:p w14:paraId="78E221A3" w14:textId="3F18F9C7"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Avanso užtikrinimas, neatitinkantis šiame Sutarties poskyryje nustatytų reikalavimų, nebus priimamas.</w:t>
            </w:r>
          </w:p>
        </w:tc>
      </w:tr>
      <w:tr w:rsidR="00C11708" w14:paraId="5F641DEF" w14:textId="77777777" w:rsidTr="00BA6721">
        <w:tc>
          <w:tcPr>
            <w:tcW w:w="1276" w:type="dxa"/>
          </w:tcPr>
          <w:p w14:paraId="284ECB22" w14:textId="77777777" w:rsidR="00C11708" w:rsidRDefault="00C11708" w:rsidP="003E710A">
            <w:pPr>
              <w:pStyle w:val="Heading41"/>
            </w:pPr>
          </w:p>
        </w:tc>
        <w:tc>
          <w:tcPr>
            <w:tcW w:w="8363" w:type="dxa"/>
          </w:tcPr>
          <w:p w14:paraId="71D3A4BF" w14:textId="7CC909B5"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tc>
      </w:tr>
      <w:tr w:rsidR="00C11708" w14:paraId="7C74C292" w14:textId="77777777" w:rsidTr="00BA6721">
        <w:tc>
          <w:tcPr>
            <w:tcW w:w="1276" w:type="dxa"/>
          </w:tcPr>
          <w:p w14:paraId="384B7EBB" w14:textId="77777777" w:rsidR="00C11708" w:rsidRDefault="00C11708" w:rsidP="003E710A">
            <w:pPr>
              <w:pStyle w:val="Heading41"/>
            </w:pPr>
          </w:p>
        </w:tc>
        <w:tc>
          <w:tcPr>
            <w:tcW w:w="8363" w:type="dxa"/>
          </w:tcPr>
          <w:p w14:paraId="4349ACBE" w14:textId="6C5968B8" w:rsidR="00C11708"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Pirkėjas sumoka Tiekėjui avansą per Specialiosiose sąlygose numatytą terminą nuo išankstinio mokėjimo sąskaitos ir Avanso užtikrinimo (jei taikoma) gavimo dienos. Sumokėto avanso suma išskaitoma iš mokėtinos sumos.</w:t>
            </w:r>
          </w:p>
        </w:tc>
      </w:tr>
      <w:tr w:rsidR="0009774A" w14:paraId="3FDF0B25" w14:textId="77777777" w:rsidTr="00BA6721">
        <w:tc>
          <w:tcPr>
            <w:tcW w:w="1276" w:type="dxa"/>
          </w:tcPr>
          <w:p w14:paraId="3CD07E37" w14:textId="77777777" w:rsidR="0009774A" w:rsidRDefault="0009774A" w:rsidP="003E710A">
            <w:pPr>
              <w:pStyle w:val="Heading41"/>
            </w:pPr>
          </w:p>
        </w:tc>
        <w:tc>
          <w:tcPr>
            <w:tcW w:w="8363" w:type="dxa"/>
          </w:tcPr>
          <w:p w14:paraId="2586CFCF" w14:textId="6C773622" w:rsidR="0009774A" w:rsidRPr="000D3D5F" w:rsidRDefault="0009774A" w:rsidP="000D3D5F">
            <w:pPr>
              <w:spacing w:after="60" w:line="259" w:lineRule="auto"/>
              <w:jc w:val="both"/>
              <w:rPr>
                <w:rFonts w:ascii="Cambria" w:eastAsia="Arial" w:hAnsi="Cambria"/>
                <w:sz w:val="24"/>
                <w:szCs w:val="24"/>
              </w:rPr>
            </w:pPr>
            <w:r w:rsidRPr="0009774A">
              <w:rPr>
                <w:rFonts w:ascii="Cambria" w:eastAsia="Arial" w:hAnsi="Cambria"/>
                <w:sz w:val="24"/>
                <w:szCs w:val="24"/>
              </w:rPr>
              <w:t xml:space="preserve">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w:t>
            </w:r>
            <w:r w:rsidR="003E710A">
              <w:rPr>
                <w:rFonts w:ascii="Cambria" w:eastAsia="Arial" w:hAnsi="Cambria"/>
                <w:sz w:val="24"/>
                <w:szCs w:val="24"/>
              </w:rPr>
              <w:fldChar w:fldCharType="begin"/>
            </w:r>
            <w:r w:rsidR="003E710A">
              <w:rPr>
                <w:rFonts w:ascii="Cambria" w:eastAsia="Arial" w:hAnsi="Cambria"/>
                <w:sz w:val="24"/>
                <w:szCs w:val="24"/>
              </w:rPr>
              <w:instrText xml:space="preserve"> REF _Ref165113535 \r \h </w:instrText>
            </w:r>
            <w:r w:rsidR="003E710A">
              <w:rPr>
                <w:rFonts w:ascii="Cambria" w:eastAsia="Arial" w:hAnsi="Cambria"/>
                <w:sz w:val="24"/>
                <w:szCs w:val="24"/>
              </w:rPr>
            </w:r>
            <w:r w:rsidR="003E710A">
              <w:rPr>
                <w:rFonts w:ascii="Cambria" w:eastAsia="Arial" w:hAnsi="Cambria"/>
                <w:sz w:val="24"/>
                <w:szCs w:val="24"/>
              </w:rPr>
              <w:fldChar w:fldCharType="separate"/>
            </w:r>
            <w:r w:rsidR="00441A5C">
              <w:rPr>
                <w:rFonts w:ascii="Cambria" w:eastAsia="Arial" w:hAnsi="Cambria"/>
                <w:sz w:val="24"/>
                <w:szCs w:val="24"/>
              </w:rPr>
              <w:t>12.1.3</w:t>
            </w:r>
            <w:r w:rsidR="003E710A">
              <w:rPr>
                <w:rFonts w:ascii="Cambria" w:eastAsia="Arial" w:hAnsi="Cambria"/>
                <w:sz w:val="24"/>
                <w:szCs w:val="24"/>
              </w:rPr>
              <w:fldChar w:fldCharType="end"/>
            </w:r>
            <w:r w:rsidRPr="0009774A">
              <w:rPr>
                <w:rFonts w:ascii="Cambria" w:eastAsia="Arial" w:hAnsi="Cambria"/>
                <w:sz w:val="24"/>
                <w:szCs w:val="24"/>
              </w:rPr>
              <w:t xml:space="preserve"> punktas, Tiekėjas turi sumokėti Specialiosiose sąlygose nurodyto dydžio netesybas, skaičiuojamas nuo grąžintinos avanso sumos už laikotarpį nuo avanso išmokėjimo iki jo grąžinimo.</w:t>
            </w:r>
          </w:p>
        </w:tc>
      </w:tr>
      <w:tr w:rsidR="0009774A" w14:paraId="182AF4E0" w14:textId="77777777" w:rsidTr="00BA6721">
        <w:tc>
          <w:tcPr>
            <w:tcW w:w="9639" w:type="dxa"/>
            <w:gridSpan w:val="2"/>
          </w:tcPr>
          <w:p w14:paraId="5A26A8EA" w14:textId="57423E32" w:rsidR="0009774A" w:rsidRPr="000D3D5F" w:rsidRDefault="0009774A" w:rsidP="009A4E3D">
            <w:pPr>
              <w:pStyle w:val="Heading31"/>
              <w:rPr>
                <w:rFonts w:eastAsia="Arial"/>
              </w:rPr>
            </w:pPr>
            <w:r w:rsidRPr="0009774A">
              <w:rPr>
                <w:rFonts w:eastAsia="Arial"/>
              </w:rPr>
              <w:t>Mokėjimų tvarka</w:t>
            </w:r>
          </w:p>
        </w:tc>
      </w:tr>
      <w:tr w:rsidR="0009774A" w14:paraId="059F78A9" w14:textId="77777777" w:rsidTr="00BA6721">
        <w:tc>
          <w:tcPr>
            <w:tcW w:w="1276" w:type="dxa"/>
          </w:tcPr>
          <w:p w14:paraId="4915F3BF" w14:textId="77777777" w:rsidR="0009774A" w:rsidRDefault="0009774A" w:rsidP="003E710A">
            <w:pPr>
              <w:pStyle w:val="Heading41"/>
            </w:pPr>
          </w:p>
        </w:tc>
        <w:tc>
          <w:tcPr>
            <w:tcW w:w="8363" w:type="dxa"/>
          </w:tcPr>
          <w:p w14:paraId="6A34C611" w14:textId="4195F3BA" w:rsidR="0009774A"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Tiekėjas išrašo Sąskaitą tik Šalims pasirašius Prekių perdavimo–priėmimo aktą, jeigu kitaip nenumatyta Specialiosiose sąlygose:</w:t>
            </w:r>
          </w:p>
        </w:tc>
      </w:tr>
      <w:tr w:rsidR="0009774A" w14:paraId="7D9D79F4" w14:textId="77777777" w:rsidTr="00BA6721">
        <w:tc>
          <w:tcPr>
            <w:tcW w:w="1276" w:type="dxa"/>
          </w:tcPr>
          <w:p w14:paraId="27FE32D5" w14:textId="77777777" w:rsidR="0009774A" w:rsidRDefault="0009774A" w:rsidP="00B4720F">
            <w:pPr>
              <w:pStyle w:val="Heading51"/>
            </w:pPr>
          </w:p>
        </w:tc>
        <w:tc>
          <w:tcPr>
            <w:tcW w:w="8363" w:type="dxa"/>
          </w:tcPr>
          <w:p w14:paraId="5DF0E567" w14:textId="5F734BB9" w:rsidR="0009774A"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w:t>
            </w:r>
            <w:r w:rsidRPr="009C18BE">
              <w:rPr>
                <w:rFonts w:ascii="Cambria" w:eastAsia="Arial" w:hAnsi="Cambria"/>
                <w:sz w:val="24"/>
                <w:szCs w:val="24"/>
              </w:rPr>
              <w:lastRenderedPageBreak/>
              <w:t>standartas), Tiekėjas gali pateikti per informacinę sistemą „</w:t>
            </w:r>
            <w:r w:rsidR="00683439">
              <w:rPr>
                <w:rFonts w:ascii="Cambria" w:eastAsia="Arial" w:hAnsi="Cambria"/>
                <w:sz w:val="24"/>
                <w:szCs w:val="24"/>
              </w:rPr>
              <w:t>SABIS</w:t>
            </w:r>
            <w:r w:rsidRPr="009C18BE">
              <w:rPr>
                <w:rFonts w:ascii="Cambria" w:eastAsia="Arial" w:hAnsi="Cambria"/>
                <w:sz w:val="24"/>
                <w:szCs w:val="24"/>
              </w:rPr>
              <w:t>“ (</w:t>
            </w:r>
            <w:hyperlink r:id="rId11" w:history="1">
              <w:r w:rsidR="005E5EB9" w:rsidRPr="009F1E3C">
                <w:rPr>
                  <w:rStyle w:val="Hyperlink"/>
                  <w:rFonts w:ascii="Cambria" w:eastAsia="Arial" w:hAnsi="Cambria"/>
                  <w:sz w:val="24"/>
                  <w:szCs w:val="24"/>
                </w:rPr>
                <w:t>sabis.nbfc.lt</w:t>
              </w:r>
            </w:hyperlink>
            <w:r w:rsidR="005E5EB9" w:rsidRPr="009C18BE">
              <w:rPr>
                <w:rFonts w:ascii="Cambria" w:eastAsia="Arial" w:hAnsi="Cambria"/>
                <w:sz w:val="24"/>
                <w:szCs w:val="24"/>
              </w:rPr>
              <w:t>)</w:t>
            </w:r>
            <w:r w:rsidRPr="009C18BE">
              <w:rPr>
                <w:rFonts w:ascii="Cambria" w:eastAsia="Arial" w:hAnsi="Cambria"/>
                <w:sz w:val="24"/>
                <w:szCs w:val="24"/>
              </w:rPr>
              <w:t>) arba per kitą savo pasirinktą informacinę sistemą;</w:t>
            </w:r>
          </w:p>
        </w:tc>
      </w:tr>
      <w:tr w:rsidR="009C18BE" w14:paraId="01E531A7" w14:textId="77777777" w:rsidTr="00BA6721">
        <w:tc>
          <w:tcPr>
            <w:tcW w:w="1276" w:type="dxa"/>
          </w:tcPr>
          <w:p w14:paraId="206EE3DE" w14:textId="77777777" w:rsidR="009C18BE" w:rsidRDefault="009C18BE" w:rsidP="00B4720F">
            <w:pPr>
              <w:pStyle w:val="Heading51"/>
            </w:pPr>
          </w:p>
        </w:tc>
        <w:tc>
          <w:tcPr>
            <w:tcW w:w="8363" w:type="dxa"/>
          </w:tcPr>
          <w:p w14:paraId="592880E2" w14:textId="5E736FC6" w:rsidR="009C18BE"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Europos elektroninių sąskaitų faktūrų standarto neatitinkančią elektroninę sąskaitą faktūrą Tiekėjas privalo pateikti, naudodamasis informacinės sistemos „</w:t>
            </w:r>
            <w:r w:rsidR="009F1E3C">
              <w:rPr>
                <w:rFonts w:ascii="Cambria" w:eastAsia="Arial" w:hAnsi="Cambria"/>
                <w:sz w:val="24"/>
                <w:szCs w:val="24"/>
              </w:rPr>
              <w:t>SABIS</w:t>
            </w:r>
            <w:r w:rsidRPr="009C18BE">
              <w:rPr>
                <w:rFonts w:ascii="Cambria" w:eastAsia="Arial" w:hAnsi="Cambria"/>
                <w:sz w:val="24"/>
                <w:szCs w:val="24"/>
              </w:rPr>
              <w:t>“ priemonėmis (</w:t>
            </w:r>
            <w:hyperlink r:id="rId12" w:history="1">
              <w:r w:rsidR="009F1E3C" w:rsidRPr="009F1E3C">
                <w:rPr>
                  <w:rStyle w:val="Hyperlink"/>
                  <w:rFonts w:ascii="Cambria" w:eastAsia="Arial" w:hAnsi="Cambria"/>
                  <w:sz w:val="24"/>
                  <w:szCs w:val="24"/>
                </w:rPr>
                <w:t>sabis.nbfc.lt</w:t>
              </w:r>
            </w:hyperlink>
            <w:r w:rsidRPr="009C18BE">
              <w:rPr>
                <w:rFonts w:ascii="Cambria" w:eastAsia="Arial" w:hAnsi="Cambria"/>
                <w:sz w:val="24"/>
                <w:szCs w:val="24"/>
              </w:rPr>
              <w:t>).</w:t>
            </w:r>
          </w:p>
        </w:tc>
      </w:tr>
      <w:tr w:rsidR="009C18BE" w14:paraId="2756C36A" w14:textId="77777777" w:rsidTr="00BA6721">
        <w:tc>
          <w:tcPr>
            <w:tcW w:w="1276" w:type="dxa"/>
          </w:tcPr>
          <w:p w14:paraId="45F46147" w14:textId="77777777" w:rsidR="009C18BE" w:rsidRDefault="009C18BE" w:rsidP="003E710A">
            <w:pPr>
              <w:pStyle w:val="Heading41"/>
            </w:pPr>
          </w:p>
        </w:tc>
        <w:tc>
          <w:tcPr>
            <w:tcW w:w="8363" w:type="dxa"/>
          </w:tcPr>
          <w:p w14:paraId="4B44BEC1" w14:textId="034C01D1" w:rsidR="009C18BE"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Pirkėjas elektronines sąskaitas faktūras priima ir apdoroja naudodamasis informacinės sistemos „</w:t>
            </w:r>
            <w:r w:rsidR="009F1E3C">
              <w:rPr>
                <w:rFonts w:ascii="Cambria" w:eastAsia="Arial" w:hAnsi="Cambria"/>
                <w:sz w:val="24"/>
                <w:szCs w:val="24"/>
              </w:rPr>
              <w:t>SABIS</w:t>
            </w:r>
            <w:r w:rsidRPr="009C18BE">
              <w:rPr>
                <w:rFonts w:ascii="Cambria" w:eastAsia="Arial" w:hAnsi="Cambria"/>
                <w:sz w:val="24"/>
                <w:szCs w:val="24"/>
              </w:rPr>
              <w:t>“ priemonėmis, išskyrus VPĮ nustatytus išimtinius atvejus.</w:t>
            </w:r>
          </w:p>
        </w:tc>
      </w:tr>
      <w:tr w:rsidR="009C18BE" w14:paraId="5CCC2AA2" w14:textId="77777777" w:rsidTr="00BA6721">
        <w:tc>
          <w:tcPr>
            <w:tcW w:w="1276" w:type="dxa"/>
          </w:tcPr>
          <w:p w14:paraId="7C56203F" w14:textId="77777777" w:rsidR="009C18BE" w:rsidRDefault="009C18BE" w:rsidP="003E710A">
            <w:pPr>
              <w:pStyle w:val="Heading41"/>
            </w:pPr>
          </w:p>
        </w:tc>
        <w:tc>
          <w:tcPr>
            <w:tcW w:w="8363" w:type="dxa"/>
          </w:tcPr>
          <w:p w14:paraId="0F2014D7" w14:textId="5F011BA6" w:rsidR="009C18BE"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Išankstinio mokėjimo sąskaitas (jeigu Specialiosiose sąlygose yra numatytas avanso mokėjimas) Tiekėjas privalo pateikti šiame Sutarties poskyryje nustatyta tvarka.</w:t>
            </w:r>
          </w:p>
        </w:tc>
      </w:tr>
      <w:tr w:rsidR="009C18BE" w14:paraId="3B43EDDD" w14:textId="77777777" w:rsidTr="00BA6721">
        <w:tc>
          <w:tcPr>
            <w:tcW w:w="1276" w:type="dxa"/>
          </w:tcPr>
          <w:p w14:paraId="0578E422" w14:textId="77777777" w:rsidR="009C18BE" w:rsidRDefault="009C18BE" w:rsidP="003E710A">
            <w:pPr>
              <w:pStyle w:val="Heading41"/>
            </w:pPr>
          </w:p>
        </w:tc>
        <w:tc>
          <w:tcPr>
            <w:tcW w:w="8363" w:type="dxa"/>
          </w:tcPr>
          <w:p w14:paraId="09D49424" w14:textId="76677064" w:rsidR="009C18BE"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Pirkėjas atlieka mokėjimus už Prekes Specialiosiose sąlygose nustatytais terminais.</w:t>
            </w:r>
          </w:p>
        </w:tc>
      </w:tr>
      <w:tr w:rsidR="009C18BE" w14:paraId="5BF1CC00" w14:textId="77777777" w:rsidTr="00BA6721">
        <w:tc>
          <w:tcPr>
            <w:tcW w:w="1276" w:type="dxa"/>
          </w:tcPr>
          <w:p w14:paraId="6DB5D936" w14:textId="77777777" w:rsidR="009C18BE" w:rsidRDefault="009C18BE" w:rsidP="003E710A">
            <w:pPr>
              <w:pStyle w:val="Heading41"/>
            </w:pPr>
          </w:p>
        </w:tc>
        <w:tc>
          <w:tcPr>
            <w:tcW w:w="8363" w:type="dxa"/>
          </w:tcPr>
          <w:p w14:paraId="745AD6DD" w14:textId="23458010" w:rsidR="009C18BE" w:rsidRPr="000D3D5F" w:rsidRDefault="009C18BE" w:rsidP="000D3D5F">
            <w:pPr>
              <w:spacing w:after="60" w:line="259" w:lineRule="auto"/>
              <w:jc w:val="both"/>
              <w:rPr>
                <w:rFonts w:ascii="Cambria" w:eastAsia="Arial" w:hAnsi="Cambria"/>
                <w:sz w:val="24"/>
                <w:szCs w:val="24"/>
              </w:rPr>
            </w:pPr>
            <w:r w:rsidRPr="009C18BE">
              <w:rPr>
                <w:rFonts w:ascii="Cambria" w:eastAsia="Arial" w:hAnsi="Cambria"/>
                <w:sz w:val="24"/>
                <w:szCs w:val="24"/>
              </w:rPr>
              <w:t>Už mokėjimų pagal Sutartį vėlavimus, Pirkėjui taikomos netesybos Specialiosiose sąlygose nustatyta tvarka.</w:t>
            </w:r>
          </w:p>
        </w:tc>
      </w:tr>
      <w:tr w:rsidR="009C18BE" w14:paraId="02E638AF" w14:textId="77777777" w:rsidTr="00BA6721">
        <w:tc>
          <w:tcPr>
            <w:tcW w:w="1276" w:type="dxa"/>
          </w:tcPr>
          <w:p w14:paraId="45E0AF53" w14:textId="77777777" w:rsidR="009C18BE" w:rsidRDefault="009C18BE" w:rsidP="003E710A">
            <w:pPr>
              <w:pStyle w:val="Heading41"/>
            </w:pPr>
          </w:p>
        </w:tc>
        <w:tc>
          <w:tcPr>
            <w:tcW w:w="8363" w:type="dxa"/>
          </w:tcPr>
          <w:p w14:paraId="57B2D6C5" w14:textId="41A0E98E" w:rsidR="009C18BE" w:rsidRPr="000D3D5F" w:rsidRDefault="00B4720F" w:rsidP="000D3D5F">
            <w:pPr>
              <w:spacing w:after="60" w:line="259" w:lineRule="auto"/>
              <w:jc w:val="both"/>
              <w:rPr>
                <w:rFonts w:ascii="Cambria" w:eastAsia="Arial" w:hAnsi="Cambria"/>
                <w:sz w:val="24"/>
                <w:szCs w:val="24"/>
              </w:rPr>
            </w:pPr>
            <w:r w:rsidRPr="00B4720F">
              <w:rPr>
                <w:rFonts w:ascii="Cambria" w:eastAsia="Arial" w:hAnsi="Cambria"/>
                <w:sz w:val="24"/>
                <w:szCs w:val="24"/>
              </w:rPr>
              <w:t>Jei Prekės pristatomos dalimis, aukščiau nurodyta atsiskaitymo tvarka galioja kiekvienai tokiai daliai, jei Specialiosiose sąlygose nenustatyta kitaip.</w:t>
            </w:r>
          </w:p>
        </w:tc>
      </w:tr>
      <w:tr w:rsidR="009C18BE" w14:paraId="1E85ACD1" w14:textId="77777777" w:rsidTr="00BA6721">
        <w:tc>
          <w:tcPr>
            <w:tcW w:w="1276" w:type="dxa"/>
          </w:tcPr>
          <w:p w14:paraId="78DF2F70" w14:textId="77777777" w:rsidR="009C18BE" w:rsidRDefault="009C18BE" w:rsidP="003E710A">
            <w:pPr>
              <w:pStyle w:val="Heading41"/>
            </w:pPr>
          </w:p>
        </w:tc>
        <w:tc>
          <w:tcPr>
            <w:tcW w:w="8363" w:type="dxa"/>
          </w:tcPr>
          <w:p w14:paraId="252BDB38" w14:textId="365AD33D" w:rsidR="009C18BE" w:rsidRPr="000D3D5F" w:rsidRDefault="00B4720F" w:rsidP="000D3D5F">
            <w:pPr>
              <w:spacing w:after="60" w:line="259" w:lineRule="auto"/>
              <w:jc w:val="both"/>
              <w:rPr>
                <w:rFonts w:ascii="Cambria" w:eastAsia="Arial" w:hAnsi="Cambria"/>
                <w:sz w:val="24"/>
                <w:szCs w:val="24"/>
              </w:rPr>
            </w:pPr>
            <w:r w:rsidRPr="00B4720F">
              <w:rPr>
                <w:rFonts w:ascii="Cambria" w:eastAsia="Arial" w:hAnsi="Cambria"/>
                <w:sz w:val="24"/>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tc>
      </w:tr>
      <w:tr w:rsidR="00916D09" w14:paraId="4235E168" w14:textId="77777777" w:rsidTr="00BA6721">
        <w:tc>
          <w:tcPr>
            <w:tcW w:w="9639" w:type="dxa"/>
            <w:gridSpan w:val="2"/>
          </w:tcPr>
          <w:p w14:paraId="2B42F175" w14:textId="1B142AF7" w:rsidR="00916D09" w:rsidRPr="000D3D5F" w:rsidRDefault="00916D09" w:rsidP="009A4E3D">
            <w:pPr>
              <w:pStyle w:val="Heading31"/>
              <w:rPr>
                <w:rFonts w:eastAsia="Arial"/>
              </w:rPr>
            </w:pPr>
            <w:r w:rsidRPr="00916D09">
              <w:rPr>
                <w:rFonts w:eastAsia="Arial"/>
              </w:rPr>
              <w:t>Kiti atsiskaitymo klausimai</w:t>
            </w:r>
          </w:p>
        </w:tc>
      </w:tr>
      <w:tr w:rsidR="00B4720F" w14:paraId="30928CE0" w14:textId="77777777" w:rsidTr="00BA6721">
        <w:tc>
          <w:tcPr>
            <w:tcW w:w="1276" w:type="dxa"/>
          </w:tcPr>
          <w:p w14:paraId="444D629B" w14:textId="77777777" w:rsidR="00B4720F" w:rsidRDefault="00B4720F" w:rsidP="003E710A">
            <w:pPr>
              <w:pStyle w:val="Heading41"/>
            </w:pPr>
          </w:p>
        </w:tc>
        <w:tc>
          <w:tcPr>
            <w:tcW w:w="8363" w:type="dxa"/>
          </w:tcPr>
          <w:p w14:paraId="67CCA2E8" w14:textId="41CEF5B9" w:rsidR="00B4720F" w:rsidRPr="000D3D5F" w:rsidRDefault="00916D09" w:rsidP="000D3D5F">
            <w:pPr>
              <w:spacing w:after="60" w:line="259" w:lineRule="auto"/>
              <w:jc w:val="both"/>
              <w:rPr>
                <w:rFonts w:ascii="Cambria" w:eastAsia="Arial" w:hAnsi="Cambria"/>
                <w:sz w:val="24"/>
                <w:szCs w:val="24"/>
              </w:rPr>
            </w:pPr>
            <w:r w:rsidRPr="00916D09">
              <w:rPr>
                <w:rFonts w:ascii="Cambria" w:eastAsia="Arial" w:hAnsi="Cambria"/>
                <w:sz w:val="24"/>
                <w:szCs w:val="24"/>
              </w:rPr>
              <w:t>Pirkėjas privalo pervesti mokėjimus Tiekėjui į Tiekėjo banko sąskaitą, nurodytą Specialiosiose sąlygose.</w:t>
            </w:r>
          </w:p>
        </w:tc>
      </w:tr>
      <w:tr w:rsidR="00B4720F" w14:paraId="419D8EE6" w14:textId="77777777" w:rsidTr="00BA6721">
        <w:tc>
          <w:tcPr>
            <w:tcW w:w="1276" w:type="dxa"/>
          </w:tcPr>
          <w:p w14:paraId="3E019460" w14:textId="77777777" w:rsidR="00B4720F" w:rsidRDefault="00B4720F" w:rsidP="003E710A">
            <w:pPr>
              <w:pStyle w:val="Heading41"/>
            </w:pPr>
          </w:p>
        </w:tc>
        <w:tc>
          <w:tcPr>
            <w:tcW w:w="8363" w:type="dxa"/>
          </w:tcPr>
          <w:p w14:paraId="5DA5EDB8" w14:textId="7FFD6F01" w:rsidR="00B4720F" w:rsidRPr="000D3D5F" w:rsidRDefault="00916D09" w:rsidP="000D3D5F">
            <w:pPr>
              <w:spacing w:after="60" w:line="259" w:lineRule="auto"/>
              <w:jc w:val="both"/>
              <w:rPr>
                <w:rFonts w:ascii="Cambria" w:eastAsia="Arial" w:hAnsi="Cambria"/>
                <w:sz w:val="24"/>
                <w:szCs w:val="24"/>
              </w:rPr>
            </w:pPr>
            <w:r w:rsidRPr="00916D09">
              <w:rPr>
                <w:rFonts w:ascii="Cambria" w:eastAsia="Arial" w:hAnsi="Cambria"/>
                <w:sz w:val="24"/>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tc>
      </w:tr>
      <w:tr w:rsidR="00B4720F" w14:paraId="5F716182" w14:textId="77777777" w:rsidTr="00BA6721">
        <w:tc>
          <w:tcPr>
            <w:tcW w:w="1276" w:type="dxa"/>
          </w:tcPr>
          <w:p w14:paraId="279918F6" w14:textId="77777777" w:rsidR="00B4720F" w:rsidRDefault="00B4720F" w:rsidP="003E710A">
            <w:pPr>
              <w:pStyle w:val="Heading41"/>
            </w:pPr>
          </w:p>
        </w:tc>
        <w:tc>
          <w:tcPr>
            <w:tcW w:w="8363" w:type="dxa"/>
          </w:tcPr>
          <w:p w14:paraId="375F55F5" w14:textId="26807576" w:rsidR="00B4720F" w:rsidRPr="000D3D5F" w:rsidRDefault="00916D09" w:rsidP="000D3D5F">
            <w:pPr>
              <w:spacing w:after="60" w:line="259" w:lineRule="auto"/>
              <w:jc w:val="both"/>
              <w:rPr>
                <w:rFonts w:ascii="Cambria" w:eastAsia="Arial" w:hAnsi="Cambria"/>
                <w:sz w:val="24"/>
                <w:szCs w:val="24"/>
              </w:rPr>
            </w:pPr>
            <w:r w:rsidRPr="00916D09">
              <w:rPr>
                <w:rFonts w:ascii="Cambria" w:eastAsia="Arial" w:hAnsi="Cambria"/>
                <w:sz w:val="24"/>
                <w:szCs w:val="24"/>
              </w:rPr>
              <w:t>Visi mokėjimai pagal Sutartį atliekami eurais.</w:t>
            </w:r>
          </w:p>
        </w:tc>
      </w:tr>
      <w:tr w:rsidR="00B4720F" w14:paraId="1AB80072" w14:textId="77777777" w:rsidTr="00BA6721">
        <w:tc>
          <w:tcPr>
            <w:tcW w:w="1276" w:type="dxa"/>
          </w:tcPr>
          <w:p w14:paraId="7A60E89D" w14:textId="77777777" w:rsidR="00B4720F" w:rsidRDefault="00B4720F" w:rsidP="003E710A">
            <w:pPr>
              <w:pStyle w:val="Heading41"/>
            </w:pPr>
          </w:p>
        </w:tc>
        <w:tc>
          <w:tcPr>
            <w:tcW w:w="8363" w:type="dxa"/>
          </w:tcPr>
          <w:p w14:paraId="72C8C199" w14:textId="1D056267" w:rsidR="00B4720F" w:rsidRPr="000D3D5F" w:rsidRDefault="00916D09" w:rsidP="000D3D5F">
            <w:pPr>
              <w:spacing w:after="60" w:line="259" w:lineRule="auto"/>
              <w:jc w:val="both"/>
              <w:rPr>
                <w:rFonts w:ascii="Cambria" w:eastAsia="Arial" w:hAnsi="Cambria"/>
                <w:sz w:val="24"/>
                <w:szCs w:val="24"/>
              </w:rPr>
            </w:pPr>
            <w:r w:rsidRPr="00916D09">
              <w:rPr>
                <w:rFonts w:ascii="Cambria" w:eastAsia="Arial" w:hAnsi="Cambria"/>
                <w:sz w:val="24"/>
                <w:szCs w:val="24"/>
              </w:rPr>
              <w:t>Už pavėluotus mokėjimus pagal Sutartį mokančioji Šalis privalo sumokėti kitai Šaliai Specialiosiose sąlygose nurodyto dydžio netesybas.</w:t>
            </w:r>
          </w:p>
        </w:tc>
      </w:tr>
      <w:tr w:rsidR="00D833E7" w14:paraId="1EC8535F" w14:textId="77777777" w:rsidTr="00BA6721">
        <w:tc>
          <w:tcPr>
            <w:tcW w:w="9639" w:type="dxa"/>
            <w:gridSpan w:val="2"/>
          </w:tcPr>
          <w:p w14:paraId="03243315" w14:textId="3AE30876" w:rsidR="00D833E7" w:rsidRPr="000D3D5F" w:rsidRDefault="00D833E7" w:rsidP="00315D99">
            <w:pPr>
              <w:pStyle w:val="Antrat21"/>
              <w:rPr>
                <w:rFonts w:eastAsia="Arial"/>
              </w:rPr>
            </w:pPr>
            <w:r w:rsidRPr="00D833E7">
              <w:rPr>
                <w:rFonts w:eastAsia="Arial"/>
              </w:rPr>
              <w:t>KONFIDENCIALI INFORMACIJA</w:t>
            </w:r>
          </w:p>
        </w:tc>
      </w:tr>
      <w:tr w:rsidR="00916D09" w14:paraId="6C3BFA30" w14:textId="77777777" w:rsidTr="00BA6721">
        <w:tc>
          <w:tcPr>
            <w:tcW w:w="1276" w:type="dxa"/>
          </w:tcPr>
          <w:p w14:paraId="17F20F28" w14:textId="77777777" w:rsidR="00916D09" w:rsidRDefault="00916D09" w:rsidP="009D7BD3">
            <w:pPr>
              <w:pStyle w:val="Heading32"/>
            </w:pPr>
          </w:p>
        </w:tc>
        <w:tc>
          <w:tcPr>
            <w:tcW w:w="8363" w:type="dxa"/>
          </w:tcPr>
          <w:p w14:paraId="3C3C314C" w14:textId="7E8E2466" w:rsidR="00916D09" w:rsidRPr="000D3D5F" w:rsidRDefault="00D833E7" w:rsidP="000D3D5F">
            <w:pPr>
              <w:spacing w:after="60" w:line="259" w:lineRule="auto"/>
              <w:jc w:val="both"/>
              <w:rPr>
                <w:rFonts w:ascii="Cambria" w:eastAsia="Arial" w:hAnsi="Cambria"/>
                <w:sz w:val="24"/>
                <w:szCs w:val="24"/>
              </w:rPr>
            </w:pPr>
            <w:r w:rsidRPr="00D833E7">
              <w:rPr>
                <w:rFonts w:ascii="Cambria" w:eastAsia="Arial" w:hAnsi="Cambria"/>
                <w:sz w:val="24"/>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tc>
      </w:tr>
      <w:tr w:rsidR="00916D09" w14:paraId="1A65AEFA" w14:textId="77777777" w:rsidTr="00BA6721">
        <w:tc>
          <w:tcPr>
            <w:tcW w:w="1276" w:type="dxa"/>
          </w:tcPr>
          <w:p w14:paraId="109F2BB8" w14:textId="77777777" w:rsidR="00916D09" w:rsidRDefault="00916D09" w:rsidP="009D7BD3">
            <w:pPr>
              <w:pStyle w:val="Heading32"/>
            </w:pPr>
          </w:p>
        </w:tc>
        <w:tc>
          <w:tcPr>
            <w:tcW w:w="8363" w:type="dxa"/>
          </w:tcPr>
          <w:p w14:paraId="455CF667" w14:textId="3070CC5A" w:rsidR="00916D09" w:rsidRPr="000D3D5F" w:rsidRDefault="00D833E7" w:rsidP="000D3D5F">
            <w:pPr>
              <w:spacing w:after="60" w:line="259" w:lineRule="auto"/>
              <w:jc w:val="both"/>
              <w:rPr>
                <w:rFonts w:ascii="Cambria" w:eastAsia="Arial" w:hAnsi="Cambria"/>
                <w:sz w:val="24"/>
                <w:szCs w:val="24"/>
              </w:rPr>
            </w:pPr>
            <w:r w:rsidRPr="00D833E7">
              <w:rPr>
                <w:rFonts w:ascii="Cambria" w:eastAsia="Arial" w:hAnsi="Cambria"/>
                <w:sz w:val="24"/>
                <w:szCs w:val="24"/>
              </w:rPr>
              <w:t>Šalis turi teisę atskleisti kitos Šalies konfidencialią informaciją šiais atvejais:</w:t>
            </w:r>
          </w:p>
        </w:tc>
      </w:tr>
      <w:tr w:rsidR="00916D09" w14:paraId="064D3079" w14:textId="77777777" w:rsidTr="00BA6721">
        <w:tc>
          <w:tcPr>
            <w:tcW w:w="1276" w:type="dxa"/>
          </w:tcPr>
          <w:p w14:paraId="0BEF54C7" w14:textId="77777777" w:rsidR="00916D09" w:rsidRDefault="00916D09" w:rsidP="003E710A">
            <w:pPr>
              <w:pStyle w:val="Heading41"/>
            </w:pPr>
          </w:p>
        </w:tc>
        <w:tc>
          <w:tcPr>
            <w:tcW w:w="8363" w:type="dxa"/>
          </w:tcPr>
          <w:p w14:paraId="77941096" w14:textId="072C40DC" w:rsidR="00916D09" w:rsidRPr="000D3D5F" w:rsidRDefault="006D2959" w:rsidP="000D3D5F">
            <w:pPr>
              <w:spacing w:after="60" w:line="259" w:lineRule="auto"/>
              <w:jc w:val="both"/>
              <w:rPr>
                <w:rFonts w:ascii="Cambria" w:eastAsia="Arial" w:hAnsi="Cambria"/>
                <w:sz w:val="24"/>
                <w:szCs w:val="24"/>
              </w:rPr>
            </w:pPr>
            <w:r w:rsidRPr="006D2959">
              <w:rPr>
                <w:rFonts w:ascii="Cambria" w:eastAsia="Arial" w:hAnsi="Cambria"/>
                <w:sz w:val="24"/>
                <w:szCs w:val="24"/>
              </w:rPr>
              <w:t xml:space="preserve">konfidencialios informacijos atskleidimas yra būtinas tinkamam Šalies teisių ar pareigų pagal Sutartį įgyvendinimui – tačiau tokiu atveju informaciją galima atskleisti tik ta apimtimi, kiek tai yra reikalinga sutartinių teisių ar pareigų </w:t>
            </w:r>
            <w:r w:rsidRPr="006D2959">
              <w:rPr>
                <w:rFonts w:ascii="Cambria" w:eastAsia="Arial" w:hAnsi="Cambria"/>
                <w:sz w:val="24"/>
                <w:szCs w:val="24"/>
              </w:rPr>
              <w:lastRenderedPageBreak/>
              <w:t>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tc>
      </w:tr>
      <w:tr w:rsidR="00916D09" w14:paraId="22D9056E" w14:textId="77777777" w:rsidTr="00BA6721">
        <w:tc>
          <w:tcPr>
            <w:tcW w:w="1276" w:type="dxa"/>
          </w:tcPr>
          <w:p w14:paraId="4B6DDF1A" w14:textId="77777777" w:rsidR="00916D09" w:rsidRDefault="00916D09" w:rsidP="003E710A">
            <w:pPr>
              <w:pStyle w:val="Heading41"/>
            </w:pPr>
          </w:p>
        </w:tc>
        <w:tc>
          <w:tcPr>
            <w:tcW w:w="8363" w:type="dxa"/>
          </w:tcPr>
          <w:p w14:paraId="5114B7B9" w14:textId="1BF48CEC" w:rsidR="00916D09" w:rsidRPr="000D3D5F" w:rsidRDefault="006D2959" w:rsidP="000D3D5F">
            <w:pPr>
              <w:spacing w:after="60" w:line="259" w:lineRule="auto"/>
              <w:jc w:val="both"/>
              <w:rPr>
                <w:rFonts w:ascii="Cambria" w:eastAsia="Arial" w:hAnsi="Cambria"/>
                <w:sz w:val="24"/>
                <w:szCs w:val="24"/>
              </w:rPr>
            </w:pPr>
            <w:r w:rsidRPr="006D2959">
              <w:rPr>
                <w:rFonts w:ascii="Cambria" w:eastAsia="Arial" w:hAnsi="Cambria"/>
                <w:sz w:val="24"/>
                <w:szCs w:val="24"/>
              </w:rPr>
              <w:t>konfidencialią informaciją yra būtina atskleisti pagal įstatymų bei kitų teisės aktų reikalavimus, įskaitant atvejus, kai to reikalauja viešojo administravimo subjektai, taip, kai jie apibrėžti Lietuvos Respublikos viešojo administravimo įstatyme.</w:t>
            </w:r>
          </w:p>
        </w:tc>
      </w:tr>
      <w:tr w:rsidR="00916D09" w14:paraId="75638BA7" w14:textId="77777777" w:rsidTr="00BA6721">
        <w:tc>
          <w:tcPr>
            <w:tcW w:w="1276" w:type="dxa"/>
          </w:tcPr>
          <w:p w14:paraId="3FFFDAAB" w14:textId="77777777" w:rsidR="00916D09" w:rsidRDefault="00916D09" w:rsidP="009D7BD3">
            <w:pPr>
              <w:pStyle w:val="Heading32"/>
            </w:pPr>
          </w:p>
        </w:tc>
        <w:tc>
          <w:tcPr>
            <w:tcW w:w="8363" w:type="dxa"/>
          </w:tcPr>
          <w:p w14:paraId="55749ACD" w14:textId="51D82B70" w:rsidR="00916D09" w:rsidRPr="000D3D5F" w:rsidRDefault="006D2959" w:rsidP="000D3D5F">
            <w:pPr>
              <w:spacing w:after="60" w:line="259" w:lineRule="auto"/>
              <w:jc w:val="both"/>
              <w:rPr>
                <w:rFonts w:ascii="Cambria" w:eastAsia="Arial" w:hAnsi="Cambria"/>
                <w:sz w:val="24"/>
                <w:szCs w:val="24"/>
              </w:rPr>
            </w:pPr>
            <w:r w:rsidRPr="006D2959">
              <w:rPr>
                <w:rFonts w:ascii="Cambria" w:eastAsia="Arial" w:hAnsi="Cambria"/>
                <w:sz w:val="24"/>
                <w:szCs w:val="24"/>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tc>
      </w:tr>
      <w:tr w:rsidR="006D2959" w14:paraId="16B5D745" w14:textId="77777777" w:rsidTr="00BA6721">
        <w:tc>
          <w:tcPr>
            <w:tcW w:w="1276" w:type="dxa"/>
          </w:tcPr>
          <w:p w14:paraId="658A45C6" w14:textId="77777777" w:rsidR="006D2959" w:rsidRDefault="006D2959" w:rsidP="009D7BD3">
            <w:pPr>
              <w:pStyle w:val="Heading32"/>
            </w:pPr>
          </w:p>
        </w:tc>
        <w:tc>
          <w:tcPr>
            <w:tcW w:w="8363" w:type="dxa"/>
          </w:tcPr>
          <w:p w14:paraId="04A3B079" w14:textId="74368FC5" w:rsidR="006D2959" w:rsidRPr="000D3D5F" w:rsidRDefault="006D2959" w:rsidP="000D3D5F">
            <w:pPr>
              <w:spacing w:after="60" w:line="259" w:lineRule="auto"/>
              <w:jc w:val="both"/>
              <w:rPr>
                <w:rFonts w:ascii="Cambria" w:eastAsia="Arial" w:hAnsi="Cambria"/>
                <w:sz w:val="24"/>
                <w:szCs w:val="24"/>
              </w:rPr>
            </w:pPr>
            <w:r w:rsidRPr="006D2959">
              <w:rPr>
                <w:rFonts w:ascii="Cambria" w:eastAsia="Arial" w:hAnsi="Cambria"/>
                <w:sz w:val="24"/>
                <w:szCs w:val="24"/>
              </w:rPr>
              <w:t>Šalis atsako:</w:t>
            </w:r>
          </w:p>
        </w:tc>
      </w:tr>
      <w:tr w:rsidR="006D2959" w14:paraId="10257481" w14:textId="77777777" w:rsidTr="00BA6721">
        <w:tc>
          <w:tcPr>
            <w:tcW w:w="1276" w:type="dxa"/>
          </w:tcPr>
          <w:p w14:paraId="49685F07" w14:textId="77777777" w:rsidR="006D2959" w:rsidRDefault="006D2959" w:rsidP="003E710A">
            <w:pPr>
              <w:pStyle w:val="Heading41"/>
            </w:pPr>
          </w:p>
        </w:tc>
        <w:tc>
          <w:tcPr>
            <w:tcW w:w="8363" w:type="dxa"/>
          </w:tcPr>
          <w:p w14:paraId="44126124" w14:textId="053EBF6C" w:rsidR="006D2959" w:rsidRPr="000D3D5F" w:rsidRDefault="006D2959" w:rsidP="000D3D5F">
            <w:pPr>
              <w:spacing w:after="60" w:line="259" w:lineRule="auto"/>
              <w:jc w:val="both"/>
              <w:rPr>
                <w:rFonts w:ascii="Cambria" w:eastAsia="Arial" w:hAnsi="Cambria"/>
                <w:sz w:val="24"/>
                <w:szCs w:val="24"/>
              </w:rPr>
            </w:pPr>
            <w:r w:rsidRPr="006D2959">
              <w:rPr>
                <w:rFonts w:ascii="Cambria" w:eastAsia="Arial" w:hAnsi="Cambria"/>
                <w:sz w:val="24"/>
                <w:szCs w:val="24"/>
              </w:rPr>
              <w:t>už bet kokį neteisėtą, įskaitant atsitiktinį, kitos Šalies konfidencialios informacijos ar bet kurios jos dalies atskleidimą ar perdavimą arba konfidencialios informacijos neteisėtą naudojimą;</w:t>
            </w:r>
          </w:p>
        </w:tc>
      </w:tr>
      <w:tr w:rsidR="006D2959" w14:paraId="3C3E61D3" w14:textId="77777777" w:rsidTr="00BA6721">
        <w:tc>
          <w:tcPr>
            <w:tcW w:w="1276" w:type="dxa"/>
          </w:tcPr>
          <w:p w14:paraId="4FE63B1E" w14:textId="77777777" w:rsidR="006D2959" w:rsidRDefault="006D2959" w:rsidP="003E710A">
            <w:pPr>
              <w:pStyle w:val="Heading41"/>
            </w:pPr>
          </w:p>
        </w:tc>
        <w:tc>
          <w:tcPr>
            <w:tcW w:w="8363" w:type="dxa"/>
          </w:tcPr>
          <w:p w14:paraId="4E76BD06" w14:textId="0270561D" w:rsidR="006D2959" w:rsidRPr="000D3D5F" w:rsidRDefault="006D2959" w:rsidP="000D3D5F">
            <w:pPr>
              <w:spacing w:after="60" w:line="259" w:lineRule="auto"/>
              <w:jc w:val="both"/>
              <w:rPr>
                <w:rFonts w:ascii="Cambria" w:eastAsia="Arial" w:hAnsi="Cambria"/>
                <w:sz w:val="24"/>
                <w:szCs w:val="24"/>
              </w:rPr>
            </w:pPr>
            <w:r w:rsidRPr="006D2959">
              <w:rPr>
                <w:rFonts w:ascii="Cambria" w:eastAsia="Arial" w:hAnsi="Cambria"/>
                <w:sz w:val="24"/>
                <w:szCs w:val="24"/>
              </w:rPr>
              <w:t>už tai, kad nesiėmė visų protingų veiksmų, kad išsaugotų ir apsaugotų kitos Šalies konfidencialią informaciją ar bet kurią jos dalį, užkirstų kelią tolesniam jos neteisėtam atskleidimui, perdavimui ar naudojimui.</w:t>
            </w:r>
          </w:p>
        </w:tc>
      </w:tr>
      <w:tr w:rsidR="006D2959" w14:paraId="2765A28E" w14:textId="77777777" w:rsidTr="00BA6721">
        <w:tc>
          <w:tcPr>
            <w:tcW w:w="1276" w:type="dxa"/>
          </w:tcPr>
          <w:p w14:paraId="172DF36B" w14:textId="77777777" w:rsidR="006D2959" w:rsidRDefault="006D2959" w:rsidP="009D7BD3">
            <w:pPr>
              <w:pStyle w:val="Heading32"/>
            </w:pPr>
          </w:p>
        </w:tc>
        <w:tc>
          <w:tcPr>
            <w:tcW w:w="8363" w:type="dxa"/>
          </w:tcPr>
          <w:p w14:paraId="58E013D4" w14:textId="6AF75518" w:rsidR="006D2959" w:rsidRPr="000D3D5F" w:rsidRDefault="009D7BD3" w:rsidP="000D3D5F">
            <w:pPr>
              <w:spacing w:after="60" w:line="259" w:lineRule="auto"/>
              <w:jc w:val="both"/>
              <w:rPr>
                <w:rFonts w:ascii="Cambria" w:eastAsia="Arial" w:hAnsi="Cambria"/>
                <w:sz w:val="24"/>
                <w:szCs w:val="24"/>
              </w:rPr>
            </w:pPr>
            <w:r w:rsidRPr="009D7BD3">
              <w:rPr>
                <w:rFonts w:ascii="Cambria" w:eastAsia="Arial" w:hAnsi="Cambria"/>
                <w:sz w:val="24"/>
                <w:szCs w:val="24"/>
              </w:rPr>
              <w:t>Šalis nepagrįstai atskleidusi kitos Šalies konfidencialią informaciją privalo sumokėti kitai Šaliai Specialiosiose sąlygose nurodyto dydžio baudą.</w:t>
            </w:r>
          </w:p>
        </w:tc>
      </w:tr>
      <w:tr w:rsidR="001920D1" w14:paraId="4D359A35" w14:textId="77777777" w:rsidTr="00BA6721">
        <w:tc>
          <w:tcPr>
            <w:tcW w:w="9639" w:type="dxa"/>
            <w:gridSpan w:val="2"/>
          </w:tcPr>
          <w:p w14:paraId="3E93F548" w14:textId="340E1304" w:rsidR="001920D1" w:rsidRPr="000D3D5F" w:rsidRDefault="001920D1" w:rsidP="00315D99">
            <w:pPr>
              <w:pStyle w:val="Antrat21"/>
              <w:rPr>
                <w:rFonts w:eastAsia="Arial"/>
              </w:rPr>
            </w:pPr>
            <w:r w:rsidRPr="001920D1">
              <w:rPr>
                <w:rFonts w:eastAsia="Arial"/>
              </w:rPr>
              <w:t>DUOMENŲ APSAUGA</w:t>
            </w:r>
          </w:p>
        </w:tc>
      </w:tr>
      <w:tr w:rsidR="006D2959" w14:paraId="67FD568D" w14:textId="77777777" w:rsidTr="00BA6721">
        <w:tc>
          <w:tcPr>
            <w:tcW w:w="1276" w:type="dxa"/>
          </w:tcPr>
          <w:p w14:paraId="58608F62" w14:textId="77777777" w:rsidR="006D2959" w:rsidRDefault="006D2959" w:rsidP="0048106D">
            <w:pPr>
              <w:pStyle w:val="Heading32"/>
            </w:pPr>
          </w:p>
        </w:tc>
        <w:tc>
          <w:tcPr>
            <w:tcW w:w="8363" w:type="dxa"/>
          </w:tcPr>
          <w:p w14:paraId="0B6976C0" w14:textId="78E2A056" w:rsidR="006D2959" w:rsidRPr="000D3D5F" w:rsidRDefault="001920D1" w:rsidP="000D3D5F">
            <w:pPr>
              <w:spacing w:after="60" w:line="259" w:lineRule="auto"/>
              <w:jc w:val="both"/>
              <w:rPr>
                <w:rFonts w:ascii="Cambria" w:eastAsia="Arial" w:hAnsi="Cambria"/>
                <w:sz w:val="24"/>
                <w:szCs w:val="24"/>
              </w:rPr>
            </w:pPr>
            <w:r w:rsidRPr="001920D1">
              <w:rPr>
                <w:rFonts w:ascii="Cambria" w:eastAsia="Arial" w:hAnsi="Cambria"/>
                <w:sz w:val="24"/>
                <w:szCs w:val="24"/>
              </w:rPr>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tc>
      </w:tr>
      <w:tr w:rsidR="006D2959" w14:paraId="26C7F38B" w14:textId="77777777" w:rsidTr="00BA6721">
        <w:tc>
          <w:tcPr>
            <w:tcW w:w="1276" w:type="dxa"/>
          </w:tcPr>
          <w:p w14:paraId="49646DE8" w14:textId="77777777" w:rsidR="006D2959" w:rsidRDefault="006D2959" w:rsidP="0048106D">
            <w:pPr>
              <w:pStyle w:val="Heading32"/>
            </w:pPr>
          </w:p>
        </w:tc>
        <w:tc>
          <w:tcPr>
            <w:tcW w:w="8363" w:type="dxa"/>
          </w:tcPr>
          <w:p w14:paraId="2CD948BB" w14:textId="595406FE" w:rsidR="006D2959" w:rsidRPr="000D3D5F" w:rsidRDefault="0048106D" w:rsidP="000D3D5F">
            <w:pPr>
              <w:spacing w:after="60" w:line="259" w:lineRule="auto"/>
              <w:jc w:val="both"/>
              <w:rPr>
                <w:rFonts w:ascii="Cambria" w:eastAsia="Arial" w:hAnsi="Cambria"/>
                <w:sz w:val="24"/>
                <w:szCs w:val="24"/>
              </w:rPr>
            </w:pPr>
            <w:r w:rsidRPr="0048106D">
              <w:rPr>
                <w:rFonts w:ascii="Cambria" w:eastAsia="Arial" w:hAnsi="Cambria"/>
                <w:sz w:val="24"/>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tc>
      </w:tr>
      <w:tr w:rsidR="0048106D" w14:paraId="2A416EF7" w14:textId="77777777" w:rsidTr="00BA6721">
        <w:tc>
          <w:tcPr>
            <w:tcW w:w="9639" w:type="dxa"/>
            <w:gridSpan w:val="2"/>
          </w:tcPr>
          <w:p w14:paraId="742E2B56" w14:textId="2AD96237" w:rsidR="0048106D" w:rsidRPr="000D3D5F" w:rsidRDefault="0048106D" w:rsidP="00315D99">
            <w:pPr>
              <w:pStyle w:val="Antrat21"/>
              <w:rPr>
                <w:rFonts w:eastAsia="Arial"/>
              </w:rPr>
            </w:pPr>
            <w:r w:rsidRPr="0048106D">
              <w:rPr>
                <w:rFonts w:eastAsia="Arial"/>
              </w:rPr>
              <w:t>INTELEKTINĖ NUOSAVYBĖ</w:t>
            </w:r>
          </w:p>
        </w:tc>
      </w:tr>
      <w:tr w:rsidR="001920D1" w14:paraId="3211341C" w14:textId="77777777" w:rsidTr="00BA6721">
        <w:tc>
          <w:tcPr>
            <w:tcW w:w="1276" w:type="dxa"/>
          </w:tcPr>
          <w:p w14:paraId="4818CCFF" w14:textId="77777777" w:rsidR="001920D1" w:rsidRDefault="001920D1" w:rsidP="008D44A5">
            <w:pPr>
              <w:pStyle w:val="Heading32"/>
            </w:pPr>
          </w:p>
        </w:tc>
        <w:tc>
          <w:tcPr>
            <w:tcW w:w="8363" w:type="dxa"/>
          </w:tcPr>
          <w:p w14:paraId="7A7D401B" w14:textId="29589C43" w:rsidR="001920D1" w:rsidRPr="000D3D5F" w:rsidRDefault="0048106D" w:rsidP="000D3D5F">
            <w:pPr>
              <w:spacing w:after="60" w:line="259" w:lineRule="auto"/>
              <w:jc w:val="both"/>
              <w:rPr>
                <w:rFonts w:ascii="Cambria" w:eastAsia="Arial" w:hAnsi="Cambria"/>
                <w:sz w:val="24"/>
                <w:szCs w:val="24"/>
              </w:rPr>
            </w:pPr>
            <w:r w:rsidRPr="0048106D">
              <w:rPr>
                <w:rFonts w:ascii="Cambria" w:eastAsia="Arial" w:hAnsi="Cambria"/>
                <w:sz w:val="24"/>
                <w:szCs w:val="24"/>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w:t>
            </w:r>
            <w:r w:rsidRPr="0048106D">
              <w:rPr>
                <w:rFonts w:ascii="Cambria" w:eastAsia="Arial" w:hAnsi="Cambria"/>
                <w:sz w:val="24"/>
                <w:szCs w:val="24"/>
              </w:rPr>
              <w:lastRenderedPageBreak/>
              <w:t>asmenims, jei Specialiosiose sąlygose nenumatyta kitaip ar intelektinės nuosavybės teisės negali būti perduodamos nuosavybės teise dėl Prekių pobūdžio ar (ir) Prekių gamintojo išimtinių teisių, patentų ir kt.</w:t>
            </w:r>
          </w:p>
        </w:tc>
      </w:tr>
      <w:tr w:rsidR="001920D1" w14:paraId="20CE28A2" w14:textId="77777777" w:rsidTr="00BA6721">
        <w:tc>
          <w:tcPr>
            <w:tcW w:w="1276" w:type="dxa"/>
          </w:tcPr>
          <w:p w14:paraId="02471EFB" w14:textId="77777777" w:rsidR="001920D1" w:rsidRDefault="001920D1" w:rsidP="008D44A5">
            <w:pPr>
              <w:pStyle w:val="Heading32"/>
            </w:pPr>
          </w:p>
        </w:tc>
        <w:tc>
          <w:tcPr>
            <w:tcW w:w="8363" w:type="dxa"/>
          </w:tcPr>
          <w:p w14:paraId="7D7C336F" w14:textId="47B3DB0D" w:rsidR="001920D1" w:rsidRPr="000D3D5F" w:rsidRDefault="0048106D" w:rsidP="000D3D5F">
            <w:pPr>
              <w:spacing w:after="60" w:line="259" w:lineRule="auto"/>
              <w:jc w:val="both"/>
              <w:rPr>
                <w:rFonts w:ascii="Cambria" w:eastAsia="Arial" w:hAnsi="Cambria"/>
                <w:sz w:val="24"/>
                <w:szCs w:val="24"/>
              </w:rPr>
            </w:pPr>
            <w:r w:rsidRPr="0048106D">
              <w:rPr>
                <w:rFonts w:ascii="Cambria" w:eastAsia="Arial" w:hAnsi="Cambria"/>
                <w:sz w:val="24"/>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E71B34">
              <w:rPr>
                <w:rFonts w:ascii="Cambria" w:eastAsia="Arial" w:hAnsi="Cambria"/>
                <w:i/>
                <w:iCs/>
                <w:sz w:val="24"/>
                <w:szCs w:val="24"/>
              </w:rPr>
              <w:t>sui generis</w:t>
            </w:r>
            <w:r w:rsidRPr="0048106D">
              <w:rPr>
                <w:rFonts w:ascii="Cambria" w:eastAsia="Arial" w:hAnsi="Cambria"/>
                <w:sz w:val="24"/>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tc>
      </w:tr>
      <w:tr w:rsidR="001920D1" w14:paraId="3190AE64" w14:textId="77777777" w:rsidTr="00BA6721">
        <w:tc>
          <w:tcPr>
            <w:tcW w:w="1276" w:type="dxa"/>
          </w:tcPr>
          <w:p w14:paraId="2FC7BD3D" w14:textId="77777777" w:rsidR="001920D1" w:rsidRDefault="001920D1" w:rsidP="008D44A5">
            <w:pPr>
              <w:pStyle w:val="Heading32"/>
            </w:pPr>
          </w:p>
        </w:tc>
        <w:tc>
          <w:tcPr>
            <w:tcW w:w="8363" w:type="dxa"/>
          </w:tcPr>
          <w:p w14:paraId="1CB39CBD" w14:textId="41412202" w:rsidR="001920D1" w:rsidRPr="000D3D5F" w:rsidRDefault="0048106D" w:rsidP="000D3D5F">
            <w:pPr>
              <w:spacing w:after="60" w:line="259" w:lineRule="auto"/>
              <w:jc w:val="both"/>
              <w:rPr>
                <w:rFonts w:ascii="Cambria" w:eastAsia="Arial" w:hAnsi="Cambria"/>
                <w:sz w:val="24"/>
                <w:szCs w:val="24"/>
              </w:rPr>
            </w:pPr>
            <w:r w:rsidRPr="0048106D">
              <w:rPr>
                <w:rFonts w:ascii="Cambria" w:eastAsia="Arial" w:hAnsi="Cambria"/>
                <w:sz w:val="24"/>
                <w:szCs w:val="24"/>
              </w:rPr>
              <w:t>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tc>
      </w:tr>
      <w:tr w:rsidR="008D44A5" w14:paraId="55F38215" w14:textId="77777777" w:rsidTr="00BA6721">
        <w:tc>
          <w:tcPr>
            <w:tcW w:w="9639" w:type="dxa"/>
            <w:gridSpan w:val="2"/>
          </w:tcPr>
          <w:p w14:paraId="2197C1D3" w14:textId="67253CFE" w:rsidR="008D44A5" w:rsidRPr="000D3D5F" w:rsidRDefault="008D44A5" w:rsidP="00315D99">
            <w:pPr>
              <w:pStyle w:val="Antrat21"/>
              <w:rPr>
                <w:rFonts w:eastAsia="Arial"/>
              </w:rPr>
            </w:pPr>
            <w:r w:rsidRPr="008D44A5">
              <w:rPr>
                <w:rFonts w:eastAsia="Arial"/>
              </w:rPr>
              <w:t>PAREIŠKIMAI IR GARANTIJOS</w:t>
            </w:r>
          </w:p>
        </w:tc>
      </w:tr>
      <w:tr w:rsidR="001920D1" w14:paraId="086105AC" w14:textId="77777777" w:rsidTr="00BA6721">
        <w:tc>
          <w:tcPr>
            <w:tcW w:w="1276" w:type="dxa"/>
          </w:tcPr>
          <w:p w14:paraId="195E72B2" w14:textId="77777777" w:rsidR="001920D1" w:rsidRDefault="001920D1" w:rsidP="00D36A4A">
            <w:pPr>
              <w:pStyle w:val="Heading32"/>
            </w:pPr>
          </w:p>
        </w:tc>
        <w:tc>
          <w:tcPr>
            <w:tcW w:w="8363" w:type="dxa"/>
          </w:tcPr>
          <w:p w14:paraId="5762E7BC" w14:textId="58D45202" w:rsidR="001920D1" w:rsidRPr="000D3D5F" w:rsidRDefault="008D44A5" w:rsidP="000D3D5F">
            <w:pPr>
              <w:spacing w:after="60" w:line="259" w:lineRule="auto"/>
              <w:jc w:val="both"/>
              <w:rPr>
                <w:rFonts w:ascii="Cambria" w:eastAsia="Arial" w:hAnsi="Cambria"/>
                <w:sz w:val="24"/>
                <w:szCs w:val="24"/>
              </w:rPr>
            </w:pPr>
            <w:r w:rsidRPr="008D44A5">
              <w:rPr>
                <w:rFonts w:ascii="Cambria" w:eastAsia="Arial" w:hAnsi="Cambria"/>
                <w:sz w:val="24"/>
                <w:szCs w:val="24"/>
              </w:rPr>
              <w:t>Kiekviena iš Šalių pareiškia ir garantuoja kitai Šaliai, kad:</w:t>
            </w:r>
          </w:p>
        </w:tc>
      </w:tr>
      <w:tr w:rsidR="001920D1" w14:paraId="166E82C6" w14:textId="77777777" w:rsidTr="00BA6721">
        <w:tc>
          <w:tcPr>
            <w:tcW w:w="1276" w:type="dxa"/>
          </w:tcPr>
          <w:p w14:paraId="27FC20D8" w14:textId="77777777" w:rsidR="001920D1" w:rsidRDefault="001920D1" w:rsidP="003E710A">
            <w:pPr>
              <w:pStyle w:val="Heading41"/>
            </w:pPr>
          </w:p>
        </w:tc>
        <w:tc>
          <w:tcPr>
            <w:tcW w:w="8363" w:type="dxa"/>
          </w:tcPr>
          <w:p w14:paraId="0E84C461" w14:textId="5974D5CA" w:rsidR="001920D1" w:rsidRPr="000D3D5F" w:rsidRDefault="008D44A5" w:rsidP="000D3D5F">
            <w:pPr>
              <w:spacing w:after="60" w:line="259" w:lineRule="auto"/>
              <w:jc w:val="both"/>
              <w:rPr>
                <w:rFonts w:ascii="Cambria" w:eastAsia="Arial" w:hAnsi="Cambria"/>
                <w:sz w:val="24"/>
                <w:szCs w:val="24"/>
              </w:rPr>
            </w:pPr>
            <w:r w:rsidRPr="008D44A5">
              <w:rPr>
                <w:rFonts w:ascii="Cambria" w:eastAsia="Arial" w:hAnsi="Cambria"/>
                <w:sz w:val="24"/>
                <w:szCs w:val="24"/>
              </w:rPr>
              <w:t>yra teisėtai priimti ir galioja visi būtini sprendimai, gauti leidimai bei sutikimai, taip pat teisėtai atlikti ir galioja kiti teisiniai veiksmai, reikalingi Sutarties sudarymui, galiojimui ir vykdymui;</w:t>
            </w:r>
          </w:p>
        </w:tc>
      </w:tr>
      <w:tr w:rsidR="001920D1" w14:paraId="780A8EBE" w14:textId="77777777" w:rsidTr="00BA6721">
        <w:tc>
          <w:tcPr>
            <w:tcW w:w="1276" w:type="dxa"/>
          </w:tcPr>
          <w:p w14:paraId="2410E80B" w14:textId="77777777" w:rsidR="001920D1" w:rsidRDefault="001920D1" w:rsidP="003E710A">
            <w:pPr>
              <w:pStyle w:val="Heading41"/>
            </w:pPr>
          </w:p>
        </w:tc>
        <w:tc>
          <w:tcPr>
            <w:tcW w:w="8363" w:type="dxa"/>
          </w:tcPr>
          <w:p w14:paraId="37A2B51B" w14:textId="5B064F13" w:rsidR="001920D1" w:rsidRPr="000D3D5F" w:rsidRDefault="00A07EC0" w:rsidP="000D3D5F">
            <w:pPr>
              <w:spacing w:after="60" w:line="259" w:lineRule="auto"/>
              <w:jc w:val="both"/>
              <w:rPr>
                <w:rFonts w:ascii="Cambria" w:eastAsia="Arial" w:hAnsi="Cambria"/>
                <w:sz w:val="24"/>
                <w:szCs w:val="24"/>
              </w:rPr>
            </w:pPr>
            <w:r w:rsidRPr="00A07EC0">
              <w:rPr>
                <w:rFonts w:ascii="Cambria" w:eastAsia="Arial" w:hAnsi="Cambria"/>
                <w:sz w:val="24"/>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tc>
      </w:tr>
      <w:tr w:rsidR="008D44A5" w14:paraId="2982AC01" w14:textId="77777777" w:rsidTr="00BA6721">
        <w:tc>
          <w:tcPr>
            <w:tcW w:w="1276" w:type="dxa"/>
          </w:tcPr>
          <w:p w14:paraId="252058E5" w14:textId="77777777" w:rsidR="008D44A5" w:rsidRDefault="008D44A5" w:rsidP="003E710A">
            <w:pPr>
              <w:pStyle w:val="Heading41"/>
            </w:pPr>
          </w:p>
        </w:tc>
        <w:tc>
          <w:tcPr>
            <w:tcW w:w="8363" w:type="dxa"/>
          </w:tcPr>
          <w:p w14:paraId="64FF1983" w14:textId="20560589" w:rsidR="008D44A5" w:rsidRPr="000D3D5F" w:rsidRDefault="00A07EC0" w:rsidP="000D3D5F">
            <w:pPr>
              <w:spacing w:after="60" w:line="259" w:lineRule="auto"/>
              <w:jc w:val="both"/>
              <w:rPr>
                <w:rFonts w:ascii="Cambria" w:eastAsia="Arial" w:hAnsi="Cambria"/>
                <w:sz w:val="24"/>
                <w:szCs w:val="24"/>
              </w:rPr>
            </w:pPr>
            <w:r w:rsidRPr="00A07EC0">
              <w:rPr>
                <w:rFonts w:ascii="Cambria" w:eastAsia="Arial" w:hAnsi="Cambria"/>
                <w:sz w:val="24"/>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tc>
      </w:tr>
      <w:tr w:rsidR="008D44A5" w14:paraId="5910A069" w14:textId="77777777" w:rsidTr="00BA6721">
        <w:tc>
          <w:tcPr>
            <w:tcW w:w="1276" w:type="dxa"/>
          </w:tcPr>
          <w:p w14:paraId="16ED485F" w14:textId="77777777" w:rsidR="008D44A5" w:rsidRDefault="008D44A5" w:rsidP="003E710A">
            <w:pPr>
              <w:pStyle w:val="Heading41"/>
            </w:pPr>
          </w:p>
        </w:tc>
        <w:tc>
          <w:tcPr>
            <w:tcW w:w="8363" w:type="dxa"/>
          </w:tcPr>
          <w:p w14:paraId="27FE124B" w14:textId="375695BD" w:rsidR="008D44A5" w:rsidRPr="000D3D5F" w:rsidRDefault="00A07EC0" w:rsidP="000D3D5F">
            <w:pPr>
              <w:spacing w:after="60" w:line="259" w:lineRule="auto"/>
              <w:jc w:val="both"/>
              <w:rPr>
                <w:rFonts w:ascii="Cambria" w:eastAsia="Arial" w:hAnsi="Cambria"/>
                <w:sz w:val="24"/>
                <w:szCs w:val="24"/>
              </w:rPr>
            </w:pPr>
            <w:r w:rsidRPr="00A07EC0">
              <w:rPr>
                <w:rFonts w:ascii="Cambria" w:eastAsia="Arial" w:hAnsi="Cambria"/>
                <w:sz w:val="24"/>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tc>
      </w:tr>
      <w:tr w:rsidR="008D44A5" w14:paraId="0F68E438" w14:textId="77777777" w:rsidTr="00BA6721">
        <w:tc>
          <w:tcPr>
            <w:tcW w:w="1276" w:type="dxa"/>
          </w:tcPr>
          <w:p w14:paraId="40CCBF35" w14:textId="77777777" w:rsidR="008D44A5" w:rsidRDefault="008D44A5" w:rsidP="003E710A">
            <w:pPr>
              <w:pStyle w:val="Heading41"/>
            </w:pPr>
          </w:p>
        </w:tc>
        <w:tc>
          <w:tcPr>
            <w:tcW w:w="8363" w:type="dxa"/>
          </w:tcPr>
          <w:p w14:paraId="09D01957" w14:textId="2B0352BF" w:rsidR="008D44A5" w:rsidRPr="000D3D5F" w:rsidRDefault="00A07EC0" w:rsidP="000D3D5F">
            <w:pPr>
              <w:spacing w:after="60" w:line="259" w:lineRule="auto"/>
              <w:jc w:val="both"/>
              <w:rPr>
                <w:rFonts w:ascii="Cambria" w:eastAsia="Arial" w:hAnsi="Cambria"/>
                <w:sz w:val="24"/>
                <w:szCs w:val="24"/>
              </w:rPr>
            </w:pPr>
            <w:r w:rsidRPr="00A07EC0">
              <w:rPr>
                <w:rFonts w:ascii="Cambria" w:eastAsia="Arial" w:hAnsi="Cambria"/>
                <w:sz w:val="24"/>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tc>
      </w:tr>
      <w:tr w:rsidR="008D44A5" w14:paraId="2B9F1DCE" w14:textId="77777777" w:rsidTr="00BA6721">
        <w:tc>
          <w:tcPr>
            <w:tcW w:w="1276" w:type="dxa"/>
          </w:tcPr>
          <w:p w14:paraId="48CC8F14" w14:textId="77777777" w:rsidR="008D44A5" w:rsidRDefault="008D44A5" w:rsidP="003E710A">
            <w:pPr>
              <w:pStyle w:val="Heading41"/>
            </w:pPr>
          </w:p>
        </w:tc>
        <w:tc>
          <w:tcPr>
            <w:tcW w:w="8363" w:type="dxa"/>
          </w:tcPr>
          <w:p w14:paraId="6A99DC23" w14:textId="4210F9A0" w:rsidR="008D44A5" w:rsidRPr="000D3D5F" w:rsidRDefault="009E0C38" w:rsidP="000D3D5F">
            <w:pPr>
              <w:spacing w:after="60" w:line="259" w:lineRule="auto"/>
              <w:jc w:val="both"/>
              <w:rPr>
                <w:rFonts w:ascii="Cambria" w:eastAsia="Arial" w:hAnsi="Cambria"/>
                <w:sz w:val="24"/>
                <w:szCs w:val="24"/>
              </w:rPr>
            </w:pPr>
            <w:r w:rsidRPr="009E0C38">
              <w:rPr>
                <w:rFonts w:ascii="Cambria" w:eastAsia="Arial" w:hAnsi="Cambria"/>
                <w:sz w:val="24"/>
                <w:szCs w:val="24"/>
              </w:rPr>
              <w:t>visi Šalies pareiškimai ir garantijos yra išsamūs ir nepalieka nutylėtų jokių aplinkybių, kurios darytų šiuos pareiškimus ar garantijas neteisingais.</w:t>
            </w:r>
          </w:p>
        </w:tc>
      </w:tr>
      <w:tr w:rsidR="008D44A5" w14:paraId="7C0D87EF" w14:textId="77777777" w:rsidTr="00BA6721">
        <w:tc>
          <w:tcPr>
            <w:tcW w:w="1276" w:type="dxa"/>
          </w:tcPr>
          <w:p w14:paraId="2C56D6B5" w14:textId="77777777" w:rsidR="008D44A5" w:rsidRDefault="008D44A5" w:rsidP="00D36A4A">
            <w:pPr>
              <w:pStyle w:val="Heading32"/>
            </w:pPr>
          </w:p>
        </w:tc>
        <w:tc>
          <w:tcPr>
            <w:tcW w:w="8363" w:type="dxa"/>
          </w:tcPr>
          <w:p w14:paraId="1A77ABFB" w14:textId="0AD0E5E9" w:rsidR="008D44A5" w:rsidRPr="000D3D5F" w:rsidRDefault="009E0C38" w:rsidP="000D3D5F">
            <w:pPr>
              <w:spacing w:after="60" w:line="259" w:lineRule="auto"/>
              <w:jc w:val="both"/>
              <w:rPr>
                <w:rFonts w:ascii="Cambria" w:eastAsia="Arial" w:hAnsi="Cambria"/>
                <w:sz w:val="24"/>
                <w:szCs w:val="24"/>
              </w:rPr>
            </w:pPr>
            <w:r w:rsidRPr="009E0C38">
              <w:rPr>
                <w:rFonts w:ascii="Cambria" w:eastAsia="Arial" w:hAnsi="Cambria"/>
                <w:sz w:val="24"/>
                <w:szCs w:val="24"/>
              </w:rPr>
              <w:t xml:space="preserve">Tiekėjas papildomai pareiškia ir garantuoja Pirkėjui, kad Tiekėjas, subtiekėjai, jungtinės veiklos partneriai ir specialistai turi galiojančius ir teisėtus visus įstatymuose bei kituose teisės aktuose numatytus leidimus, licencijas, atestatus, </w:t>
            </w:r>
            <w:r w:rsidRPr="009E0C38">
              <w:rPr>
                <w:rFonts w:ascii="Cambria" w:eastAsia="Arial" w:hAnsi="Cambria"/>
                <w:sz w:val="24"/>
                <w:szCs w:val="24"/>
              </w:rPr>
              <w:lastRenderedPageBreak/>
              <w:t>teisės pripažinimo dokumentus, reikalingus vykdant Sutartį.</w:t>
            </w:r>
          </w:p>
        </w:tc>
      </w:tr>
      <w:tr w:rsidR="008D44A5" w14:paraId="09AFBE8F" w14:textId="77777777" w:rsidTr="00BA6721">
        <w:tc>
          <w:tcPr>
            <w:tcW w:w="1276" w:type="dxa"/>
          </w:tcPr>
          <w:p w14:paraId="6292B356" w14:textId="77777777" w:rsidR="008D44A5" w:rsidRDefault="008D44A5" w:rsidP="00D36A4A">
            <w:pPr>
              <w:pStyle w:val="Heading32"/>
            </w:pPr>
          </w:p>
        </w:tc>
        <w:tc>
          <w:tcPr>
            <w:tcW w:w="8363" w:type="dxa"/>
          </w:tcPr>
          <w:p w14:paraId="30F6DE02" w14:textId="32ED5022" w:rsidR="008D44A5" w:rsidRPr="000D3D5F" w:rsidRDefault="009E0C38" w:rsidP="000D3D5F">
            <w:pPr>
              <w:spacing w:after="60" w:line="259" w:lineRule="auto"/>
              <w:jc w:val="both"/>
              <w:rPr>
                <w:rFonts w:ascii="Cambria" w:eastAsia="Arial" w:hAnsi="Cambria"/>
                <w:sz w:val="24"/>
                <w:szCs w:val="24"/>
              </w:rPr>
            </w:pPr>
            <w:r w:rsidRPr="009E0C38">
              <w:rPr>
                <w:rFonts w:ascii="Cambria" w:eastAsia="Arial" w:hAnsi="Cambria"/>
                <w:sz w:val="24"/>
                <w:szCs w:val="24"/>
              </w:rPr>
              <w:t>Tiekėjas pareiškia, kad parduodamų Prekių disponavimo, valdymo ir naudojimosi teisės nėra apribotos ir jokie tretieji asmenys neturi pretenzijų į Sutartimi perduodamas Prekes (įkeitimai, areštai ar pan.).</w:t>
            </w:r>
          </w:p>
        </w:tc>
      </w:tr>
      <w:tr w:rsidR="00D36A4A" w14:paraId="6D51657E" w14:textId="77777777" w:rsidTr="00BA6721">
        <w:tc>
          <w:tcPr>
            <w:tcW w:w="9639" w:type="dxa"/>
            <w:gridSpan w:val="2"/>
          </w:tcPr>
          <w:p w14:paraId="73570B17" w14:textId="15168B51" w:rsidR="00D36A4A" w:rsidRPr="000D3D5F" w:rsidRDefault="00D36A4A" w:rsidP="00315D99">
            <w:pPr>
              <w:pStyle w:val="Antrat21"/>
              <w:rPr>
                <w:rFonts w:eastAsia="Arial"/>
              </w:rPr>
            </w:pPr>
            <w:r w:rsidRPr="00D36A4A">
              <w:rPr>
                <w:rFonts w:eastAsia="Arial"/>
              </w:rPr>
              <w:t>BENDRIEJI ATSAKOMYBĖS KLAUSIMAI</w:t>
            </w:r>
          </w:p>
        </w:tc>
      </w:tr>
      <w:tr w:rsidR="009E0C38" w14:paraId="679CC522" w14:textId="77777777" w:rsidTr="00BA6721">
        <w:tc>
          <w:tcPr>
            <w:tcW w:w="1276" w:type="dxa"/>
          </w:tcPr>
          <w:p w14:paraId="2FEA6E67" w14:textId="77777777" w:rsidR="009E0C38" w:rsidRDefault="009E0C38" w:rsidP="005B5DC7">
            <w:pPr>
              <w:pStyle w:val="Heading32"/>
            </w:pPr>
          </w:p>
        </w:tc>
        <w:tc>
          <w:tcPr>
            <w:tcW w:w="8363" w:type="dxa"/>
          </w:tcPr>
          <w:p w14:paraId="4F9A257B" w14:textId="23D710EC" w:rsidR="009E0C38" w:rsidRPr="000D3D5F" w:rsidRDefault="00F83F2E" w:rsidP="000D3D5F">
            <w:pPr>
              <w:spacing w:after="60" w:line="259" w:lineRule="auto"/>
              <w:jc w:val="both"/>
              <w:rPr>
                <w:rFonts w:ascii="Cambria" w:eastAsia="Arial" w:hAnsi="Cambria"/>
                <w:sz w:val="24"/>
                <w:szCs w:val="24"/>
              </w:rPr>
            </w:pPr>
            <w:r w:rsidRPr="00F83F2E">
              <w:rPr>
                <w:rFonts w:ascii="Cambria" w:eastAsia="Arial" w:hAnsi="Cambria"/>
                <w:sz w:val="24"/>
                <w:szCs w:val="24"/>
              </w:rPr>
              <w:t>Netesybų už vėlavimą ar pareigų pagal Sutartį pažeidimą sumokėjimas neatleidžia Šalies nuo Sutartyje numatytų jos pareigų vykdymo.</w:t>
            </w:r>
          </w:p>
        </w:tc>
      </w:tr>
      <w:tr w:rsidR="009E0C38" w14:paraId="56B0A0B5" w14:textId="77777777" w:rsidTr="00BA6721">
        <w:tc>
          <w:tcPr>
            <w:tcW w:w="1276" w:type="dxa"/>
          </w:tcPr>
          <w:p w14:paraId="7DD41AA5" w14:textId="77777777" w:rsidR="009E0C38" w:rsidRDefault="009E0C38" w:rsidP="005B5DC7">
            <w:pPr>
              <w:pStyle w:val="Heading32"/>
            </w:pPr>
          </w:p>
        </w:tc>
        <w:tc>
          <w:tcPr>
            <w:tcW w:w="8363" w:type="dxa"/>
          </w:tcPr>
          <w:p w14:paraId="4D0F154A" w14:textId="41138729" w:rsidR="009E0C38" w:rsidRPr="000D3D5F" w:rsidRDefault="00F83F2E" w:rsidP="000D3D5F">
            <w:pPr>
              <w:spacing w:after="60" w:line="259" w:lineRule="auto"/>
              <w:jc w:val="both"/>
              <w:rPr>
                <w:rFonts w:ascii="Cambria" w:eastAsia="Arial" w:hAnsi="Cambria"/>
                <w:sz w:val="24"/>
                <w:szCs w:val="24"/>
              </w:rPr>
            </w:pPr>
            <w:r w:rsidRPr="00F83F2E">
              <w:rPr>
                <w:rFonts w:ascii="Cambria" w:eastAsia="Arial" w:hAnsi="Cambria"/>
                <w:sz w:val="24"/>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p>
        </w:tc>
      </w:tr>
      <w:tr w:rsidR="009E0C38" w14:paraId="5E78FE90" w14:textId="77777777" w:rsidTr="00BA6721">
        <w:tc>
          <w:tcPr>
            <w:tcW w:w="1276" w:type="dxa"/>
          </w:tcPr>
          <w:p w14:paraId="549244C4" w14:textId="77777777" w:rsidR="009E0C38" w:rsidRDefault="009E0C38" w:rsidP="005B5DC7">
            <w:pPr>
              <w:pStyle w:val="Heading32"/>
            </w:pPr>
          </w:p>
        </w:tc>
        <w:tc>
          <w:tcPr>
            <w:tcW w:w="8363" w:type="dxa"/>
          </w:tcPr>
          <w:p w14:paraId="0A64F789" w14:textId="3862FB7F" w:rsidR="009E0C38" w:rsidRPr="000D3D5F" w:rsidRDefault="00F83F2E" w:rsidP="000D3D5F">
            <w:pPr>
              <w:spacing w:after="60" w:line="259" w:lineRule="auto"/>
              <w:jc w:val="both"/>
              <w:rPr>
                <w:rFonts w:ascii="Cambria" w:eastAsia="Arial" w:hAnsi="Cambria"/>
                <w:sz w:val="24"/>
                <w:szCs w:val="24"/>
              </w:rPr>
            </w:pPr>
            <w:r w:rsidRPr="00F83F2E">
              <w:rPr>
                <w:rFonts w:ascii="Cambria" w:eastAsia="Arial" w:hAnsi="Cambria"/>
                <w:sz w:val="24"/>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tc>
      </w:tr>
      <w:tr w:rsidR="009E0C38" w14:paraId="6A5733F1" w14:textId="77777777" w:rsidTr="00BA6721">
        <w:tc>
          <w:tcPr>
            <w:tcW w:w="1276" w:type="dxa"/>
          </w:tcPr>
          <w:p w14:paraId="06EF0957" w14:textId="77777777" w:rsidR="009E0C38" w:rsidRDefault="009E0C38" w:rsidP="005B5DC7">
            <w:pPr>
              <w:pStyle w:val="Heading32"/>
            </w:pPr>
          </w:p>
        </w:tc>
        <w:tc>
          <w:tcPr>
            <w:tcW w:w="8363" w:type="dxa"/>
          </w:tcPr>
          <w:p w14:paraId="1B461318" w14:textId="2B955EC9" w:rsidR="009E0C38" w:rsidRPr="000D3D5F" w:rsidRDefault="00F83F2E" w:rsidP="000D3D5F">
            <w:pPr>
              <w:spacing w:after="60" w:line="259" w:lineRule="auto"/>
              <w:jc w:val="both"/>
              <w:rPr>
                <w:rFonts w:ascii="Cambria" w:eastAsia="Arial" w:hAnsi="Cambria"/>
                <w:sz w:val="24"/>
                <w:szCs w:val="24"/>
              </w:rPr>
            </w:pPr>
            <w:r w:rsidRPr="00F83F2E">
              <w:rPr>
                <w:rFonts w:ascii="Cambria" w:eastAsia="Arial" w:hAnsi="Cambria"/>
                <w:sz w:val="24"/>
                <w:szCs w:val="24"/>
              </w:rPr>
              <w:t>Šioje Sutartyje numatytos teisių gynybos priemonės neapriboja Šalių teisės pasinaudoti kitomis teisėtomis teisių gynybos priemonėmis.</w:t>
            </w:r>
          </w:p>
        </w:tc>
      </w:tr>
      <w:tr w:rsidR="009E0C38" w14:paraId="2BA9AF5C" w14:textId="77777777" w:rsidTr="00BA6721">
        <w:tc>
          <w:tcPr>
            <w:tcW w:w="1276" w:type="dxa"/>
          </w:tcPr>
          <w:p w14:paraId="35116D9B" w14:textId="77777777" w:rsidR="009E0C38" w:rsidRDefault="009E0C38" w:rsidP="005B5DC7">
            <w:pPr>
              <w:pStyle w:val="Heading32"/>
            </w:pPr>
          </w:p>
        </w:tc>
        <w:tc>
          <w:tcPr>
            <w:tcW w:w="8363" w:type="dxa"/>
          </w:tcPr>
          <w:p w14:paraId="78A6A234" w14:textId="124EAE2F" w:rsidR="009E0C38"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tc>
      </w:tr>
      <w:tr w:rsidR="005B5DC7" w14:paraId="536AAC03" w14:textId="77777777" w:rsidTr="00BA6721">
        <w:tc>
          <w:tcPr>
            <w:tcW w:w="1276" w:type="dxa"/>
          </w:tcPr>
          <w:p w14:paraId="21E0A6BB" w14:textId="77777777" w:rsidR="005B5DC7" w:rsidRDefault="005B5DC7" w:rsidP="005B5DC7">
            <w:pPr>
              <w:pStyle w:val="Heading32"/>
            </w:pPr>
          </w:p>
        </w:tc>
        <w:tc>
          <w:tcPr>
            <w:tcW w:w="8363" w:type="dxa"/>
          </w:tcPr>
          <w:p w14:paraId="42690ED4" w14:textId="334EB48C"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Pasibaigus Sutarties galiojimui, Šalys neatleidžiamos nuo atsakomybės už Sutarties pažeidimą. Pasibaigus Sutarties galiojimui, Šalys nepraranda teisės reikalauti atlyginti dėl Sutarties nevykdymo patirtus nuostolius bei sumokėti netesybas.</w:t>
            </w:r>
          </w:p>
        </w:tc>
      </w:tr>
      <w:tr w:rsidR="005B5DC7" w14:paraId="1CB32089" w14:textId="77777777" w:rsidTr="00BA6721">
        <w:tc>
          <w:tcPr>
            <w:tcW w:w="9639" w:type="dxa"/>
            <w:gridSpan w:val="2"/>
          </w:tcPr>
          <w:p w14:paraId="2BF2CD1A" w14:textId="2FCFF202" w:rsidR="005B5DC7" w:rsidRPr="000D3D5F" w:rsidRDefault="005B5DC7" w:rsidP="00315D99">
            <w:pPr>
              <w:pStyle w:val="Antrat21"/>
              <w:rPr>
                <w:rFonts w:eastAsia="Arial"/>
              </w:rPr>
            </w:pPr>
            <w:bookmarkStart w:id="7" w:name="_Ref165115576"/>
            <w:r w:rsidRPr="005B5DC7">
              <w:rPr>
                <w:rFonts w:eastAsia="Arial"/>
              </w:rPr>
              <w:t>NENUGALIMA JĖGA (</w:t>
            </w:r>
            <w:r w:rsidRPr="005B5DC7">
              <w:rPr>
                <w:rFonts w:eastAsia="Arial"/>
                <w:i/>
                <w:iCs/>
              </w:rPr>
              <w:t>FORCE MAJEURE</w:t>
            </w:r>
            <w:r w:rsidRPr="005B5DC7">
              <w:rPr>
                <w:rFonts w:eastAsia="Arial"/>
              </w:rPr>
              <w:t>)</w:t>
            </w:r>
            <w:bookmarkEnd w:id="7"/>
          </w:p>
        </w:tc>
      </w:tr>
      <w:tr w:rsidR="005B5DC7" w14:paraId="3099D33F" w14:textId="77777777" w:rsidTr="00BA6721">
        <w:tc>
          <w:tcPr>
            <w:tcW w:w="1276" w:type="dxa"/>
          </w:tcPr>
          <w:p w14:paraId="24520CC0" w14:textId="77777777" w:rsidR="005B5DC7" w:rsidRDefault="005B5DC7" w:rsidP="005B5DC7">
            <w:pPr>
              <w:pStyle w:val="Heading32"/>
            </w:pPr>
          </w:p>
        </w:tc>
        <w:tc>
          <w:tcPr>
            <w:tcW w:w="8363" w:type="dxa"/>
          </w:tcPr>
          <w:p w14:paraId="7ABFF152" w14:textId="4C827448"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Atsakomybė pagal Sutartį netaikoma, taip pat Šalys gali būti visiškai ar iš dalies atleistos nuo civilinės atsakomybės šiais pagrindais:</w:t>
            </w:r>
          </w:p>
        </w:tc>
      </w:tr>
      <w:tr w:rsidR="005B5DC7" w14:paraId="56F64C33" w14:textId="77777777" w:rsidTr="00BA6721">
        <w:tc>
          <w:tcPr>
            <w:tcW w:w="1276" w:type="dxa"/>
          </w:tcPr>
          <w:p w14:paraId="5DDD9E50" w14:textId="77777777" w:rsidR="005B5DC7" w:rsidRDefault="005B5DC7" w:rsidP="003E710A">
            <w:pPr>
              <w:pStyle w:val="Heading41"/>
            </w:pPr>
          </w:p>
        </w:tc>
        <w:tc>
          <w:tcPr>
            <w:tcW w:w="8363" w:type="dxa"/>
          </w:tcPr>
          <w:p w14:paraId="1A0F45D2" w14:textId="17B769DD"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dėl nenugalimos jėgos (</w:t>
            </w:r>
            <w:r w:rsidRPr="00C80E7F">
              <w:rPr>
                <w:rFonts w:ascii="Cambria" w:eastAsia="Arial" w:hAnsi="Cambria"/>
                <w:i/>
                <w:iCs/>
                <w:sz w:val="24"/>
                <w:szCs w:val="24"/>
              </w:rPr>
              <w:t>force majeure</w:t>
            </w:r>
            <w:r w:rsidRPr="005B5DC7">
              <w:rPr>
                <w:rFonts w:ascii="Cambria" w:eastAsia="Arial" w:hAnsi="Cambria"/>
                <w:sz w:val="24"/>
                <w:szCs w:val="24"/>
              </w:rPr>
              <w:t>) – taikomos Lietuvos Respublikos civilinio kodekso 6.212 straipsnio ir Lietuvos Respublikos Vyriausybės 1996 m. liepos 15</w:t>
            </w:r>
            <w:r w:rsidR="00C80E7F">
              <w:rPr>
                <w:rFonts w:ascii="Cambria" w:eastAsia="Arial" w:hAnsi="Cambria"/>
                <w:sz w:val="24"/>
                <w:szCs w:val="24"/>
              </w:rPr>
              <w:t> </w:t>
            </w:r>
            <w:r w:rsidRPr="005B5DC7">
              <w:rPr>
                <w:rFonts w:ascii="Cambria" w:eastAsia="Arial" w:hAnsi="Cambria"/>
                <w:sz w:val="24"/>
                <w:szCs w:val="24"/>
              </w:rPr>
              <w:t>d. nutarimu Nr. 840 „Dėl Atleidimo nuo atsakomybės esant nenugalimos jėgos (</w:t>
            </w:r>
            <w:r w:rsidRPr="00C80E7F">
              <w:rPr>
                <w:rFonts w:ascii="Cambria" w:eastAsia="Arial" w:hAnsi="Cambria"/>
                <w:i/>
                <w:iCs/>
                <w:sz w:val="24"/>
                <w:szCs w:val="24"/>
              </w:rPr>
              <w:t>force majeure</w:t>
            </w:r>
            <w:r w:rsidRPr="005B5DC7">
              <w:rPr>
                <w:rFonts w:ascii="Cambria" w:eastAsia="Arial" w:hAnsi="Cambria"/>
                <w:sz w:val="24"/>
                <w:szCs w:val="24"/>
              </w:rPr>
              <w:t>) aplinkybėms taisyklių patvirtinimo“ patvirtintų taisyklių nuostatos;</w:t>
            </w:r>
          </w:p>
        </w:tc>
      </w:tr>
      <w:tr w:rsidR="005B5DC7" w14:paraId="1AD612A8" w14:textId="77777777" w:rsidTr="00BA6721">
        <w:tc>
          <w:tcPr>
            <w:tcW w:w="1276" w:type="dxa"/>
          </w:tcPr>
          <w:p w14:paraId="25078182" w14:textId="77777777" w:rsidR="005B5DC7" w:rsidRDefault="005B5DC7" w:rsidP="003E710A">
            <w:pPr>
              <w:pStyle w:val="Heading41"/>
            </w:pPr>
          </w:p>
        </w:tc>
        <w:tc>
          <w:tcPr>
            <w:tcW w:w="8363" w:type="dxa"/>
          </w:tcPr>
          <w:p w14:paraId="2C001944" w14:textId="2FF04602"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 xml:space="preserve">dėl Europos Sąjungos valstybių veiksmų – kai prievolę pagal Sutartį įvykdyti </w:t>
            </w:r>
            <w:r w:rsidRPr="005B5DC7">
              <w:rPr>
                <w:rFonts w:ascii="Cambria" w:eastAsia="Arial" w:hAnsi="Cambria"/>
                <w:sz w:val="24"/>
                <w:szCs w:val="24"/>
              </w:rPr>
              <w:lastRenderedPageBreak/>
              <w:t>neįmanoma dėl privalomų ir nenumatytų Europos Sąjungos valstybės institucijų veiksmų (aktų), kurių Šalys neturėjo teisės ginčyti ir šie veiksmai negalėjo būti iš anksto numatyti.</w:t>
            </w:r>
          </w:p>
        </w:tc>
      </w:tr>
      <w:tr w:rsidR="005B5DC7" w14:paraId="0B8648DC" w14:textId="77777777" w:rsidTr="00BA6721">
        <w:tc>
          <w:tcPr>
            <w:tcW w:w="1276" w:type="dxa"/>
          </w:tcPr>
          <w:p w14:paraId="714B8E70" w14:textId="77777777" w:rsidR="005B5DC7" w:rsidRDefault="005B5DC7" w:rsidP="005B5DC7">
            <w:pPr>
              <w:pStyle w:val="Heading32"/>
            </w:pPr>
          </w:p>
        </w:tc>
        <w:tc>
          <w:tcPr>
            <w:tcW w:w="8363" w:type="dxa"/>
          </w:tcPr>
          <w:p w14:paraId="7AA448B5" w14:textId="5AA412F6"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tc>
      </w:tr>
      <w:tr w:rsidR="005B5DC7" w14:paraId="2E767912" w14:textId="77777777" w:rsidTr="00BA6721">
        <w:tc>
          <w:tcPr>
            <w:tcW w:w="1276" w:type="dxa"/>
          </w:tcPr>
          <w:p w14:paraId="58CD37B5" w14:textId="77777777" w:rsidR="005B5DC7" w:rsidRDefault="005B5DC7" w:rsidP="005B5DC7">
            <w:pPr>
              <w:pStyle w:val="Heading32"/>
            </w:pPr>
          </w:p>
        </w:tc>
        <w:tc>
          <w:tcPr>
            <w:tcW w:w="8363" w:type="dxa"/>
          </w:tcPr>
          <w:p w14:paraId="53DF0959" w14:textId="369AA202"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tc>
      </w:tr>
      <w:tr w:rsidR="005B5DC7" w14:paraId="63C055DF" w14:textId="77777777" w:rsidTr="00BA6721">
        <w:tc>
          <w:tcPr>
            <w:tcW w:w="1276" w:type="dxa"/>
          </w:tcPr>
          <w:p w14:paraId="18CC3002" w14:textId="77777777" w:rsidR="005B5DC7" w:rsidRDefault="005B5DC7" w:rsidP="005B5DC7">
            <w:pPr>
              <w:pStyle w:val="Heading32"/>
            </w:pPr>
          </w:p>
        </w:tc>
        <w:tc>
          <w:tcPr>
            <w:tcW w:w="8363" w:type="dxa"/>
          </w:tcPr>
          <w:p w14:paraId="6C5A6ACE" w14:textId="1CD231D7"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Jeigu nenugalimos jėgos (</w:t>
            </w:r>
            <w:r w:rsidRPr="005B5DC7">
              <w:rPr>
                <w:rFonts w:ascii="Cambria" w:eastAsia="Arial" w:hAnsi="Cambria"/>
                <w:i/>
                <w:iCs/>
                <w:sz w:val="24"/>
                <w:szCs w:val="24"/>
              </w:rPr>
              <w:t>force majeure</w:t>
            </w:r>
            <w:r w:rsidRPr="005B5DC7">
              <w:rPr>
                <w:rFonts w:ascii="Cambria" w:eastAsia="Arial" w:hAnsi="Cambria"/>
                <w:sz w:val="24"/>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tc>
      </w:tr>
      <w:tr w:rsidR="005B5DC7" w14:paraId="6641E0F0" w14:textId="77777777" w:rsidTr="00BA6721">
        <w:tc>
          <w:tcPr>
            <w:tcW w:w="9639" w:type="dxa"/>
            <w:gridSpan w:val="2"/>
          </w:tcPr>
          <w:p w14:paraId="38A9D44A" w14:textId="13AD1951" w:rsidR="005B5DC7" w:rsidRPr="000D3D5F" w:rsidRDefault="005B5DC7" w:rsidP="00315D99">
            <w:pPr>
              <w:pStyle w:val="Antrat21"/>
              <w:rPr>
                <w:rFonts w:eastAsia="Arial"/>
              </w:rPr>
            </w:pPr>
            <w:r w:rsidRPr="005B5DC7">
              <w:rPr>
                <w:rFonts w:eastAsia="Arial"/>
              </w:rPr>
              <w:t>SUTARTIES NUOSTATŲ NEGALIOJIMAS</w:t>
            </w:r>
          </w:p>
        </w:tc>
      </w:tr>
      <w:tr w:rsidR="005B5DC7" w14:paraId="1D6C60FA" w14:textId="77777777" w:rsidTr="00BA6721">
        <w:tc>
          <w:tcPr>
            <w:tcW w:w="1276" w:type="dxa"/>
          </w:tcPr>
          <w:p w14:paraId="566FD5AF" w14:textId="77777777" w:rsidR="005B5DC7" w:rsidRDefault="005B5DC7" w:rsidP="005B5DC7">
            <w:pPr>
              <w:pStyle w:val="Heading32"/>
            </w:pPr>
            <w:bookmarkStart w:id="8" w:name="_Ref165115358"/>
          </w:p>
        </w:tc>
        <w:bookmarkEnd w:id="8"/>
        <w:tc>
          <w:tcPr>
            <w:tcW w:w="8363" w:type="dxa"/>
          </w:tcPr>
          <w:p w14:paraId="1B656F52" w14:textId="28CB8F4D"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tc>
      </w:tr>
      <w:tr w:rsidR="005B5DC7" w14:paraId="08E07C19" w14:textId="77777777" w:rsidTr="00BA6721">
        <w:tc>
          <w:tcPr>
            <w:tcW w:w="1276" w:type="dxa"/>
          </w:tcPr>
          <w:p w14:paraId="3F85CA25" w14:textId="77777777" w:rsidR="005B5DC7" w:rsidRDefault="005B5DC7" w:rsidP="005B5DC7">
            <w:pPr>
              <w:pStyle w:val="Heading32"/>
            </w:pPr>
          </w:p>
        </w:tc>
        <w:tc>
          <w:tcPr>
            <w:tcW w:w="8363" w:type="dxa"/>
          </w:tcPr>
          <w:p w14:paraId="0AA8CD81" w14:textId="14CDCD94"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 xml:space="preserve">Jeigu Specialiosiose sąlygose numatytas Bendrųjų sąlygų nuostatos pakeitimas yra arba tampa dalinai ar pilnai negaliojantis, negali būti taikoma tos Bendrųjų sąlygų nuostatos redakcija, buvusi iki pakeitimo. Tokiu atveju Šalys privalo veikti pagal Bendrųjų sąlygų </w:t>
            </w:r>
            <w:r w:rsidR="00C80E7F">
              <w:rPr>
                <w:rFonts w:ascii="Cambria" w:eastAsia="Arial" w:hAnsi="Cambria"/>
                <w:sz w:val="24"/>
                <w:szCs w:val="24"/>
              </w:rPr>
              <w:fldChar w:fldCharType="begin"/>
            </w:r>
            <w:r w:rsidR="00C80E7F">
              <w:rPr>
                <w:rFonts w:ascii="Cambria" w:eastAsia="Arial" w:hAnsi="Cambria"/>
                <w:sz w:val="24"/>
                <w:szCs w:val="24"/>
              </w:rPr>
              <w:instrText xml:space="preserve"> REF _Ref165115358 \r \h </w:instrText>
            </w:r>
            <w:r w:rsidR="00C80E7F">
              <w:rPr>
                <w:rFonts w:ascii="Cambria" w:eastAsia="Arial" w:hAnsi="Cambria"/>
                <w:sz w:val="24"/>
                <w:szCs w:val="24"/>
              </w:rPr>
            </w:r>
            <w:r w:rsidR="00C80E7F">
              <w:rPr>
                <w:rFonts w:ascii="Cambria" w:eastAsia="Arial" w:hAnsi="Cambria"/>
                <w:sz w:val="24"/>
                <w:szCs w:val="24"/>
              </w:rPr>
              <w:fldChar w:fldCharType="separate"/>
            </w:r>
            <w:r w:rsidR="00441A5C">
              <w:rPr>
                <w:rFonts w:ascii="Cambria" w:eastAsia="Arial" w:hAnsi="Cambria"/>
                <w:sz w:val="24"/>
                <w:szCs w:val="24"/>
              </w:rPr>
              <w:t>19.1</w:t>
            </w:r>
            <w:r w:rsidR="00C80E7F">
              <w:rPr>
                <w:rFonts w:ascii="Cambria" w:eastAsia="Arial" w:hAnsi="Cambria"/>
                <w:sz w:val="24"/>
                <w:szCs w:val="24"/>
              </w:rPr>
              <w:fldChar w:fldCharType="end"/>
            </w:r>
            <w:r w:rsidRPr="005B5DC7">
              <w:rPr>
                <w:rFonts w:ascii="Cambria" w:eastAsia="Arial" w:hAnsi="Cambria"/>
                <w:sz w:val="24"/>
                <w:szCs w:val="24"/>
              </w:rPr>
              <w:t xml:space="preserve"> punktą.</w:t>
            </w:r>
          </w:p>
        </w:tc>
      </w:tr>
      <w:tr w:rsidR="005B5DC7" w14:paraId="56249C05" w14:textId="77777777" w:rsidTr="00BA6721">
        <w:tc>
          <w:tcPr>
            <w:tcW w:w="9639" w:type="dxa"/>
            <w:gridSpan w:val="2"/>
          </w:tcPr>
          <w:p w14:paraId="27251F0A" w14:textId="42A46D7E" w:rsidR="005B5DC7" w:rsidRPr="000D3D5F" w:rsidRDefault="005B5DC7" w:rsidP="00315D99">
            <w:pPr>
              <w:pStyle w:val="Antrat21"/>
              <w:rPr>
                <w:rFonts w:eastAsia="Arial"/>
              </w:rPr>
            </w:pPr>
            <w:r w:rsidRPr="005B5DC7">
              <w:rPr>
                <w:rFonts w:eastAsia="Arial"/>
              </w:rPr>
              <w:t>SUTARTIES PAKEITIMAI</w:t>
            </w:r>
          </w:p>
        </w:tc>
      </w:tr>
      <w:tr w:rsidR="005B5DC7" w14:paraId="61021B95" w14:textId="77777777" w:rsidTr="00BA6721">
        <w:tc>
          <w:tcPr>
            <w:tcW w:w="1276" w:type="dxa"/>
          </w:tcPr>
          <w:p w14:paraId="2F13F0C0" w14:textId="77777777" w:rsidR="005B5DC7" w:rsidRDefault="005B5DC7" w:rsidP="005B5DC7">
            <w:pPr>
              <w:pStyle w:val="Heading32"/>
            </w:pPr>
          </w:p>
        </w:tc>
        <w:tc>
          <w:tcPr>
            <w:tcW w:w="8363" w:type="dxa"/>
          </w:tcPr>
          <w:p w14:paraId="2B07B045" w14:textId="446F8D93"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Sutarties sąlygos Sutarties galiojimo laikotarpiu negali būti keičiamos, išskyrus tokias Sutarties sąlygas, kurių keitimas numatytas Sutartyje ir (ar) galimas vadovaujantis VPĮ nuostatomis.</w:t>
            </w:r>
          </w:p>
        </w:tc>
      </w:tr>
      <w:tr w:rsidR="005B5DC7" w14:paraId="6DD23D6D" w14:textId="77777777" w:rsidTr="00BA6721">
        <w:tc>
          <w:tcPr>
            <w:tcW w:w="1276" w:type="dxa"/>
          </w:tcPr>
          <w:p w14:paraId="79FAE1BB" w14:textId="77777777" w:rsidR="005B5DC7" w:rsidRDefault="005B5DC7" w:rsidP="005B5DC7">
            <w:pPr>
              <w:pStyle w:val="Heading32"/>
            </w:pPr>
          </w:p>
        </w:tc>
        <w:tc>
          <w:tcPr>
            <w:tcW w:w="8363" w:type="dxa"/>
          </w:tcPr>
          <w:p w14:paraId="28B2C8E8" w14:textId="7DFA81D9"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Sutarties pakeitimai įforminami Šalims sudarant Susitarimą.</w:t>
            </w:r>
          </w:p>
        </w:tc>
      </w:tr>
      <w:tr w:rsidR="005B5DC7" w14:paraId="34D9F2F7" w14:textId="77777777" w:rsidTr="00BA6721">
        <w:tc>
          <w:tcPr>
            <w:tcW w:w="1276" w:type="dxa"/>
          </w:tcPr>
          <w:p w14:paraId="030F3A6E" w14:textId="77777777" w:rsidR="005B5DC7" w:rsidRDefault="005B5DC7" w:rsidP="005B5DC7">
            <w:pPr>
              <w:pStyle w:val="Heading32"/>
            </w:pPr>
          </w:p>
        </w:tc>
        <w:tc>
          <w:tcPr>
            <w:tcW w:w="8363" w:type="dxa"/>
          </w:tcPr>
          <w:p w14:paraId="7A4143FB" w14:textId="58D29944"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 xml:space="preserve">Šalis, inicijuojanti Susitarimą, privalo pateikti kitai Šaliai pranešimą dėl Sutarties pakeitimo bei pagrindimą dėl to, jog yra faktinis ir teisinis pagrindas sudaryti Susitarimą. Kita Šalis per 5 (penkias) darbo dienas (arba per kitą Šalių raštu </w:t>
            </w:r>
            <w:r w:rsidRPr="005B5DC7">
              <w:rPr>
                <w:rFonts w:ascii="Cambria" w:eastAsia="Arial" w:hAnsi="Cambria"/>
                <w:sz w:val="24"/>
                <w:szCs w:val="24"/>
              </w:rPr>
              <w:lastRenderedPageBreak/>
              <w:t>sutartą terminą) privalo išanalizuoti ir įvertinti gautą informaciją, pateikti savo pastabas ir pasiūlymus, pagrįstus Sutarties arba imperatyviomis įstatymų bei kitų teisės aktų nuostatomis.</w:t>
            </w:r>
          </w:p>
        </w:tc>
      </w:tr>
      <w:tr w:rsidR="005B5DC7" w14:paraId="32D20F16" w14:textId="77777777" w:rsidTr="00BA6721">
        <w:tc>
          <w:tcPr>
            <w:tcW w:w="1276" w:type="dxa"/>
          </w:tcPr>
          <w:p w14:paraId="2502CC02" w14:textId="77777777" w:rsidR="005B5DC7" w:rsidRDefault="005B5DC7" w:rsidP="005B5DC7">
            <w:pPr>
              <w:pStyle w:val="Heading32"/>
            </w:pPr>
          </w:p>
        </w:tc>
        <w:tc>
          <w:tcPr>
            <w:tcW w:w="8363" w:type="dxa"/>
          </w:tcPr>
          <w:p w14:paraId="77592AF6" w14:textId="49170AC1"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Susitarimai įsigalioja nuo jų sudarymo, jei Susitarime nenurodyta kitaip. Susitarimą Pirkėjas privalo paviešinti VPĮ 33 ir 86 straipsniuose nustatyta tvarka.</w:t>
            </w:r>
          </w:p>
        </w:tc>
      </w:tr>
      <w:tr w:rsidR="005B5DC7" w14:paraId="3660C64C" w14:textId="77777777" w:rsidTr="00BA6721">
        <w:tc>
          <w:tcPr>
            <w:tcW w:w="1276" w:type="dxa"/>
          </w:tcPr>
          <w:p w14:paraId="1F836E45" w14:textId="77777777" w:rsidR="005B5DC7" w:rsidRDefault="005B5DC7" w:rsidP="005B5DC7">
            <w:pPr>
              <w:pStyle w:val="Heading32"/>
            </w:pPr>
            <w:bookmarkStart w:id="9" w:name="_Ref165066537"/>
          </w:p>
        </w:tc>
        <w:bookmarkEnd w:id="9"/>
        <w:tc>
          <w:tcPr>
            <w:tcW w:w="8363" w:type="dxa"/>
          </w:tcPr>
          <w:p w14:paraId="102A0078" w14:textId="5A044204" w:rsidR="005B5DC7" w:rsidRPr="000D3D5F" w:rsidRDefault="005B5DC7" w:rsidP="000D3D5F">
            <w:pPr>
              <w:spacing w:after="60" w:line="259" w:lineRule="auto"/>
              <w:jc w:val="both"/>
              <w:rPr>
                <w:rFonts w:ascii="Cambria" w:eastAsia="Arial" w:hAnsi="Cambria"/>
                <w:sz w:val="24"/>
                <w:szCs w:val="24"/>
              </w:rPr>
            </w:pPr>
            <w:r w:rsidRPr="005B5DC7">
              <w:rPr>
                <w:rFonts w:ascii="Cambria" w:eastAsia="Arial" w:hAnsi="Cambria"/>
                <w:sz w:val="24"/>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tc>
      </w:tr>
      <w:tr w:rsidR="005B5DC7" w14:paraId="718045AA" w14:textId="77777777" w:rsidTr="00BA6721">
        <w:tc>
          <w:tcPr>
            <w:tcW w:w="9639" w:type="dxa"/>
            <w:gridSpan w:val="2"/>
          </w:tcPr>
          <w:p w14:paraId="0DB846C9" w14:textId="6C304EBA" w:rsidR="005B5DC7" w:rsidRPr="000D3D5F" w:rsidRDefault="005B5DC7" w:rsidP="00315D99">
            <w:pPr>
              <w:pStyle w:val="Antrat21"/>
              <w:rPr>
                <w:rFonts w:eastAsia="Arial"/>
              </w:rPr>
            </w:pPr>
            <w:r w:rsidRPr="005B5DC7">
              <w:rPr>
                <w:rFonts w:eastAsia="Arial"/>
              </w:rPr>
              <w:t>SUTARTIES SUSTABDYMAS</w:t>
            </w:r>
          </w:p>
        </w:tc>
      </w:tr>
      <w:tr w:rsidR="005B5DC7" w14:paraId="3CA90711" w14:textId="77777777" w:rsidTr="00BA6721">
        <w:tc>
          <w:tcPr>
            <w:tcW w:w="1276" w:type="dxa"/>
          </w:tcPr>
          <w:p w14:paraId="405333F1" w14:textId="77777777" w:rsidR="005B5DC7" w:rsidRDefault="005B5DC7" w:rsidP="00AC1523">
            <w:pPr>
              <w:pStyle w:val="Heading32"/>
            </w:pPr>
          </w:p>
        </w:tc>
        <w:tc>
          <w:tcPr>
            <w:tcW w:w="8363" w:type="dxa"/>
          </w:tcPr>
          <w:p w14:paraId="52FC85E2" w14:textId="41191A18" w:rsidR="005B5DC7" w:rsidRPr="000D3D5F" w:rsidRDefault="00145ECF" w:rsidP="000D3D5F">
            <w:pPr>
              <w:spacing w:after="60" w:line="259" w:lineRule="auto"/>
              <w:jc w:val="both"/>
              <w:rPr>
                <w:rFonts w:ascii="Cambria" w:eastAsia="Arial" w:hAnsi="Cambria"/>
                <w:sz w:val="24"/>
                <w:szCs w:val="24"/>
              </w:rPr>
            </w:pPr>
            <w:r w:rsidRPr="00145ECF">
              <w:rPr>
                <w:rFonts w:ascii="Cambria" w:eastAsia="Arial" w:hAnsi="Cambria"/>
                <w:sz w:val="24"/>
                <w:szCs w:val="24"/>
              </w:rPr>
              <w:t>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w:t>
            </w:r>
          </w:p>
        </w:tc>
      </w:tr>
      <w:tr w:rsidR="005B5DC7" w14:paraId="5B3BAF9B" w14:textId="77777777" w:rsidTr="00BA6721">
        <w:tc>
          <w:tcPr>
            <w:tcW w:w="1276" w:type="dxa"/>
          </w:tcPr>
          <w:p w14:paraId="6CA5DB3C" w14:textId="77777777" w:rsidR="005B5DC7" w:rsidRDefault="005B5DC7" w:rsidP="00AC1523">
            <w:pPr>
              <w:pStyle w:val="Heading32"/>
            </w:pPr>
            <w:bookmarkStart w:id="10" w:name="_Ref165116028"/>
          </w:p>
        </w:tc>
        <w:bookmarkEnd w:id="10"/>
        <w:tc>
          <w:tcPr>
            <w:tcW w:w="8363" w:type="dxa"/>
          </w:tcPr>
          <w:p w14:paraId="31D88A3A" w14:textId="7A455378" w:rsidR="005B5DC7" w:rsidRPr="000D3D5F" w:rsidRDefault="00145ECF" w:rsidP="000D3D5F">
            <w:pPr>
              <w:spacing w:after="60" w:line="259" w:lineRule="auto"/>
              <w:jc w:val="both"/>
              <w:rPr>
                <w:rFonts w:ascii="Cambria" w:eastAsia="Arial" w:hAnsi="Cambria"/>
                <w:sz w:val="24"/>
                <w:szCs w:val="24"/>
              </w:rPr>
            </w:pPr>
            <w:r w:rsidRPr="00145ECF">
              <w:rPr>
                <w:rFonts w:ascii="Cambria" w:eastAsia="Arial" w:hAnsi="Cambria"/>
                <w:sz w:val="24"/>
                <w:szCs w:val="24"/>
              </w:rPr>
              <w:t>Prekių (jų dalies) tiekimas gali būti stabdomas esant bent vienai iš šių aplinkybių:</w:t>
            </w:r>
          </w:p>
        </w:tc>
      </w:tr>
      <w:tr w:rsidR="005B5DC7" w14:paraId="04558D59" w14:textId="77777777" w:rsidTr="00BA6721">
        <w:tc>
          <w:tcPr>
            <w:tcW w:w="1276" w:type="dxa"/>
          </w:tcPr>
          <w:p w14:paraId="2433EB74" w14:textId="77777777" w:rsidR="005B5DC7" w:rsidRDefault="005B5DC7" w:rsidP="00B958C5">
            <w:pPr>
              <w:pStyle w:val="Heading42"/>
            </w:pPr>
          </w:p>
        </w:tc>
        <w:tc>
          <w:tcPr>
            <w:tcW w:w="8363" w:type="dxa"/>
          </w:tcPr>
          <w:p w14:paraId="76DC8134" w14:textId="60CE4363" w:rsidR="005B5DC7" w:rsidRPr="000D3D5F" w:rsidRDefault="00145ECF" w:rsidP="000D3D5F">
            <w:pPr>
              <w:spacing w:after="60" w:line="259" w:lineRule="auto"/>
              <w:jc w:val="both"/>
              <w:rPr>
                <w:rFonts w:ascii="Cambria" w:eastAsia="Arial" w:hAnsi="Cambria"/>
                <w:sz w:val="24"/>
                <w:szCs w:val="24"/>
              </w:rPr>
            </w:pPr>
            <w:r w:rsidRPr="00145ECF">
              <w:rPr>
                <w:rFonts w:ascii="Cambria" w:eastAsia="Arial" w:hAnsi="Cambria"/>
                <w:sz w:val="24"/>
                <w:szCs w:val="24"/>
              </w:rPr>
              <w:t xml:space="preserve">esant Bendrųjų sąlygų </w:t>
            </w:r>
            <w:r w:rsidR="00C80E7F">
              <w:rPr>
                <w:rFonts w:ascii="Cambria" w:eastAsia="Arial" w:hAnsi="Cambria"/>
                <w:sz w:val="24"/>
                <w:szCs w:val="24"/>
              </w:rPr>
              <w:fldChar w:fldCharType="begin"/>
            </w:r>
            <w:r w:rsidR="00C80E7F">
              <w:rPr>
                <w:rFonts w:ascii="Cambria" w:eastAsia="Arial" w:hAnsi="Cambria"/>
                <w:sz w:val="24"/>
                <w:szCs w:val="24"/>
              </w:rPr>
              <w:instrText xml:space="preserve"> REF _Ref165115576 \r \h </w:instrText>
            </w:r>
            <w:r w:rsidR="00B958C5">
              <w:rPr>
                <w:rFonts w:ascii="Cambria" w:eastAsia="Arial" w:hAnsi="Cambria"/>
                <w:sz w:val="24"/>
                <w:szCs w:val="24"/>
              </w:rPr>
              <w:instrText xml:space="preserve"> \* MERGEFORMAT </w:instrText>
            </w:r>
            <w:r w:rsidR="00C80E7F">
              <w:rPr>
                <w:rFonts w:ascii="Cambria" w:eastAsia="Arial" w:hAnsi="Cambria"/>
                <w:sz w:val="24"/>
                <w:szCs w:val="24"/>
              </w:rPr>
            </w:r>
            <w:r w:rsidR="00C80E7F">
              <w:rPr>
                <w:rFonts w:ascii="Cambria" w:eastAsia="Arial" w:hAnsi="Cambria"/>
                <w:sz w:val="24"/>
                <w:szCs w:val="24"/>
              </w:rPr>
              <w:fldChar w:fldCharType="separate"/>
            </w:r>
            <w:r w:rsidR="00441A5C">
              <w:rPr>
                <w:rFonts w:ascii="Cambria" w:eastAsia="Arial" w:hAnsi="Cambria"/>
                <w:sz w:val="24"/>
                <w:szCs w:val="24"/>
              </w:rPr>
              <w:t>18</w:t>
            </w:r>
            <w:r w:rsidR="00C80E7F">
              <w:rPr>
                <w:rFonts w:ascii="Cambria" w:eastAsia="Arial" w:hAnsi="Cambria"/>
                <w:sz w:val="24"/>
                <w:szCs w:val="24"/>
              </w:rPr>
              <w:fldChar w:fldCharType="end"/>
            </w:r>
            <w:r w:rsidRPr="00145ECF">
              <w:rPr>
                <w:rFonts w:ascii="Cambria" w:eastAsia="Arial" w:hAnsi="Cambria"/>
                <w:sz w:val="24"/>
                <w:szCs w:val="24"/>
              </w:rPr>
              <w:t xml:space="preserve">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tc>
      </w:tr>
      <w:tr w:rsidR="005B5DC7" w14:paraId="427BEA37" w14:textId="77777777" w:rsidTr="00BA6721">
        <w:tc>
          <w:tcPr>
            <w:tcW w:w="1276" w:type="dxa"/>
          </w:tcPr>
          <w:p w14:paraId="11607218" w14:textId="77777777" w:rsidR="005B5DC7" w:rsidRDefault="005B5DC7" w:rsidP="00B958C5">
            <w:pPr>
              <w:pStyle w:val="Heading42"/>
            </w:pPr>
          </w:p>
        </w:tc>
        <w:tc>
          <w:tcPr>
            <w:tcW w:w="8363" w:type="dxa"/>
          </w:tcPr>
          <w:p w14:paraId="3C05B84B" w14:textId="2B2C8447" w:rsidR="005B5DC7" w:rsidRPr="000D3D5F" w:rsidRDefault="00145ECF" w:rsidP="000D3D5F">
            <w:pPr>
              <w:spacing w:after="60" w:line="259" w:lineRule="auto"/>
              <w:jc w:val="both"/>
              <w:rPr>
                <w:rFonts w:ascii="Cambria" w:eastAsia="Arial" w:hAnsi="Cambria"/>
                <w:sz w:val="24"/>
                <w:szCs w:val="24"/>
              </w:rPr>
            </w:pPr>
            <w:r w:rsidRPr="00145ECF">
              <w:rPr>
                <w:rFonts w:ascii="Cambria" w:eastAsia="Arial" w:hAnsi="Cambria"/>
                <w:sz w:val="24"/>
                <w:szCs w:val="24"/>
              </w:rPr>
              <w:t>Pirkėjas Sutartyje nurodyta tvarka negali priimti Prekių (pavyzdžiui, nebaigta įrengti patalpa, kurioje turi būti įmontuojamos Prekės), o Tiekėjas dėl to negali vykdyti Sutarties;</w:t>
            </w:r>
          </w:p>
        </w:tc>
      </w:tr>
      <w:tr w:rsidR="005B5DC7" w14:paraId="22A97775" w14:textId="77777777" w:rsidTr="00BA6721">
        <w:tc>
          <w:tcPr>
            <w:tcW w:w="1276" w:type="dxa"/>
          </w:tcPr>
          <w:p w14:paraId="3623B9DA" w14:textId="77777777" w:rsidR="005B5DC7" w:rsidRDefault="005B5DC7" w:rsidP="00B958C5">
            <w:pPr>
              <w:pStyle w:val="Heading42"/>
            </w:pPr>
          </w:p>
        </w:tc>
        <w:tc>
          <w:tcPr>
            <w:tcW w:w="8363" w:type="dxa"/>
          </w:tcPr>
          <w:p w14:paraId="139DAAAD" w14:textId="7D798162" w:rsidR="005B5DC7" w:rsidRPr="000D3D5F" w:rsidRDefault="00145ECF" w:rsidP="000D3D5F">
            <w:pPr>
              <w:spacing w:after="60" w:line="259" w:lineRule="auto"/>
              <w:jc w:val="both"/>
              <w:rPr>
                <w:rFonts w:ascii="Cambria" w:eastAsia="Arial" w:hAnsi="Cambria"/>
                <w:sz w:val="24"/>
                <w:szCs w:val="24"/>
              </w:rPr>
            </w:pPr>
            <w:r w:rsidRPr="00145ECF">
              <w:rPr>
                <w:rFonts w:ascii="Cambria" w:eastAsia="Arial" w:hAnsi="Cambria"/>
                <w:sz w:val="24"/>
                <w:szCs w:val="24"/>
              </w:rPr>
              <w:t>dėl nenumatytų prekių, paslaugų ir (ar) darbų, susijusių su perkamu objektu, kurių poreikis paaiškėjo tik vykdant Sutartį;</w:t>
            </w:r>
          </w:p>
        </w:tc>
      </w:tr>
      <w:tr w:rsidR="005B5DC7" w14:paraId="0070A377" w14:textId="77777777" w:rsidTr="00BA6721">
        <w:tc>
          <w:tcPr>
            <w:tcW w:w="1276" w:type="dxa"/>
          </w:tcPr>
          <w:p w14:paraId="68C65866" w14:textId="77777777" w:rsidR="005B5DC7" w:rsidRDefault="005B5DC7" w:rsidP="00B958C5">
            <w:pPr>
              <w:pStyle w:val="Heading42"/>
            </w:pPr>
          </w:p>
        </w:tc>
        <w:tc>
          <w:tcPr>
            <w:tcW w:w="8363" w:type="dxa"/>
          </w:tcPr>
          <w:p w14:paraId="1C3A3785" w14:textId="7A0B5B38" w:rsidR="005B5DC7" w:rsidRPr="000D3D5F" w:rsidRDefault="00453193" w:rsidP="000D3D5F">
            <w:pPr>
              <w:spacing w:after="60" w:line="259" w:lineRule="auto"/>
              <w:jc w:val="both"/>
              <w:rPr>
                <w:rFonts w:ascii="Cambria" w:eastAsia="Arial" w:hAnsi="Cambria"/>
                <w:sz w:val="24"/>
                <w:szCs w:val="24"/>
              </w:rPr>
            </w:pPr>
            <w:r w:rsidRPr="00453193">
              <w:rPr>
                <w:rFonts w:ascii="Cambria" w:eastAsia="Arial" w:hAnsi="Cambria"/>
                <w:sz w:val="24"/>
                <w:szCs w:val="24"/>
              </w:rPr>
              <w:t>ne dėl Pirkėjo kaltės vėluoja kitos Pirkėjo pirkimo sutarties, turinčios tiesioginės įtakos šiai Sutarčiai, vykdymas;</w:t>
            </w:r>
          </w:p>
        </w:tc>
      </w:tr>
      <w:tr w:rsidR="00145ECF" w14:paraId="1FFB0E27" w14:textId="77777777" w:rsidTr="00BA6721">
        <w:tc>
          <w:tcPr>
            <w:tcW w:w="1276" w:type="dxa"/>
          </w:tcPr>
          <w:p w14:paraId="4F503A16" w14:textId="77777777" w:rsidR="00145ECF" w:rsidRDefault="00145ECF" w:rsidP="00B958C5">
            <w:pPr>
              <w:pStyle w:val="Heading42"/>
            </w:pPr>
          </w:p>
        </w:tc>
        <w:tc>
          <w:tcPr>
            <w:tcW w:w="8363" w:type="dxa"/>
          </w:tcPr>
          <w:p w14:paraId="53D1501B" w14:textId="586B72A9" w:rsidR="00145ECF" w:rsidRPr="000D3D5F" w:rsidRDefault="00453193" w:rsidP="000D3D5F">
            <w:pPr>
              <w:spacing w:after="60" w:line="259" w:lineRule="auto"/>
              <w:jc w:val="both"/>
              <w:rPr>
                <w:rFonts w:ascii="Cambria" w:eastAsia="Arial" w:hAnsi="Cambria"/>
                <w:sz w:val="24"/>
                <w:szCs w:val="24"/>
              </w:rPr>
            </w:pPr>
            <w:r w:rsidRPr="00453193">
              <w:rPr>
                <w:rFonts w:ascii="Cambria" w:eastAsia="Arial" w:hAnsi="Cambria"/>
                <w:sz w:val="24"/>
                <w:szCs w:val="24"/>
              </w:rPr>
              <w:t>esant įrodymais pagrįstoms kliūtims ar trukdymams, sukeltiems Tiekėjui kitų trečiųjų asmenų ne dėl Tiekėjo ne laiku ar netinkamai pagal Sutarties sąlygas ir tvarką įvykdytų sutartinių įsipareigojimų;</w:t>
            </w:r>
          </w:p>
        </w:tc>
      </w:tr>
      <w:tr w:rsidR="00145ECF" w14:paraId="5C8ABE3D" w14:textId="77777777" w:rsidTr="00BA6721">
        <w:tc>
          <w:tcPr>
            <w:tcW w:w="1276" w:type="dxa"/>
          </w:tcPr>
          <w:p w14:paraId="7C4A2A25" w14:textId="77777777" w:rsidR="00145ECF" w:rsidRDefault="00145ECF" w:rsidP="00B958C5">
            <w:pPr>
              <w:pStyle w:val="Heading42"/>
            </w:pPr>
          </w:p>
        </w:tc>
        <w:tc>
          <w:tcPr>
            <w:tcW w:w="8363" w:type="dxa"/>
          </w:tcPr>
          <w:p w14:paraId="443FBEE2" w14:textId="481B0E2E" w:rsidR="00145ECF" w:rsidRPr="000D3D5F" w:rsidRDefault="00453193" w:rsidP="000D3D5F">
            <w:pPr>
              <w:spacing w:after="60" w:line="259" w:lineRule="auto"/>
              <w:jc w:val="both"/>
              <w:rPr>
                <w:rFonts w:ascii="Cambria" w:eastAsia="Arial" w:hAnsi="Cambria"/>
                <w:sz w:val="24"/>
                <w:szCs w:val="24"/>
              </w:rPr>
            </w:pPr>
            <w:r w:rsidRPr="00453193">
              <w:rPr>
                <w:rFonts w:ascii="Cambria" w:eastAsia="Arial" w:hAnsi="Cambria"/>
                <w:sz w:val="24"/>
                <w:szCs w:val="24"/>
              </w:rPr>
              <w:t>pasikeitus galiojančiam teisės aktui ar įsigaliojus naujam teisės aktui, kuris turi įtakos šios Sutarties vykdymui;</w:t>
            </w:r>
          </w:p>
        </w:tc>
      </w:tr>
      <w:tr w:rsidR="00145ECF" w14:paraId="59B1D4D1" w14:textId="77777777" w:rsidTr="00BA6721">
        <w:tc>
          <w:tcPr>
            <w:tcW w:w="1276" w:type="dxa"/>
          </w:tcPr>
          <w:p w14:paraId="701B7A1E" w14:textId="77777777" w:rsidR="00145ECF" w:rsidRDefault="00145ECF" w:rsidP="00B958C5">
            <w:pPr>
              <w:pStyle w:val="Heading42"/>
            </w:pPr>
          </w:p>
        </w:tc>
        <w:tc>
          <w:tcPr>
            <w:tcW w:w="8363" w:type="dxa"/>
          </w:tcPr>
          <w:p w14:paraId="6928B4ED" w14:textId="189B28AA" w:rsidR="00145ECF" w:rsidRPr="000D3D5F" w:rsidRDefault="00494369" w:rsidP="000D3D5F">
            <w:pPr>
              <w:spacing w:after="60" w:line="259" w:lineRule="auto"/>
              <w:jc w:val="both"/>
              <w:rPr>
                <w:rFonts w:ascii="Cambria" w:eastAsia="Arial" w:hAnsi="Cambria"/>
                <w:sz w:val="24"/>
                <w:szCs w:val="24"/>
              </w:rPr>
            </w:pPr>
            <w:r w:rsidRPr="00494369">
              <w:rPr>
                <w:rFonts w:ascii="Cambria" w:eastAsia="Arial" w:hAnsi="Cambria"/>
                <w:sz w:val="24"/>
                <w:szCs w:val="24"/>
              </w:rPr>
              <w:t>sutartinių įsipareigojimų stabdymo būtinybė atsirado dėl sustabdyto/perskirstyto/negauto ir panašiai Pirkėjo Prekių pirkimui skirto finansavimo arba finansavimo trūkumo;</w:t>
            </w:r>
          </w:p>
        </w:tc>
      </w:tr>
      <w:tr w:rsidR="00145ECF" w14:paraId="77229C9D" w14:textId="77777777" w:rsidTr="00BA6721">
        <w:tc>
          <w:tcPr>
            <w:tcW w:w="1276" w:type="dxa"/>
          </w:tcPr>
          <w:p w14:paraId="4E187862" w14:textId="77777777" w:rsidR="00145ECF" w:rsidRDefault="00145ECF" w:rsidP="00B958C5">
            <w:pPr>
              <w:pStyle w:val="Heading42"/>
            </w:pPr>
          </w:p>
        </w:tc>
        <w:tc>
          <w:tcPr>
            <w:tcW w:w="8363" w:type="dxa"/>
          </w:tcPr>
          <w:p w14:paraId="1BCF34A0" w14:textId="1373C3D9" w:rsidR="00145ECF" w:rsidRPr="000D3D5F" w:rsidRDefault="00494369" w:rsidP="000D3D5F">
            <w:pPr>
              <w:spacing w:after="60" w:line="259" w:lineRule="auto"/>
              <w:jc w:val="both"/>
              <w:rPr>
                <w:rFonts w:ascii="Cambria" w:eastAsia="Arial" w:hAnsi="Cambria"/>
                <w:sz w:val="24"/>
                <w:szCs w:val="24"/>
              </w:rPr>
            </w:pPr>
            <w:r w:rsidRPr="00494369">
              <w:rPr>
                <w:rFonts w:ascii="Cambria" w:eastAsia="Arial" w:hAnsi="Cambria"/>
                <w:sz w:val="24"/>
                <w:szCs w:val="24"/>
              </w:rPr>
              <w:t>dėl teisminių (arbitražinių) ginčų su Pirkėju ar trečiaisiais asmenimis, kurių dalykas yra tiesiogiai susijęs su Sutarties vykdymu.</w:t>
            </w:r>
          </w:p>
        </w:tc>
      </w:tr>
      <w:tr w:rsidR="00494369" w14:paraId="6EE2A4F1" w14:textId="77777777" w:rsidTr="00BA6721">
        <w:tc>
          <w:tcPr>
            <w:tcW w:w="1276" w:type="dxa"/>
          </w:tcPr>
          <w:p w14:paraId="0191EC9F" w14:textId="77777777" w:rsidR="00494369" w:rsidRDefault="00494369" w:rsidP="00AC1523">
            <w:pPr>
              <w:pStyle w:val="Heading32"/>
            </w:pPr>
          </w:p>
        </w:tc>
        <w:tc>
          <w:tcPr>
            <w:tcW w:w="8363" w:type="dxa"/>
          </w:tcPr>
          <w:p w14:paraId="562F47CF" w14:textId="591921ED"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 xml:space="preserve">Jei Prekių (jų dalies) tiekimo stabdymas atliekamas dėl Bendrųjų sąlygų </w:t>
            </w:r>
            <w:r w:rsidR="00B958C5">
              <w:rPr>
                <w:rFonts w:ascii="Cambria" w:eastAsia="Arial" w:hAnsi="Cambria"/>
                <w:sz w:val="24"/>
                <w:szCs w:val="24"/>
              </w:rPr>
              <w:fldChar w:fldCharType="begin"/>
            </w:r>
            <w:r w:rsidR="00B958C5">
              <w:rPr>
                <w:rFonts w:ascii="Cambria" w:eastAsia="Arial" w:hAnsi="Cambria"/>
                <w:sz w:val="24"/>
                <w:szCs w:val="24"/>
              </w:rPr>
              <w:instrText xml:space="preserve"> REF _Ref165116028 \r \h </w:instrText>
            </w:r>
            <w:r w:rsidR="00B958C5">
              <w:rPr>
                <w:rFonts w:ascii="Cambria" w:eastAsia="Arial" w:hAnsi="Cambria"/>
                <w:sz w:val="24"/>
                <w:szCs w:val="24"/>
              </w:rPr>
            </w:r>
            <w:r w:rsidR="00B958C5">
              <w:rPr>
                <w:rFonts w:ascii="Cambria" w:eastAsia="Arial" w:hAnsi="Cambria"/>
                <w:sz w:val="24"/>
                <w:szCs w:val="24"/>
              </w:rPr>
              <w:fldChar w:fldCharType="separate"/>
            </w:r>
            <w:r w:rsidR="00441A5C">
              <w:rPr>
                <w:rFonts w:ascii="Cambria" w:eastAsia="Arial" w:hAnsi="Cambria"/>
                <w:sz w:val="24"/>
                <w:szCs w:val="24"/>
              </w:rPr>
              <w:t>21.2</w:t>
            </w:r>
            <w:r w:rsidR="00B958C5">
              <w:rPr>
                <w:rFonts w:ascii="Cambria" w:eastAsia="Arial" w:hAnsi="Cambria"/>
                <w:sz w:val="24"/>
                <w:szCs w:val="24"/>
              </w:rPr>
              <w:fldChar w:fldCharType="end"/>
            </w:r>
            <w:r w:rsidRPr="00964E96">
              <w:rPr>
                <w:rFonts w:ascii="Cambria" w:eastAsia="Arial" w:hAnsi="Cambria"/>
                <w:sz w:val="24"/>
                <w:szCs w:val="24"/>
              </w:rPr>
              <w:t xml:space="preserve"> punkte nurodytų aplinkybių ir tęsiasi ne ilgiau kaip 3 (tris) mėnesius, toks stabdymas laikomas Sutarties keitimu joje numatytomis sąlygomis.</w:t>
            </w:r>
          </w:p>
        </w:tc>
      </w:tr>
      <w:tr w:rsidR="00494369" w14:paraId="5521FA48" w14:textId="77777777" w:rsidTr="00BA6721">
        <w:tc>
          <w:tcPr>
            <w:tcW w:w="1276" w:type="dxa"/>
          </w:tcPr>
          <w:p w14:paraId="3B833926" w14:textId="77777777" w:rsidR="00494369" w:rsidRDefault="00494369" w:rsidP="00AC1523">
            <w:pPr>
              <w:pStyle w:val="Heading32"/>
            </w:pPr>
          </w:p>
        </w:tc>
        <w:tc>
          <w:tcPr>
            <w:tcW w:w="8363" w:type="dxa"/>
          </w:tcPr>
          <w:p w14:paraId="34344AAF" w14:textId="70F94C09"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 xml:space="preserve">Jei Prekių (jų dalies) stabdymas vykdomas dėl kitų aplinkybių, nenurodytų Bendrųjų sąlygų </w:t>
            </w:r>
            <w:r w:rsidR="00B958C5">
              <w:rPr>
                <w:rFonts w:ascii="Cambria" w:eastAsia="Arial" w:hAnsi="Cambria"/>
                <w:sz w:val="24"/>
                <w:szCs w:val="24"/>
              </w:rPr>
              <w:fldChar w:fldCharType="begin"/>
            </w:r>
            <w:r w:rsidR="00B958C5">
              <w:rPr>
                <w:rFonts w:ascii="Cambria" w:eastAsia="Arial" w:hAnsi="Cambria"/>
                <w:sz w:val="24"/>
                <w:szCs w:val="24"/>
              </w:rPr>
              <w:instrText xml:space="preserve"> REF _Ref165116028 \r \h </w:instrText>
            </w:r>
            <w:r w:rsidR="00B958C5">
              <w:rPr>
                <w:rFonts w:ascii="Cambria" w:eastAsia="Arial" w:hAnsi="Cambria"/>
                <w:sz w:val="24"/>
                <w:szCs w:val="24"/>
              </w:rPr>
            </w:r>
            <w:r w:rsidR="00B958C5">
              <w:rPr>
                <w:rFonts w:ascii="Cambria" w:eastAsia="Arial" w:hAnsi="Cambria"/>
                <w:sz w:val="24"/>
                <w:szCs w:val="24"/>
              </w:rPr>
              <w:fldChar w:fldCharType="separate"/>
            </w:r>
            <w:r w:rsidR="00441A5C">
              <w:rPr>
                <w:rFonts w:ascii="Cambria" w:eastAsia="Arial" w:hAnsi="Cambria"/>
                <w:sz w:val="24"/>
                <w:szCs w:val="24"/>
              </w:rPr>
              <w:t>21.2</w:t>
            </w:r>
            <w:r w:rsidR="00B958C5">
              <w:rPr>
                <w:rFonts w:ascii="Cambria" w:eastAsia="Arial" w:hAnsi="Cambria"/>
                <w:sz w:val="24"/>
                <w:szCs w:val="24"/>
              </w:rPr>
              <w:fldChar w:fldCharType="end"/>
            </w:r>
            <w:r w:rsidRPr="00964E96">
              <w:rPr>
                <w:rFonts w:ascii="Cambria" w:eastAsia="Arial" w:hAnsi="Cambria"/>
                <w:sz w:val="24"/>
                <w:szCs w:val="24"/>
              </w:rPr>
              <w:t xml:space="preserve"> punkte ar (ir) Bendrųjų sąlygų </w:t>
            </w:r>
            <w:r w:rsidR="00B958C5">
              <w:rPr>
                <w:rFonts w:ascii="Cambria" w:eastAsia="Arial" w:hAnsi="Cambria"/>
                <w:sz w:val="24"/>
                <w:szCs w:val="24"/>
              </w:rPr>
              <w:fldChar w:fldCharType="begin"/>
            </w:r>
            <w:r w:rsidR="00B958C5">
              <w:rPr>
                <w:rFonts w:ascii="Cambria" w:eastAsia="Arial" w:hAnsi="Cambria"/>
                <w:sz w:val="24"/>
                <w:szCs w:val="24"/>
              </w:rPr>
              <w:instrText xml:space="preserve"> REF _Ref165116028 \r \h </w:instrText>
            </w:r>
            <w:r w:rsidR="00B958C5">
              <w:rPr>
                <w:rFonts w:ascii="Cambria" w:eastAsia="Arial" w:hAnsi="Cambria"/>
                <w:sz w:val="24"/>
                <w:szCs w:val="24"/>
              </w:rPr>
            </w:r>
            <w:r w:rsidR="00B958C5">
              <w:rPr>
                <w:rFonts w:ascii="Cambria" w:eastAsia="Arial" w:hAnsi="Cambria"/>
                <w:sz w:val="24"/>
                <w:szCs w:val="24"/>
              </w:rPr>
              <w:fldChar w:fldCharType="separate"/>
            </w:r>
            <w:r w:rsidR="00441A5C">
              <w:rPr>
                <w:rFonts w:ascii="Cambria" w:eastAsia="Arial" w:hAnsi="Cambria"/>
                <w:sz w:val="24"/>
                <w:szCs w:val="24"/>
              </w:rPr>
              <w:t>21.2</w:t>
            </w:r>
            <w:r w:rsidR="00B958C5">
              <w:rPr>
                <w:rFonts w:ascii="Cambria" w:eastAsia="Arial" w:hAnsi="Cambria"/>
                <w:sz w:val="24"/>
                <w:szCs w:val="24"/>
              </w:rPr>
              <w:fldChar w:fldCharType="end"/>
            </w:r>
            <w:r w:rsidRPr="00964E96">
              <w:rPr>
                <w:rFonts w:ascii="Cambria" w:eastAsia="Arial" w:hAnsi="Cambria"/>
                <w:sz w:val="24"/>
                <w:szCs w:val="24"/>
              </w:rPr>
              <w:t xml:space="preserve"> punkte nurodytos aplinkybės tęsiasi ilgiau nei 3 (tris) mėnesius ir (ar) nesilaikant šiame skyriuje nustatytos tvarkos, tai laikoma Sutarties keitimu, kuris turi būti atliekamas, vadovaujantis VPĮ nuostatomis.</w:t>
            </w:r>
          </w:p>
        </w:tc>
      </w:tr>
      <w:tr w:rsidR="00494369" w14:paraId="380BDCED" w14:textId="77777777" w:rsidTr="00BA6721">
        <w:tc>
          <w:tcPr>
            <w:tcW w:w="1276" w:type="dxa"/>
          </w:tcPr>
          <w:p w14:paraId="1C5033DA" w14:textId="77777777" w:rsidR="00494369" w:rsidRDefault="00494369" w:rsidP="00AC1523">
            <w:pPr>
              <w:pStyle w:val="Heading32"/>
            </w:pPr>
          </w:p>
        </w:tc>
        <w:tc>
          <w:tcPr>
            <w:tcW w:w="8363" w:type="dxa"/>
          </w:tcPr>
          <w:p w14:paraId="4BE1FF4C" w14:textId="5B984949"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Sutartinių įsipareigojimų vykdymas gali būti stabdomas tik Sutarties galiojimo laikotarpiu tokia tvarka:</w:t>
            </w:r>
          </w:p>
        </w:tc>
      </w:tr>
      <w:tr w:rsidR="00494369" w14:paraId="6F92EADD" w14:textId="77777777" w:rsidTr="00BA6721">
        <w:tc>
          <w:tcPr>
            <w:tcW w:w="1276" w:type="dxa"/>
          </w:tcPr>
          <w:p w14:paraId="7D88BC50" w14:textId="18860E10" w:rsidR="00494369" w:rsidRDefault="000F6C5E" w:rsidP="00833CDC">
            <w:pPr>
              <w:pStyle w:val="Heading42"/>
              <w:numPr>
                <w:ilvl w:val="0"/>
                <w:numId w:val="0"/>
              </w:numPr>
            </w:pPr>
            <w:r>
              <w:t>21.5.1</w:t>
            </w:r>
          </w:p>
        </w:tc>
        <w:tc>
          <w:tcPr>
            <w:tcW w:w="8363" w:type="dxa"/>
          </w:tcPr>
          <w:p w14:paraId="01AD473F" w14:textId="05417642"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 xml:space="preserve">Atsiradus aplinkybėms, dėl kurių Tiekėjas negali vykdyti sutartinių įsipareigojimų, Tiekėjas apie tai nedelsdamas privalo informuoti Pirkėją. Tiekėjo rašytiniame prašyme turi būti nurodyta stabdymo aplinkybė (Bendrųjų sąlygų </w:t>
            </w:r>
            <w:r w:rsidR="00B958C5">
              <w:rPr>
                <w:rFonts w:ascii="Cambria" w:eastAsia="Arial" w:hAnsi="Cambria"/>
                <w:sz w:val="24"/>
                <w:szCs w:val="24"/>
              </w:rPr>
              <w:fldChar w:fldCharType="begin"/>
            </w:r>
            <w:r w:rsidR="00B958C5">
              <w:rPr>
                <w:rFonts w:ascii="Cambria" w:eastAsia="Arial" w:hAnsi="Cambria"/>
                <w:sz w:val="24"/>
                <w:szCs w:val="24"/>
              </w:rPr>
              <w:instrText xml:space="preserve"> REF _Ref165116028 \r \h </w:instrText>
            </w:r>
            <w:r w:rsidR="00B958C5">
              <w:rPr>
                <w:rFonts w:ascii="Cambria" w:eastAsia="Arial" w:hAnsi="Cambria"/>
                <w:sz w:val="24"/>
                <w:szCs w:val="24"/>
              </w:rPr>
            </w:r>
            <w:r w:rsidR="00B958C5">
              <w:rPr>
                <w:rFonts w:ascii="Cambria" w:eastAsia="Arial" w:hAnsi="Cambria"/>
                <w:sz w:val="24"/>
                <w:szCs w:val="24"/>
              </w:rPr>
              <w:fldChar w:fldCharType="separate"/>
            </w:r>
            <w:r w:rsidR="00441A5C">
              <w:rPr>
                <w:rFonts w:ascii="Cambria" w:eastAsia="Arial" w:hAnsi="Cambria"/>
                <w:sz w:val="24"/>
                <w:szCs w:val="24"/>
              </w:rPr>
              <w:t>21.2</w:t>
            </w:r>
            <w:r w:rsidR="00B958C5">
              <w:rPr>
                <w:rFonts w:ascii="Cambria" w:eastAsia="Arial" w:hAnsi="Cambria"/>
                <w:sz w:val="24"/>
                <w:szCs w:val="24"/>
              </w:rPr>
              <w:fldChar w:fldCharType="end"/>
            </w:r>
            <w:r w:rsidRPr="00964E96">
              <w:rPr>
                <w:rFonts w:ascii="Cambria" w:eastAsia="Arial" w:hAnsi="Cambria"/>
                <w:sz w:val="24"/>
                <w:szCs w:val="24"/>
              </w:rPr>
              <w:t xml:space="preserve">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w:t>
            </w:r>
          </w:p>
        </w:tc>
      </w:tr>
      <w:tr w:rsidR="00494369" w14:paraId="4C83F3EE" w14:textId="77777777" w:rsidTr="00BA6721">
        <w:tc>
          <w:tcPr>
            <w:tcW w:w="1276" w:type="dxa"/>
          </w:tcPr>
          <w:p w14:paraId="32461C7F" w14:textId="36C655B6" w:rsidR="00494369" w:rsidRDefault="00494369" w:rsidP="00833CDC">
            <w:pPr>
              <w:pStyle w:val="Heading42"/>
            </w:pPr>
          </w:p>
        </w:tc>
        <w:tc>
          <w:tcPr>
            <w:tcW w:w="8363" w:type="dxa"/>
          </w:tcPr>
          <w:p w14:paraId="46BFF0C1" w14:textId="4C5FF8D7"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tc>
      </w:tr>
      <w:tr w:rsidR="00494369" w14:paraId="75C47D12" w14:textId="77777777" w:rsidTr="00BA6721">
        <w:tc>
          <w:tcPr>
            <w:tcW w:w="1276" w:type="dxa"/>
          </w:tcPr>
          <w:p w14:paraId="3BF7340B" w14:textId="253C827C" w:rsidR="00494369" w:rsidRDefault="00494369" w:rsidP="00833CDC">
            <w:pPr>
              <w:pStyle w:val="Heading42"/>
            </w:pPr>
          </w:p>
        </w:tc>
        <w:tc>
          <w:tcPr>
            <w:tcW w:w="8363" w:type="dxa"/>
          </w:tcPr>
          <w:p w14:paraId="15944FC2" w14:textId="18DA1AF6"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tc>
      </w:tr>
      <w:tr w:rsidR="00494369" w14:paraId="682FCF06" w14:textId="77777777" w:rsidTr="00BA6721">
        <w:tc>
          <w:tcPr>
            <w:tcW w:w="1276" w:type="dxa"/>
          </w:tcPr>
          <w:p w14:paraId="78065363" w14:textId="77777777" w:rsidR="00494369" w:rsidRDefault="00494369" w:rsidP="00AC1523">
            <w:pPr>
              <w:pStyle w:val="Heading32"/>
            </w:pPr>
          </w:p>
        </w:tc>
        <w:tc>
          <w:tcPr>
            <w:tcW w:w="8363" w:type="dxa"/>
          </w:tcPr>
          <w:p w14:paraId="25B9E917" w14:textId="02491475" w:rsidR="00494369"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tc>
      </w:tr>
      <w:tr w:rsidR="00964E96" w14:paraId="3B3A75D5" w14:textId="77777777" w:rsidTr="00BA6721">
        <w:tc>
          <w:tcPr>
            <w:tcW w:w="1276" w:type="dxa"/>
          </w:tcPr>
          <w:p w14:paraId="4AB2A77A" w14:textId="77777777" w:rsidR="00964E96" w:rsidRDefault="00964E96" w:rsidP="00AC1523">
            <w:pPr>
              <w:pStyle w:val="Heading32"/>
            </w:pPr>
          </w:p>
        </w:tc>
        <w:tc>
          <w:tcPr>
            <w:tcW w:w="8363" w:type="dxa"/>
          </w:tcPr>
          <w:p w14:paraId="42CFDC12" w14:textId="3A08A2FF" w:rsidR="00964E96"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Sutartinių įsipareigojimų vykdymas stabdomas ne ilgesniam kaip konkrečios, pagrįstos aplinkybės egzistavimo laikotarpiui.</w:t>
            </w:r>
          </w:p>
        </w:tc>
      </w:tr>
      <w:tr w:rsidR="00964E96" w14:paraId="783DBFFC" w14:textId="77777777" w:rsidTr="00BA6721">
        <w:tc>
          <w:tcPr>
            <w:tcW w:w="1276" w:type="dxa"/>
          </w:tcPr>
          <w:p w14:paraId="002DB69B" w14:textId="77777777" w:rsidR="00964E96" w:rsidRDefault="00964E96" w:rsidP="00AC1523">
            <w:pPr>
              <w:pStyle w:val="Heading32"/>
            </w:pPr>
          </w:p>
        </w:tc>
        <w:tc>
          <w:tcPr>
            <w:tcW w:w="8363" w:type="dxa"/>
          </w:tcPr>
          <w:p w14:paraId="74C30257" w14:textId="7861E2D4" w:rsidR="00964E96" w:rsidRPr="000D3D5F" w:rsidRDefault="00964E96" w:rsidP="000D3D5F">
            <w:pPr>
              <w:spacing w:after="60" w:line="259" w:lineRule="auto"/>
              <w:jc w:val="both"/>
              <w:rPr>
                <w:rFonts w:ascii="Cambria" w:eastAsia="Arial" w:hAnsi="Cambria"/>
                <w:sz w:val="24"/>
                <w:szCs w:val="24"/>
              </w:rPr>
            </w:pPr>
            <w:r w:rsidRPr="00964E96">
              <w:rPr>
                <w:rFonts w:ascii="Cambria" w:eastAsia="Arial" w:hAnsi="Cambria"/>
                <w:sz w:val="24"/>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w:t>
            </w:r>
          </w:p>
        </w:tc>
      </w:tr>
      <w:tr w:rsidR="00964E96" w14:paraId="2DDD2C5B" w14:textId="77777777" w:rsidTr="00BA6721">
        <w:tc>
          <w:tcPr>
            <w:tcW w:w="1276" w:type="dxa"/>
          </w:tcPr>
          <w:p w14:paraId="14971742" w14:textId="77777777" w:rsidR="00964E96" w:rsidRDefault="00964E96" w:rsidP="00AC1523">
            <w:pPr>
              <w:pStyle w:val="Heading32"/>
            </w:pPr>
          </w:p>
        </w:tc>
        <w:tc>
          <w:tcPr>
            <w:tcW w:w="8363" w:type="dxa"/>
          </w:tcPr>
          <w:p w14:paraId="0363FC92" w14:textId="5E47E92F" w:rsidR="00964E96" w:rsidRPr="000D3D5F" w:rsidRDefault="00237F41" w:rsidP="000D3D5F">
            <w:pPr>
              <w:spacing w:after="60" w:line="259" w:lineRule="auto"/>
              <w:jc w:val="both"/>
              <w:rPr>
                <w:rFonts w:ascii="Cambria" w:eastAsia="Arial" w:hAnsi="Cambria"/>
                <w:sz w:val="24"/>
                <w:szCs w:val="24"/>
              </w:rPr>
            </w:pPr>
            <w:r w:rsidRPr="00237F41">
              <w:rPr>
                <w:rFonts w:ascii="Cambria" w:eastAsia="Arial" w:hAnsi="Cambria"/>
                <w:sz w:val="24"/>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p>
        </w:tc>
      </w:tr>
      <w:tr w:rsidR="00964E96" w14:paraId="03CF0A2C" w14:textId="77777777" w:rsidTr="00BA6721">
        <w:tc>
          <w:tcPr>
            <w:tcW w:w="1276" w:type="dxa"/>
          </w:tcPr>
          <w:p w14:paraId="02CB7E38" w14:textId="77777777" w:rsidR="00964E96" w:rsidRDefault="00964E96" w:rsidP="00AC1523">
            <w:pPr>
              <w:pStyle w:val="Heading32"/>
            </w:pPr>
          </w:p>
        </w:tc>
        <w:tc>
          <w:tcPr>
            <w:tcW w:w="8363" w:type="dxa"/>
          </w:tcPr>
          <w:p w14:paraId="53B5E2EA" w14:textId="07C987D2" w:rsidR="00964E96" w:rsidRPr="000D3D5F" w:rsidRDefault="00237F41" w:rsidP="000D3D5F">
            <w:pPr>
              <w:spacing w:after="60" w:line="259" w:lineRule="auto"/>
              <w:jc w:val="both"/>
              <w:rPr>
                <w:rFonts w:ascii="Cambria" w:eastAsia="Arial" w:hAnsi="Cambria"/>
                <w:sz w:val="24"/>
                <w:szCs w:val="24"/>
              </w:rPr>
            </w:pPr>
            <w:r w:rsidRPr="00237F41">
              <w:rPr>
                <w:rFonts w:ascii="Cambria" w:eastAsia="Arial" w:hAnsi="Cambria"/>
                <w:sz w:val="24"/>
                <w:szCs w:val="24"/>
              </w:rPr>
              <w:t>Atnaujinus Sutarties vykdymą, neįvykdytų prievolių (jų dalies) įvykdymo terminai ir Sutarties galiojimas nukeliami tokiam terminui, kiek buvo likę laiko jų įvykdymui (Sutarties galiojimui) jų sustabdymo metu.</w:t>
            </w:r>
          </w:p>
        </w:tc>
      </w:tr>
      <w:tr w:rsidR="00964E96" w14:paraId="574FA29D" w14:textId="77777777" w:rsidTr="00BA6721">
        <w:tc>
          <w:tcPr>
            <w:tcW w:w="1276" w:type="dxa"/>
          </w:tcPr>
          <w:p w14:paraId="787816AA" w14:textId="77777777" w:rsidR="00964E96" w:rsidRDefault="00964E96" w:rsidP="00AC1523">
            <w:pPr>
              <w:pStyle w:val="Heading32"/>
            </w:pPr>
          </w:p>
        </w:tc>
        <w:tc>
          <w:tcPr>
            <w:tcW w:w="8363" w:type="dxa"/>
          </w:tcPr>
          <w:p w14:paraId="320A7C4F" w14:textId="596C2B4D" w:rsidR="00964E96" w:rsidRPr="000D3D5F" w:rsidRDefault="00AC1523" w:rsidP="000D3D5F">
            <w:pPr>
              <w:spacing w:after="60" w:line="259" w:lineRule="auto"/>
              <w:jc w:val="both"/>
              <w:rPr>
                <w:rFonts w:ascii="Cambria" w:eastAsia="Arial" w:hAnsi="Cambria"/>
                <w:sz w:val="24"/>
                <w:szCs w:val="24"/>
              </w:rPr>
            </w:pPr>
            <w:r w:rsidRPr="00AC1523">
              <w:rPr>
                <w:rFonts w:ascii="Cambria" w:eastAsia="Arial" w:hAnsi="Cambria"/>
                <w:sz w:val="24"/>
                <w:szCs w:val="24"/>
              </w:rPr>
              <w:t xml:space="preserve">Jei sutartinių įsipareigojimų vykdymas buvo sustabdytas ilgesniam nei 3 (trijų) </w:t>
            </w:r>
            <w:r w:rsidRPr="00AC1523">
              <w:rPr>
                <w:rFonts w:ascii="Cambria" w:eastAsia="Arial" w:hAnsi="Cambria"/>
                <w:sz w:val="24"/>
                <w:szCs w:val="24"/>
              </w:rPr>
              <w:lastRenderedPageBreak/>
              <w:t>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tc>
      </w:tr>
      <w:tr w:rsidR="00AC1523" w14:paraId="16386B23" w14:textId="77777777" w:rsidTr="00BA6721">
        <w:tc>
          <w:tcPr>
            <w:tcW w:w="9639" w:type="dxa"/>
            <w:gridSpan w:val="2"/>
          </w:tcPr>
          <w:p w14:paraId="4E25ABB0" w14:textId="50152942" w:rsidR="00AC1523" w:rsidRPr="000D3D5F" w:rsidRDefault="00AC1523" w:rsidP="00315D99">
            <w:pPr>
              <w:pStyle w:val="Antrat21"/>
              <w:rPr>
                <w:rFonts w:eastAsia="Arial"/>
              </w:rPr>
            </w:pPr>
            <w:r w:rsidRPr="00AC1523">
              <w:rPr>
                <w:rFonts w:eastAsia="Arial"/>
              </w:rPr>
              <w:lastRenderedPageBreak/>
              <w:t>SUTARTIES NUTRAUKIMAS</w:t>
            </w:r>
          </w:p>
        </w:tc>
      </w:tr>
      <w:tr w:rsidR="0050065B" w14:paraId="055B82B3" w14:textId="77777777" w:rsidTr="00BA6721">
        <w:tc>
          <w:tcPr>
            <w:tcW w:w="9639" w:type="dxa"/>
            <w:gridSpan w:val="2"/>
          </w:tcPr>
          <w:p w14:paraId="38BEA8B9" w14:textId="31A228F9" w:rsidR="0050065B" w:rsidRPr="005F3011" w:rsidRDefault="0050065B" w:rsidP="009A4E3D">
            <w:pPr>
              <w:pStyle w:val="Heading31"/>
              <w:rPr>
                <w:rFonts w:eastAsia="Arial"/>
              </w:rPr>
            </w:pPr>
            <w:r w:rsidRPr="005F3011">
              <w:rPr>
                <w:rFonts w:eastAsia="Arial"/>
              </w:rPr>
              <w:t>Sutarties nutraukimo atvejai</w:t>
            </w:r>
          </w:p>
        </w:tc>
      </w:tr>
      <w:tr w:rsidR="00AC1523" w14:paraId="1D5C5E86" w14:textId="77777777" w:rsidTr="00BA6721">
        <w:tc>
          <w:tcPr>
            <w:tcW w:w="1276" w:type="dxa"/>
          </w:tcPr>
          <w:p w14:paraId="2D1AD0F0" w14:textId="77777777" w:rsidR="00AC1523" w:rsidRDefault="00AC1523" w:rsidP="003E710A">
            <w:pPr>
              <w:pStyle w:val="Heading41"/>
            </w:pPr>
          </w:p>
        </w:tc>
        <w:tc>
          <w:tcPr>
            <w:tcW w:w="8363" w:type="dxa"/>
          </w:tcPr>
          <w:p w14:paraId="78CE4C91" w14:textId="5161784D" w:rsidR="00AC1523" w:rsidRPr="005F3011" w:rsidRDefault="0050065B" w:rsidP="000D3D5F">
            <w:pPr>
              <w:spacing w:after="60" w:line="259" w:lineRule="auto"/>
              <w:jc w:val="both"/>
              <w:rPr>
                <w:rFonts w:ascii="Cambria" w:eastAsia="Arial" w:hAnsi="Cambria"/>
                <w:sz w:val="24"/>
                <w:szCs w:val="24"/>
              </w:rPr>
            </w:pPr>
            <w:r w:rsidRPr="005F3011">
              <w:rPr>
                <w:rFonts w:ascii="Cambria" w:eastAsia="Arial" w:hAnsi="Cambria"/>
                <w:sz w:val="24"/>
                <w:szCs w:val="24"/>
              </w:rPr>
              <w:t>Sutartis gali būti nutraukiama VPĮ 90 straipsnyje ir Sutartyje numatytais atvejais, įskaitant galimybę nutraukti Sutartį Šalių susitarimu.</w:t>
            </w:r>
          </w:p>
        </w:tc>
      </w:tr>
      <w:tr w:rsidR="0050065B" w14:paraId="68F31F47" w14:textId="77777777" w:rsidTr="00BA6721">
        <w:tc>
          <w:tcPr>
            <w:tcW w:w="9639" w:type="dxa"/>
            <w:gridSpan w:val="2"/>
          </w:tcPr>
          <w:p w14:paraId="4BADE33B" w14:textId="057E211B" w:rsidR="0050065B" w:rsidRPr="000D3D5F" w:rsidRDefault="0050065B" w:rsidP="009A4E3D">
            <w:pPr>
              <w:pStyle w:val="Heading31"/>
              <w:rPr>
                <w:rFonts w:eastAsia="Arial"/>
              </w:rPr>
            </w:pPr>
            <w:r w:rsidRPr="0050065B">
              <w:rPr>
                <w:rFonts w:eastAsia="Arial"/>
              </w:rPr>
              <w:t>Pretenzijos dėl Sutarties pažeidimų</w:t>
            </w:r>
          </w:p>
        </w:tc>
      </w:tr>
      <w:tr w:rsidR="00AC1523" w14:paraId="4DB04909" w14:textId="77777777" w:rsidTr="00BA6721">
        <w:tc>
          <w:tcPr>
            <w:tcW w:w="1276" w:type="dxa"/>
          </w:tcPr>
          <w:p w14:paraId="48501CA3" w14:textId="77777777" w:rsidR="00AC1523" w:rsidRDefault="00AC1523" w:rsidP="003E710A">
            <w:pPr>
              <w:pStyle w:val="Heading41"/>
            </w:pPr>
          </w:p>
        </w:tc>
        <w:tc>
          <w:tcPr>
            <w:tcW w:w="8363" w:type="dxa"/>
          </w:tcPr>
          <w:p w14:paraId="44676591" w14:textId="1EF643EA" w:rsidR="00AC1523" w:rsidRPr="000D3D5F" w:rsidRDefault="0050065B" w:rsidP="000D3D5F">
            <w:pPr>
              <w:spacing w:after="60" w:line="259" w:lineRule="auto"/>
              <w:jc w:val="both"/>
              <w:rPr>
                <w:rFonts w:ascii="Cambria" w:eastAsia="Arial" w:hAnsi="Cambria"/>
                <w:sz w:val="24"/>
                <w:szCs w:val="24"/>
              </w:rPr>
            </w:pPr>
            <w:r w:rsidRPr="0050065B">
              <w:rPr>
                <w:rFonts w:ascii="Cambria" w:eastAsia="Arial" w:hAnsi="Cambria"/>
                <w:sz w:val="24"/>
                <w:szCs w:val="24"/>
              </w:rPr>
              <w:t>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tc>
      </w:tr>
      <w:tr w:rsidR="00AC1523" w14:paraId="4B1788CF" w14:textId="77777777" w:rsidTr="00BA6721">
        <w:tc>
          <w:tcPr>
            <w:tcW w:w="1276" w:type="dxa"/>
          </w:tcPr>
          <w:p w14:paraId="27BC70B6" w14:textId="77777777" w:rsidR="00AC1523" w:rsidRDefault="00AC1523" w:rsidP="003E710A">
            <w:pPr>
              <w:pStyle w:val="Heading41"/>
            </w:pPr>
          </w:p>
        </w:tc>
        <w:tc>
          <w:tcPr>
            <w:tcW w:w="8363" w:type="dxa"/>
          </w:tcPr>
          <w:p w14:paraId="033CB5CF" w14:textId="0E32B369" w:rsidR="00AC1523" w:rsidRPr="000D3D5F" w:rsidRDefault="0050065B" w:rsidP="000D3D5F">
            <w:pPr>
              <w:spacing w:after="60" w:line="259" w:lineRule="auto"/>
              <w:jc w:val="both"/>
              <w:rPr>
                <w:rFonts w:ascii="Cambria" w:eastAsia="Arial" w:hAnsi="Cambria"/>
                <w:sz w:val="24"/>
                <w:szCs w:val="24"/>
              </w:rPr>
            </w:pPr>
            <w:r w:rsidRPr="0050065B">
              <w:rPr>
                <w:rFonts w:ascii="Cambria" w:eastAsia="Arial" w:hAnsi="Cambria"/>
                <w:sz w:val="24"/>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 Tiekėjo teisė siūlyti kitą terminą nelaikoma Pirkėjo pareiga tą terminą priimti. Pretenziją gavusios Šalies pasiūlytasis terminas pakeičia terminą, nurodytą pretenzijoje, tik jeigu kita Šalis jį patvirtina.</w:t>
            </w:r>
          </w:p>
        </w:tc>
      </w:tr>
      <w:tr w:rsidR="00503BE5" w14:paraId="553D9F84" w14:textId="77777777" w:rsidTr="00BA6721">
        <w:tc>
          <w:tcPr>
            <w:tcW w:w="9639" w:type="dxa"/>
            <w:gridSpan w:val="2"/>
          </w:tcPr>
          <w:p w14:paraId="1DEE2CE9" w14:textId="62CF8AAB" w:rsidR="00503BE5" w:rsidRPr="000D3D5F" w:rsidRDefault="00503BE5" w:rsidP="009A4E3D">
            <w:pPr>
              <w:pStyle w:val="Heading31"/>
              <w:rPr>
                <w:rFonts w:eastAsia="Arial"/>
              </w:rPr>
            </w:pPr>
            <w:r w:rsidRPr="00503BE5">
              <w:rPr>
                <w:rFonts w:eastAsia="Arial"/>
              </w:rPr>
              <w:t>Sutarties nutraukimas Pirkėjo iniciatyva</w:t>
            </w:r>
          </w:p>
        </w:tc>
      </w:tr>
      <w:tr w:rsidR="0050065B" w14:paraId="142A5573" w14:textId="77777777" w:rsidTr="00BA6721">
        <w:tc>
          <w:tcPr>
            <w:tcW w:w="1276" w:type="dxa"/>
          </w:tcPr>
          <w:p w14:paraId="351A58C6" w14:textId="77777777" w:rsidR="0050065B" w:rsidRDefault="0050065B" w:rsidP="003E710A">
            <w:pPr>
              <w:pStyle w:val="Heading41"/>
            </w:pPr>
          </w:p>
        </w:tc>
        <w:tc>
          <w:tcPr>
            <w:tcW w:w="8363" w:type="dxa"/>
          </w:tcPr>
          <w:p w14:paraId="4ECC717B" w14:textId="22CFB8BC" w:rsidR="0050065B" w:rsidRPr="000D3D5F" w:rsidRDefault="00503BE5" w:rsidP="000D3D5F">
            <w:pPr>
              <w:spacing w:after="60" w:line="259" w:lineRule="auto"/>
              <w:jc w:val="both"/>
              <w:rPr>
                <w:rFonts w:ascii="Cambria" w:eastAsia="Arial" w:hAnsi="Cambria"/>
                <w:sz w:val="24"/>
                <w:szCs w:val="24"/>
              </w:rPr>
            </w:pPr>
            <w:r w:rsidRPr="00503BE5">
              <w:rPr>
                <w:rFonts w:ascii="Cambria" w:eastAsia="Arial" w:hAnsi="Cambria"/>
                <w:sz w:val="24"/>
                <w:szCs w:val="24"/>
              </w:rPr>
              <w:t>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w:t>
            </w:r>
          </w:p>
        </w:tc>
      </w:tr>
      <w:tr w:rsidR="0050065B" w14:paraId="7E0C2705" w14:textId="77777777" w:rsidTr="00BA6721">
        <w:tc>
          <w:tcPr>
            <w:tcW w:w="1276" w:type="dxa"/>
          </w:tcPr>
          <w:p w14:paraId="0FF74705" w14:textId="77777777" w:rsidR="0050065B" w:rsidRDefault="0050065B" w:rsidP="003E710A">
            <w:pPr>
              <w:pStyle w:val="Heading41"/>
            </w:pPr>
          </w:p>
        </w:tc>
        <w:tc>
          <w:tcPr>
            <w:tcW w:w="8363" w:type="dxa"/>
          </w:tcPr>
          <w:p w14:paraId="1C6C33CE" w14:textId="3882C551" w:rsidR="0050065B" w:rsidRPr="000D3D5F" w:rsidRDefault="00F31FB6" w:rsidP="000D3D5F">
            <w:pPr>
              <w:spacing w:after="60" w:line="259" w:lineRule="auto"/>
              <w:jc w:val="both"/>
              <w:rPr>
                <w:rFonts w:ascii="Cambria" w:eastAsia="Arial" w:hAnsi="Cambria"/>
                <w:sz w:val="24"/>
                <w:szCs w:val="24"/>
              </w:rPr>
            </w:pPr>
            <w:r w:rsidRPr="00F31FB6">
              <w:rPr>
                <w:rFonts w:ascii="Cambria" w:eastAsia="Arial" w:hAnsi="Cambria"/>
                <w:sz w:val="24"/>
                <w:szCs w:val="24"/>
              </w:rPr>
              <w:t>Pirkėjas turi teisę vienašališkai nutraukti Sutartį ar jos dalį raštu įspėjęs Tiekėją prieš ne trumpesnį nei 10 (dešimties) dienų terminą, jeigu:</w:t>
            </w:r>
          </w:p>
        </w:tc>
      </w:tr>
      <w:tr w:rsidR="0050065B" w14:paraId="39EC5F27" w14:textId="77777777" w:rsidTr="00BA6721">
        <w:tc>
          <w:tcPr>
            <w:tcW w:w="1276" w:type="dxa"/>
          </w:tcPr>
          <w:p w14:paraId="38B06F24" w14:textId="77777777" w:rsidR="0050065B" w:rsidRDefault="0050065B" w:rsidP="00255B24">
            <w:pPr>
              <w:pStyle w:val="Heading51"/>
            </w:pPr>
          </w:p>
        </w:tc>
        <w:tc>
          <w:tcPr>
            <w:tcW w:w="8363" w:type="dxa"/>
          </w:tcPr>
          <w:p w14:paraId="63A4876D" w14:textId="71E32998" w:rsidR="0050065B" w:rsidRPr="000D3D5F" w:rsidRDefault="00F31FB6" w:rsidP="000D3D5F">
            <w:pPr>
              <w:spacing w:after="60" w:line="259" w:lineRule="auto"/>
              <w:jc w:val="both"/>
              <w:rPr>
                <w:rFonts w:ascii="Cambria" w:eastAsia="Arial" w:hAnsi="Cambria"/>
                <w:sz w:val="24"/>
                <w:szCs w:val="24"/>
              </w:rPr>
            </w:pPr>
            <w:r w:rsidRPr="00F31FB6">
              <w:rPr>
                <w:rFonts w:ascii="Cambria" w:eastAsia="Arial" w:hAnsi="Cambria"/>
                <w:sz w:val="24"/>
                <w:szCs w:val="24"/>
              </w:rPr>
              <w:t>Tiekėjui yra iškelta bankroto byla, pradėtas bankroto procesas ne teismo tvarka, jis tampa nemokus arba yra nemokumo tikimybė, sustabdo ūkinę veiklą ar susidaro įstatymuose ir kituose teisės aktuose nustatyta tvarka analogiška situacija;</w:t>
            </w:r>
          </w:p>
        </w:tc>
      </w:tr>
      <w:tr w:rsidR="0050065B" w14:paraId="33D45ED9" w14:textId="77777777" w:rsidTr="00BA6721">
        <w:tc>
          <w:tcPr>
            <w:tcW w:w="1276" w:type="dxa"/>
          </w:tcPr>
          <w:p w14:paraId="3FD36325" w14:textId="77777777" w:rsidR="0050065B" w:rsidRDefault="0050065B" w:rsidP="00255B24">
            <w:pPr>
              <w:pStyle w:val="Heading51"/>
            </w:pPr>
          </w:p>
        </w:tc>
        <w:tc>
          <w:tcPr>
            <w:tcW w:w="8363" w:type="dxa"/>
          </w:tcPr>
          <w:p w14:paraId="2B8F4EF2" w14:textId="005363F0" w:rsidR="0050065B" w:rsidRPr="000D3D5F" w:rsidRDefault="005A566E" w:rsidP="000D3D5F">
            <w:pPr>
              <w:spacing w:after="60" w:line="259" w:lineRule="auto"/>
              <w:jc w:val="both"/>
              <w:rPr>
                <w:rFonts w:ascii="Cambria" w:eastAsia="Arial" w:hAnsi="Cambria"/>
                <w:sz w:val="24"/>
                <w:szCs w:val="24"/>
              </w:rPr>
            </w:pPr>
            <w:r w:rsidRPr="005A566E">
              <w:rPr>
                <w:rFonts w:ascii="Cambria" w:eastAsia="Arial" w:hAnsi="Cambria"/>
                <w:sz w:val="24"/>
                <w:szCs w:val="24"/>
              </w:rPr>
              <w:t>Tiekėjo padėtis pasikeičia ir jis atitinka pirkimo dokumentuose nustatytą pašalinimo pagrindą, kuris taikomas ir Sutarties galiojimo metu;</w:t>
            </w:r>
          </w:p>
        </w:tc>
      </w:tr>
      <w:tr w:rsidR="0050065B" w14:paraId="0154C392" w14:textId="77777777" w:rsidTr="00BA6721">
        <w:tc>
          <w:tcPr>
            <w:tcW w:w="1276" w:type="dxa"/>
          </w:tcPr>
          <w:p w14:paraId="2FA9DDF3" w14:textId="77777777" w:rsidR="0050065B" w:rsidRDefault="0050065B" w:rsidP="00255B24">
            <w:pPr>
              <w:pStyle w:val="Heading51"/>
            </w:pPr>
          </w:p>
        </w:tc>
        <w:tc>
          <w:tcPr>
            <w:tcW w:w="8363" w:type="dxa"/>
          </w:tcPr>
          <w:p w14:paraId="22B47E0F" w14:textId="0265BAC4" w:rsidR="0050065B"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pasikeičia teisės aktai, susiję su Sutarties objektu, Sutarties vykdymu, ar su Pirkėjo vykdoma veikla, kuriai buvo sudaryta Sutartis, ir dėl tokių pakeitimų Pirkėjas nusprendžia nutraukti Sutartį;</w:t>
            </w:r>
          </w:p>
        </w:tc>
      </w:tr>
      <w:tr w:rsidR="0050065B" w14:paraId="76A0CF61" w14:textId="77777777" w:rsidTr="00BA6721">
        <w:tc>
          <w:tcPr>
            <w:tcW w:w="1276" w:type="dxa"/>
          </w:tcPr>
          <w:p w14:paraId="68F98885" w14:textId="77777777" w:rsidR="0050065B" w:rsidRDefault="0050065B" w:rsidP="00255B24">
            <w:pPr>
              <w:pStyle w:val="Heading51"/>
            </w:pPr>
          </w:p>
        </w:tc>
        <w:tc>
          <w:tcPr>
            <w:tcW w:w="8363" w:type="dxa"/>
          </w:tcPr>
          <w:p w14:paraId="47F755BB" w14:textId="199FDFA8" w:rsidR="0050065B"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Pirkėjas nusprendžia nebevykdyti veiklos, kurios vykdymui Sutartimi įsigyjamos Prekės ir Sutarties poreikis išnyksta;</w:t>
            </w:r>
          </w:p>
        </w:tc>
      </w:tr>
      <w:tr w:rsidR="00255B24" w14:paraId="028ED0CA" w14:textId="77777777" w:rsidTr="00BA6721">
        <w:tc>
          <w:tcPr>
            <w:tcW w:w="1276" w:type="dxa"/>
          </w:tcPr>
          <w:p w14:paraId="727A7BB6" w14:textId="77777777" w:rsidR="00255B24" w:rsidRDefault="00255B24" w:rsidP="00255B24">
            <w:pPr>
              <w:pStyle w:val="Heading51"/>
            </w:pPr>
          </w:p>
        </w:tc>
        <w:tc>
          <w:tcPr>
            <w:tcW w:w="8363" w:type="dxa"/>
          </w:tcPr>
          <w:p w14:paraId="5FE8D70C" w14:textId="7D693687"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Pirkėjo valdymo organas priima sprendimą, dėl kurio Sutarties poreikis išnyksta;</w:t>
            </w:r>
          </w:p>
        </w:tc>
      </w:tr>
      <w:tr w:rsidR="00255B24" w14:paraId="669A7E10" w14:textId="77777777" w:rsidTr="00BA6721">
        <w:tc>
          <w:tcPr>
            <w:tcW w:w="1276" w:type="dxa"/>
          </w:tcPr>
          <w:p w14:paraId="38F11AC7" w14:textId="77777777" w:rsidR="00255B24" w:rsidRDefault="00255B24" w:rsidP="00255B24">
            <w:pPr>
              <w:pStyle w:val="Heading51"/>
            </w:pPr>
          </w:p>
        </w:tc>
        <w:tc>
          <w:tcPr>
            <w:tcW w:w="8363" w:type="dxa"/>
          </w:tcPr>
          <w:p w14:paraId="149D0376" w14:textId="5FCF0F6A"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pasikeičia (pablogėja) Pirkėjo finansinė padėtis ar Pirkėjas negauna/netenka finansavimo ir dėl šios priežasties nusprendžia nutraukti Sutartį;</w:t>
            </w:r>
          </w:p>
        </w:tc>
      </w:tr>
      <w:tr w:rsidR="00255B24" w14:paraId="6E7562BA" w14:textId="77777777" w:rsidTr="00BA6721">
        <w:tc>
          <w:tcPr>
            <w:tcW w:w="1276" w:type="dxa"/>
          </w:tcPr>
          <w:p w14:paraId="794E1717" w14:textId="77777777" w:rsidR="00255B24" w:rsidRDefault="00255B24" w:rsidP="00255B24">
            <w:pPr>
              <w:pStyle w:val="Heading51"/>
            </w:pPr>
          </w:p>
        </w:tc>
        <w:tc>
          <w:tcPr>
            <w:tcW w:w="8363" w:type="dxa"/>
          </w:tcPr>
          <w:p w14:paraId="43D8C7CA" w14:textId="68A15882"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keičiasi Pirkėjo organizacinė struktūra – juridinis statusas, pobūdis ar valdymo struktūra ir tai gali turėti įtakos tinkamam Sutarties įvykdymui arba Sutarties poreikiui;</w:t>
            </w:r>
          </w:p>
        </w:tc>
      </w:tr>
      <w:tr w:rsidR="00255B24" w14:paraId="4475A589" w14:textId="77777777" w:rsidTr="00BA6721">
        <w:tc>
          <w:tcPr>
            <w:tcW w:w="1276" w:type="dxa"/>
          </w:tcPr>
          <w:p w14:paraId="28A6422E" w14:textId="77777777" w:rsidR="00255B24" w:rsidRDefault="00255B24" w:rsidP="00255B24">
            <w:pPr>
              <w:pStyle w:val="Heading51"/>
            </w:pPr>
          </w:p>
        </w:tc>
        <w:tc>
          <w:tcPr>
            <w:tcW w:w="8363" w:type="dxa"/>
          </w:tcPr>
          <w:p w14:paraId="0D45A91E" w14:textId="789AE157"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nebelieka perkamų Prekių poreikio;</w:t>
            </w:r>
          </w:p>
        </w:tc>
      </w:tr>
      <w:tr w:rsidR="00255B24" w14:paraId="2CAFD1FB" w14:textId="77777777" w:rsidTr="00BA6721">
        <w:tc>
          <w:tcPr>
            <w:tcW w:w="1276" w:type="dxa"/>
          </w:tcPr>
          <w:p w14:paraId="3E3366F3" w14:textId="77777777" w:rsidR="00255B24" w:rsidRDefault="00255B24" w:rsidP="00255B24">
            <w:pPr>
              <w:pStyle w:val="Heading51"/>
            </w:pPr>
          </w:p>
        </w:tc>
        <w:tc>
          <w:tcPr>
            <w:tcW w:w="8363" w:type="dxa"/>
          </w:tcPr>
          <w:p w14:paraId="5501448E" w14:textId="642B3F9C"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Pirkėjas iš pirkimų priežiūrą atliekančių institucijų gauna nurodymą/rekomendaciją nutraukti Sutartį;</w:t>
            </w:r>
          </w:p>
        </w:tc>
      </w:tr>
      <w:tr w:rsidR="00255B24" w14:paraId="7CEACD2F" w14:textId="77777777" w:rsidTr="00BA6721">
        <w:tc>
          <w:tcPr>
            <w:tcW w:w="1276" w:type="dxa"/>
          </w:tcPr>
          <w:p w14:paraId="413539E4" w14:textId="77777777" w:rsidR="00255B24" w:rsidRDefault="00255B24" w:rsidP="00255B24">
            <w:pPr>
              <w:pStyle w:val="Heading51"/>
            </w:pPr>
          </w:p>
        </w:tc>
        <w:tc>
          <w:tcPr>
            <w:tcW w:w="8363" w:type="dxa"/>
          </w:tcPr>
          <w:p w14:paraId="31FAC881" w14:textId="01E5CDCD"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Tiekėjas vėluoja pateikti Sutarties įvykdymo užtikrinimo pratęsimą ilgiau kaip 10 (dešimt) darbo dienų nuo paskutinio Sutarties įvykdymo užtikrinimo galiojimo termino pabaigos arba atsisako jį pateikti;</w:t>
            </w:r>
          </w:p>
        </w:tc>
      </w:tr>
      <w:tr w:rsidR="00255B24" w14:paraId="335A08BC" w14:textId="77777777" w:rsidTr="00BA6721">
        <w:tc>
          <w:tcPr>
            <w:tcW w:w="1276" w:type="dxa"/>
          </w:tcPr>
          <w:p w14:paraId="0203233D" w14:textId="77777777" w:rsidR="00255B24" w:rsidRDefault="00255B24" w:rsidP="00255B24">
            <w:pPr>
              <w:pStyle w:val="Heading51"/>
            </w:pPr>
          </w:p>
        </w:tc>
        <w:tc>
          <w:tcPr>
            <w:tcW w:w="8363" w:type="dxa"/>
          </w:tcPr>
          <w:p w14:paraId="4D6B95AE" w14:textId="5F3D57C2"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Tiekėjas atsisako pašalinti arba nepašalina Prekių trūkumų per Pirkėjo nustatytus protingus terminus;</w:t>
            </w:r>
          </w:p>
        </w:tc>
      </w:tr>
      <w:tr w:rsidR="00255B24" w14:paraId="42683AF7" w14:textId="77777777" w:rsidTr="00BA6721">
        <w:tc>
          <w:tcPr>
            <w:tcW w:w="1276" w:type="dxa"/>
          </w:tcPr>
          <w:p w14:paraId="36E767E4" w14:textId="77777777" w:rsidR="00255B24" w:rsidRDefault="00255B24" w:rsidP="00255B24">
            <w:pPr>
              <w:pStyle w:val="Heading51"/>
            </w:pPr>
          </w:p>
        </w:tc>
        <w:tc>
          <w:tcPr>
            <w:tcW w:w="8363" w:type="dxa"/>
          </w:tcPr>
          <w:p w14:paraId="6689755C" w14:textId="24934003"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Tiekėjas pažeidžia Sutartį arba įstatymus bei kitus teisės aktus ir per Pirkėjo rašytinėje pretenzijoje nurodytą terminą neištaiso pažeidimo.</w:t>
            </w:r>
          </w:p>
        </w:tc>
      </w:tr>
      <w:tr w:rsidR="00255B24" w14:paraId="2BF9EBD6" w14:textId="77777777" w:rsidTr="00BA6721">
        <w:tc>
          <w:tcPr>
            <w:tcW w:w="1276" w:type="dxa"/>
          </w:tcPr>
          <w:p w14:paraId="6D163658" w14:textId="77777777" w:rsidR="00255B24" w:rsidRDefault="00255B24" w:rsidP="003E710A">
            <w:pPr>
              <w:pStyle w:val="Heading41"/>
            </w:pPr>
          </w:p>
        </w:tc>
        <w:tc>
          <w:tcPr>
            <w:tcW w:w="8363" w:type="dxa"/>
          </w:tcPr>
          <w:p w14:paraId="082FC735" w14:textId="01310EEF"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tc>
      </w:tr>
      <w:tr w:rsidR="00255B24" w14:paraId="139FA5D6" w14:textId="77777777" w:rsidTr="00BA6721">
        <w:tc>
          <w:tcPr>
            <w:tcW w:w="1276" w:type="dxa"/>
          </w:tcPr>
          <w:p w14:paraId="3D1ACD44" w14:textId="77777777" w:rsidR="00255B24" w:rsidRDefault="00255B24" w:rsidP="003E710A">
            <w:pPr>
              <w:pStyle w:val="Heading41"/>
            </w:pPr>
          </w:p>
        </w:tc>
        <w:tc>
          <w:tcPr>
            <w:tcW w:w="8363" w:type="dxa"/>
          </w:tcPr>
          <w:p w14:paraId="48417E86" w14:textId="20DF7BC3"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tc>
      </w:tr>
      <w:tr w:rsidR="00255B24" w14:paraId="4828FBE7" w14:textId="77777777" w:rsidTr="00BA6721">
        <w:tc>
          <w:tcPr>
            <w:tcW w:w="1276" w:type="dxa"/>
          </w:tcPr>
          <w:p w14:paraId="7C854287" w14:textId="77777777" w:rsidR="00255B24" w:rsidRDefault="00255B24" w:rsidP="003E710A">
            <w:pPr>
              <w:pStyle w:val="Heading41"/>
            </w:pPr>
          </w:p>
        </w:tc>
        <w:tc>
          <w:tcPr>
            <w:tcW w:w="8363" w:type="dxa"/>
          </w:tcPr>
          <w:p w14:paraId="1F562DD5" w14:textId="19B64401"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tc>
      </w:tr>
      <w:tr w:rsidR="00255B24" w14:paraId="18BA5BB4" w14:textId="77777777" w:rsidTr="00BA6721">
        <w:tc>
          <w:tcPr>
            <w:tcW w:w="1276" w:type="dxa"/>
          </w:tcPr>
          <w:p w14:paraId="003715D5" w14:textId="77777777" w:rsidR="00255B24" w:rsidRDefault="00255B24" w:rsidP="003E710A">
            <w:pPr>
              <w:pStyle w:val="Heading41"/>
            </w:pPr>
          </w:p>
        </w:tc>
        <w:tc>
          <w:tcPr>
            <w:tcW w:w="8363" w:type="dxa"/>
          </w:tcPr>
          <w:p w14:paraId="5C4D336A" w14:textId="4B8352F7"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Pirkėjas turi teisę vienašališkai nutraukti Sutartį ir kitais Specialiosiose sąlygose (jei taikoma) ir įstatymuose bei kituose teisės aktuose įtvirtintais atvejais.</w:t>
            </w:r>
          </w:p>
        </w:tc>
      </w:tr>
      <w:tr w:rsidR="00255B24" w14:paraId="4D3421D7" w14:textId="77777777" w:rsidTr="00BA6721">
        <w:tc>
          <w:tcPr>
            <w:tcW w:w="1276" w:type="dxa"/>
          </w:tcPr>
          <w:p w14:paraId="697A513E" w14:textId="77777777" w:rsidR="00255B24" w:rsidRDefault="00255B24" w:rsidP="003E710A">
            <w:pPr>
              <w:pStyle w:val="Heading41"/>
            </w:pPr>
          </w:p>
        </w:tc>
        <w:tc>
          <w:tcPr>
            <w:tcW w:w="8363" w:type="dxa"/>
          </w:tcPr>
          <w:p w14:paraId="148BAB37" w14:textId="00CAA289"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Sutartis laikoma nutraukta kitą dieną po to, kai pasibaigia įspėjimo apie Sutarties nutraukimą terminas.</w:t>
            </w:r>
          </w:p>
        </w:tc>
      </w:tr>
      <w:tr w:rsidR="00255B24" w14:paraId="13D7BF9E" w14:textId="77777777" w:rsidTr="00BA6721">
        <w:tc>
          <w:tcPr>
            <w:tcW w:w="1276" w:type="dxa"/>
          </w:tcPr>
          <w:p w14:paraId="0EA4A4EE" w14:textId="77777777" w:rsidR="00255B24" w:rsidRDefault="00255B24" w:rsidP="003E710A">
            <w:pPr>
              <w:pStyle w:val="Heading41"/>
            </w:pPr>
          </w:p>
        </w:tc>
        <w:tc>
          <w:tcPr>
            <w:tcW w:w="8363" w:type="dxa"/>
          </w:tcPr>
          <w:p w14:paraId="5D57FED3" w14:textId="175C299C"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w:t>
            </w:r>
          </w:p>
        </w:tc>
      </w:tr>
      <w:tr w:rsidR="00255B24" w14:paraId="619DC33F" w14:textId="77777777" w:rsidTr="00BA6721">
        <w:tc>
          <w:tcPr>
            <w:tcW w:w="9639" w:type="dxa"/>
            <w:gridSpan w:val="2"/>
          </w:tcPr>
          <w:p w14:paraId="63482419" w14:textId="03636652" w:rsidR="00255B24" w:rsidRPr="000D3D5F" w:rsidRDefault="00255B24" w:rsidP="009A4E3D">
            <w:pPr>
              <w:pStyle w:val="Heading31"/>
              <w:rPr>
                <w:rFonts w:eastAsia="Arial"/>
              </w:rPr>
            </w:pPr>
            <w:r w:rsidRPr="00255B24">
              <w:rPr>
                <w:rFonts w:eastAsia="Arial"/>
              </w:rPr>
              <w:t>Sutarties nutraukimas Tiekėjo iniciatyva</w:t>
            </w:r>
          </w:p>
        </w:tc>
      </w:tr>
      <w:tr w:rsidR="00255B24" w14:paraId="310AA780" w14:textId="77777777" w:rsidTr="00BA6721">
        <w:tc>
          <w:tcPr>
            <w:tcW w:w="1276" w:type="dxa"/>
          </w:tcPr>
          <w:p w14:paraId="5AB358B5" w14:textId="77777777" w:rsidR="00255B24" w:rsidRDefault="00255B24" w:rsidP="003E710A">
            <w:pPr>
              <w:pStyle w:val="Heading41"/>
            </w:pPr>
            <w:bookmarkStart w:id="11" w:name="_Ref165116876"/>
          </w:p>
        </w:tc>
        <w:bookmarkEnd w:id="11"/>
        <w:tc>
          <w:tcPr>
            <w:tcW w:w="8363" w:type="dxa"/>
          </w:tcPr>
          <w:p w14:paraId="2D5F0334" w14:textId="0E964258"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w:t>
            </w:r>
          </w:p>
        </w:tc>
      </w:tr>
      <w:tr w:rsidR="00255B24" w14:paraId="793BAFD9" w14:textId="77777777" w:rsidTr="00BA6721">
        <w:tc>
          <w:tcPr>
            <w:tcW w:w="1276" w:type="dxa"/>
          </w:tcPr>
          <w:p w14:paraId="7DE2BE75" w14:textId="77777777" w:rsidR="00255B24" w:rsidRDefault="00255B24" w:rsidP="003E710A">
            <w:pPr>
              <w:pStyle w:val="Heading41"/>
            </w:pPr>
          </w:p>
        </w:tc>
        <w:tc>
          <w:tcPr>
            <w:tcW w:w="8363" w:type="dxa"/>
          </w:tcPr>
          <w:p w14:paraId="7EB17753" w14:textId="40A78FE7"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Tiekėjas turi teisę vienašališkai nutraukti Sutartį, įspėjęs Pirkėją raštu prieš ne trumpesnį nei 10 (dešimties) dienų terminą, jeigu:</w:t>
            </w:r>
          </w:p>
        </w:tc>
      </w:tr>
      <w:tr w:rsidR="00255B24" w14:paraId="03A15E87" w14:textId="77777777" w:rsidTr="00BA6721">
        <w:tc>
          <w:tcPr>
            <w:tcW w:w="1276" w:type="dxa"/>
          </w:tcPr>
          <w:p w14:paraId="0663C250" w14:textId="77777777" w:rsidR="00255B24" w:rsidRDefault="00255B24" w:rsidP="00A047E6">
            <w:pPr>
              <w:pStyle w:val="Heading51"/>
            </w:pPr>
          </w:p>
        </w:tc>
        <w:tc>
          <w:tcPr>
            <w:tcW w:w="8363" w:type="dxa"/>
          </w:tcPr>
          <w:p w14:paraId="3C221C38" w14:textId="23F9FC58"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tc>
      </w:tr>
      <w:tr w:rsidR="00255B24" w14:paraId="1C6454FF" w14:textId="77777777" w:rsidTr="00BA6721">
        <w:tc>
          <w:tcPr>
            <w:tcW w:w="1276" w:type="dxa"/>
          </w:tcPr>
          <w:p w14:paraId="388A9233" w14:textId="77777777" w:rsidR="00255B24" w:rsidRDefault="00255B24" w:rsidP="00A047E6">
            <w:pPr>
              <w:pStyle w:val="Heading51"/>
            </w:pPr>
          </w:p>
        </w:tc>
        <w:tc>
          <w:tcPr>
            <w:tcW w:w="8363" w:type="dxa"/>
          </w:tcPr>
          <w:p w14:paraId="3717855F" w14:textId="4DE4366C"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 xml:space="preserve">Pirkėjas pažeidžia Sutartį arba įstatymus bei kitus teisės aktus ir per Tiekėjo rašytinėje pretenzijoje nurodytą terminą neištaiso pažeidimo, išskyrus Bendrųjų sąlygų </w:t>
            </w:r>
            <w:r w:rsidR="00D96843">
              <w:rPr>
                <w:rFonts w:ascii="Cambria" w:eastAsia="Arial" w:hAnsi="Cambria"/>
                <w:sz w:val="24"/>
                <w:szCs w:val="24"/>
              </w:rPr>
              <w:fldChar w:fldCharType="begin"/>
            </w:r>
            <w:r w:rsidR="00D96843">
              <w:rPr>
                <w:rFonts w:ascii="Cambria" w:eastAsia="Arial" w:hAnsi="Cambria"/>
                <w:sz w:val="24"/>
                <w:szCs w:val="24"/>
              </w:rPr>
              <w:instrText xml:space="preserve"> REF _Ref165116876 \r \h </w:instrText>
            </w:r>
            <w:r w:rsidR="00D96843">
              <w:rPr>
                <w:rFonts w:ascii="Cambria" w:eastAsia="Arial" w:hAnsi="Cambria"/>
                <w:sz w:val="24"/>
                <w:szCs w:val="24"/>
              </w:rPr>
            </w:r>
            <w:r w:rsidR="00D96843">
              <w:rPr>
                <w:rFonts w:ascii="Cambria" w:eastAsia="Arial" w:hAnsi="Cambria"/>
                <w:sz w:val="24"/>
                <w:szCs w:val="24"/>
              </w:rPr>
              <w:fldChar w:fldCharType="separate"/>
            </w:r>
            <w:r w:rsidR="00441A5C">
              <w:rPr>
                <w:rFonts w:ascii="Cambria" w:eastAsia="Arial" w:hAnsi="Cambria"/>
                <w:sz w:val="24"/>
                <w:szCs w:val="24"/>
              </w:rPr>
              <w:t>22.4.1</w:t>
            </w:r>
            <w:r w:rsidR="00D96843">
              <w:rPr>
                <w:rFonts w:ascii="Cambria" w:eastAsia="Arial" w:hAnsi="Cambria"/>
                <w:sz w:val="24"/>
                <w:szCs w:val="24"/>
              </w:rPr>
              <w:fldChar w:fldCharType="end"/>
            </w:r>
            <w:r w:rsidRPr="00255B24">
              <w:rPr>
                <w:rFonts w:ascii="Cambria" w:eastAsia="Arial" w:hAnsi="Cambria"/>
                <w:sz w:val="24"/>
                <w:szCs w:val="24"/>
              </w:rPr>
              <w:t xml:space="preserve"> punkte nustatytą atvejį.</w:t>
            </w:r>
          </w:p>
        </w:tc>
      </w:tr>
      <w:tr w:rsidR="00255B24" w14:paraId="3183B340" w14:textId="77777777" w:rsidTr="00BA6721">
        <w:tc>
          <w:tcPr>
            <w:tcW w:w="1276" w:type="dxa"/>
          </w:tcPr>
          <w:p w14:paraId="1406CEAF" w14:textId="77777777" w:rsidR="00255B24" w:rsidRDefault="00255B24" w:rsidP="003E710A">
            <w:pPr>
              <w:pStyle w:val="Heading41"/>
            </w:pPr>
          </w:p>
        </w:tc>
        <w:tc>
          <w:tcPr>
            <w:tcW w:w="8363" w:type="dxa"/>
          </w:tcPr>
          <w:p w14:paraId="6433C7C5" w14:textId="3085C684"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 xml:space="preserve">Jeigu Bendrųjų sąlygų </w:t>
            </w:r>
            <w:r w:rsidR="00D96843">
              <w:rPr>
                <w:rFonts w:ascii="Cambria" w:eastAsia="Arial" w:hAnsi="Cambria"/>
                <w:sz w:val="24"/>
                <w:szCs w:val="24"/>
              </w:rPr>
              <w:fldChar w:fldCharType="begin"/>
            </w:r>
            <w:r w:rsidR="00D96843">
              <w:rPr>
                <w:rFonts w:ascii="Cambria" w:eastAsia="Arial" w:hAnsi="Cambria"/>
                <w:sz w:val="24"/>
                <w:szCs w:val="24"/>
              </w:rPr>
              <w:instrText xml:space="preserve"> REF _Ref165116876 \r \h </w:instrText>
            </w:r>
            <w:r w:rsidR="00D96843">
              <w:rPr>
                <w:rFonts w:ascii="Cambria" w:eastAsia="Arial" w:hAnsi="Cambria"/>
                <w:sz w:val="24"/>
                <w:szCs w:val="24"/>
              </w:rPr>
            </w:r>
            <w:r w:rsidR="00D96843">
              <w:rPr>
                <w:rFonts w:ascii="Cambria" w:eastAsia="Arial" w:hAnsi="Cambria"/>
                <w:sz w:val="24"/>
                <w:szCs w:val="24"/>
              </w:rPr>
              <w:fldChar w:fldCharType="separate"/>
            </w:r>
            <w:r w:rsidR="00441A5C">
              <w:rPr>
                <w:rFonts w:ascii="Cambria" w:eastAsia="Arial" w:hAnsi="Cambria"/>
                <w:sz w:val="24"/>
                <w:szCs w:val="24"/>
              </w:rPr>
              <w:t>22.4.1</w:t>
            </w:r>
            <w:r w:rsidR="00D96843">
              <w:rPr>
                <w:rFonts w:ascii="Cambria" w:eastAsia="Arial" w:hAnsi="Cambria"/>
                <w:sz w:val="24"/>
                <w:szCs w:val="24"/>
              </w:rPr>
              <w:fldChar w:fldCharType="end"/>
            </w:r>
            <w:r w:rsidRPr="00255B24">
              <w:rPr>
                <w:rFonts w:ascii="Cambria" w:eastAsia="Arial" w:hAnsi="Cambria"/>
                <w:sz w:val="24"/>
                <w:szCs w:val="24"/>
              </w:rPr>
              <w:t xml:space="preserve"> punkte nurodytos aplinkybės yra susijusios tik su atskira dalimi arba atskiru Susitarimu, Tiekėjas turi teisę nutraukti Sutartį tik tos dalies atžvilgiu arba nutraukti tik tokį Susitarimą.</w:t>
            </w:r>
          </w:p>
        </w:tc>
      </w:tr>
      <w:tr w:rsidR="00255B24" w14:paraId="7F3DADFC" w14:textId="77777777" w:rsidTr="00BA6721">
        <w:tc>
          <w:tcPr>
            <w:tcW w:w="1276" w:type="dxa"/>
          </w:tcPr>
          <w:p w14:paraId="03C5C790" w14:textId="77777777" w:rsidR="00255B24" w:rsidRDefault="00255B24" w:rsidP="003E710A">
            <w:pPr>
              <w:pStyle w:val="Heading41"/>
            </w:pPr>
          </w:p>
        </w:tc>
        <w:tc>
          <w:tcPr>
            <w:tcW w:w="8363" w:type="dxa"/>
          </w:tcPr>
          <w:p w14:paraId="55858B4B" w14:textId="36357DAA"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Tiekėjas turi teisę vienašališkai nutraukti Sutartį ir kitais įstatymuose bei kituose teisės aktuose įtvirtintais atvejais.</w:t>
            </w:r>
          </w:p>
        </w:tc>
      </w:tr>
      <w:tr w:rsidR="00255B24" w14:paraId="258C289F" w14:textId="77777777" w:rsidTr="00BA6721">
        <w:tc>
          <w:tcPr>
            <w:tcW w:w="1276" w:type="dxa"/>
          </w:tcPr>
          <w:p w14:paraId="47DF2AA8" w14:textId="77777777" w:rsidR="00255B24" w:rsidRDefault="00255B24" w:rsidP="003E710A">
            <w:pPr>
              <w:pStyle w:val="Heading41"/>
            </w:pPr>
          </w:p>
        </w:tc>
        <w:tc>
          <w:tcPr>
            <w:tcW w:w="8363" w:type="dxa"/>
          </w:tcPr>
          <w:p w14:paraId="57745921" w14:textId="1E32DE2D"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tc>
      </w:tr>
      <w:tr w:rsidR="00255B24" w14:paraId="15D5378B" w14:textId="77777777" w:rsidTr="00BA6721">
        <w:tc>
          <w:tcPr>
            <w:tcW w:w="1276" w:type="dxa"/>
          </w:tcPr>
          <w:p w14:paraId="614C14D4" w14:textId="77777777" w:rsidR="00255B24" w:rsidRDefault="00255B24" w:rsidP="003E710A">
            <w:pPr>
              <w:pStyle w:val="Heading41"/>
            </w:pPr>
          </w:p>
        </w:tc>
        <w:tc>
          <w:tcPr>
            <w:tcW w:w="8363" w:type="dxa"/>
          </w:tcPr>
          <w:p w14:paraId="3EC7E627" w14:textId="2C7721F4"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Sutartis laikoma nutraukta kitą dieną po to, kai pasibaigia įspėjimo apie Sutarties nutraukimą terminas.</w:t>
            </w:r>
          </w:p>
        </w:tc>
      </w:tr>
      <w:tr w:rsidR="00255B24" w14:paraId="3D02266E" w14:textId="77777777" w:rsidTr="00BA6721">
        <w:tc>
          <w:tcPr>
            <w:tcW w:w="1276" w:type="dxa"/>
          </w:tcPr>
          <w:p w14:paraId="424FA4BA" w14:textId="77777777" w:rsidR="00255B24" w:rsidRDefault="00255B24" w:rsidP="003E710A">
            <w:pPr>
              <w:pStyle w:val="Heading41"/>
            </w:pPr>
          </w:p>
        </w:tc>
        <w:tc>
          <w:tcPr>
            <w:tcW w:w="8363" w:type="dxa"/>
          </w:tcPr>
          <w:p w14:paraId="046F4DA3" w14:textId="283FE440" w:rsidR="00255B24" w:rsidRPr="000D3D5F" w:rsidRDefault="00255B24" w:rsidP="000D3D5F">
            <w:pPr>
              <w:spacing w:after="60" w:line="259" w:lineRule="auto"/>
              <w:jc w:val="both"/>
              <w:rPr>
                <w:rFonts w:ascii="Cambria" w:eastAsia="Arial" w:hAnsi="Cambria"/>
                <w:sz w:val="24"/>
                <w:szCs w:val="24"/>
              </w:rPr>
            </w:pPr>
            <w:r w:rsidRPr="00255B24">
              <w:rPr>
                <w:rFonts w:ascii="Cambria" w:eastAsia="Arial" w:hAnsi="Cambria"/>
                <w:sz w:val="24"/>
                <w:szCs w:val="24"/>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w:t>
            </w:r>
          </w:p>
        </w:tc>
      </w:tr>
      <w:tr w:rsidR="00A047E6" w14:paraId="5E6227F6" w14:textId="77777777" w:rsidTr="00BA6721">
        <w:tc>
          <w:tcPr>
            <w:tcW w:w="9639" w:type="dxa"/>
            <w:gridSpan w:val="2"/>
          </w:tcPr>
          <w:p w14:paraId="54D083EE" w14:textId="3E19C49B" w:rsidR="00A047E6" w:rsidRPr="000D3D5F" w:rsidRDefault="00A047E6" w:rsidP="009A4E3D">
            <w:pPr>
              <w:pStyle w:val="Heading31"/>
              <w:rPr>
                <w:rFonts w:eastAsia="Arial"/>
              </w:rPr>
            </w:pPr>
            <w:r w:rsidRPr="00A047E6">
              <w:rPr>
                <w:rFonts w:eastAsia="Arial"/>
              </w:rPr>
              <w:t>Šalių teisės ir pareigos Sutarties nutraukimo atveju</w:t>
            </w:r>
          </w:p>
        </w:tc>
      </w:tr>
      <w:tr w:rsidR="00A047E6" w14:paraId="7E23ACD2" w14:textId="77777777" w:rsidTr="00BA6721">
        <w:tc>
          <w:tcPr>
            <w:tcW w:w="1276" w:type="dxa"/>
          </w:tcPr>
          <w:p w14:paraId="105D67C9" w14:textId="77777777" w:rsidR="00A047E6" w:rsidRDefault="00A047E6" w:rsidP="003E710A">
            <w:pPr>
              <w:pStyle w:val="Heading41"/>
            </w:pPr>
          </w:p>
        </w:tc>
        <w:tc>
          <w:tcPr>
            <w:tcW w:w="8363" w:type="dxa"/>
          </w:tcPr>
          <w:p w14:paraId="6A634A3B" w14:textId="24E6C8AC" w:rsidR="00A047E6" w:rsidRPr="000D3D5F" w:rsidRDefault="00A047E6" w:rsidP="000D3D5F">
            <w:pPr>
              <w:spacing w:after="60" w:line="259" w:lineRule="auto"/>
              <w:jc w:val="both"/>
              <w:rPr>
                <w:rFonts w:ascii="Cambria" w:eastAsia="Arial" w:hAnsi="Cambria"/>
                <w:sz w:val="24"/>
                <w:szCs w:val="24"/>
              </w:rPr>
            </w:pPr>
            <w:r w:rsidRPr="00A047E6">
              <w:rPr>
                <w:rFonts w:ascii="Cambria" w:eastAsia="Arial" w:hAnsi="Cambria"/>
                <w:sz w:val="24"/>
                <w:szCs w:val="24"/>
              </w:rPr>
              <w:t>Sutarties nutraukimas neturi įtakos ginčų nagrinėjimo tvarką nustatančių Sutarties sąlygų ir kitų Sutarties sąlygų, kurios pagal savo esmę lieka galioti ir po Sutarties nutraukimo, galiojimui.</w:t>
            </w:r>
          </w:p>
        </w:tc>
      </w:tr>
      <w:tr w:rsidR="00A047E6" w14:paraId="178A241C" w14:textId="77777777" w:rsidTr="00BA6721">
        <w:tc>
          <w:tcPr>
            <w:tcW w:w="1276" w:type="dxa"/>
          </w:tcPr>
          <w:p w14:paraId="274980FC" w14:textId="77777777" w:rsidR="00A047E6" w:rsidRDefault="00A047E6" w:rsidP="003E710A">
            <w:pPr>
              <w:pStyle w:val="Heading41"/>
            </w:pPr>
          </w:p>
        </w:tc>
        <w:tc>
          <w:tcPr>
            <w:tcW w:w="8363" w:type="dxa"/>
          </w:tcPr>
          <w:p w14:paraId="49E5FF90" w14:textId="6EC966C0" w:rsidR="00A047E6" w:rsidRPr="000D3D5F" w:rsidRDefault="00A047E6" w:rsidP="000D3D5F">
            <w:pPr>
              <w:spacing w:after="60" w:line="259" w:lineRule="auto"/>
              <w:jc w:val="both"/>
              <w:rPr>
                <w:rFonts w:ascii="Cambria" w:eastAsia="Arial" w:hAnsi="Cambria"/>
                <w:sz w:val="24"/>
                <w:szCs w:val="24"/>
              </w:rPr>
            </w:pPr>
            <w:r w:rsidRPr="00A047E6">
              <w:rPr>
                <w:rFonts w:ascii="Cambria" w:eastAsia="Arial" w:hAnsi="Cambria"/>
                <w:sz w:val="24"/>
                <w:szCs w:val="24"/>
              </w:rPr>
              <w:t>Nutraukus Sutartį, Šalys privalo:</w:t>
            </w:r>
          </w:p>
        </w:tc>
      </w:tr>
      <w:tr w:rsidR="00A047E6" w14:paraId="29589971" w14:textId="77777777" w:rsidTr="00BA6721">
        <w:tc>
          <w:tcPr>
            <w:tcW w:w="1276" w:type="dxa"/>
          </w:tcPr>
          <w:p w14:paraId="62D64CA9" w14:textId="77777777" w:rsidR="00A047E6" w:rsidRDefault="00A047E6" w:rsidP="001D2FB8">
            <w:pPr>
              <w:pStyle w:val="Heading51"/>
            </w:pPr>
          </w:p>
        </w:tc>
        <w:tc>
          <w:tcPr>
            <w:tcW w:w="8363" w:type="dxa"/>
          </w:tcPr>
          <w:p w14:paraId="5247D8E5" w14:textId="1333EA08" w:rsidR="00A047E6" w:rsidRPr="000D3D5F" w:rsidRDefault="00A047E6" w:rsidP="000D3D5F">
            <w:pPr>
              <w:spacing w:after="60" w:line="259" w:lineRule="auto"/>
              <w:jc w:val="both"/>
              <w:rPr>
                <w:rFonts w:ascii="Cambria" w:eastAsia="Arial" w:hAnsi="Cambria"/>
                <w:sz w:val="24"/>
                <w:szCs w:val="24"/>
              </w:rPr>
            </w:pPr>
            <w:r w:rsidRPr="00A047E6">
              <w:rPr>
                <w:rFonts w:ascii="Cambria" w:eastAsia="Arial" w:hAnsi="Cambria"/>
                <w:sz w:val="24"/>
                <w:szCs w:val="24"/>
              </w:rPr>
              <w:t xml:space="preserve">įsitikinti, jog iki Sutarties nutraukimo dienos pristatytos Prekės ir kiti atlikti </w:t>
            </w:r>
            <w:r w:rsidRPr="00A047E6">
              <w:rPr>
                <w:rFonts w:ascii="Cambria" w:eastAsia="Arial" w:hAnsi="Cambria"/>
                <w:sz w:val="24"/>
                <w:szCs w:val="24"/>
              </w:rPr>
              <w:lastRenderedPageBreak/>
              <w:t>veiksmai atitinka Sutarties reikalavimus ir Šalys dėl to viena kitai nebereikš pretenzijų;</w:t>
            </w:r>
          </w:p>
        </w:tc>
      </w:tr>
      <w:tr w:rsidR="00A047E6" w14:paraId="60734F76" w14:textId="77777777" w:rsidTr="00BA6721">
        <w:tc>
          <w:tcPr>
            <w:tcW w:w="1276" w:type="dxa"/>
          </w:tcPr>
          <w:p w14:paraId="7DB690CD" w14:textId="77777777" w:rsidR="00A047E6" w:rsidRDefault="00A047E6" w:rsidP="001D2FB8">
            <w:pPr>
              <w:pStyle w:val="Heading51"/>
            </w:pPr>
          </w:p>
        </w:tc>
        <w:tc>
          <w:tcPr>
            <w:tcW w:w="8363" w:type="dxa"/>
          </w:tcPr>
          <w:p w14:paraId="5FDDF0FF" w14:textId="69FD21B2" w:rsidR="00A047E6" w:rsidRPr="000D3D5F" w:rsidRDefault="00BF6685" w:rsidP="000D3D5F">
            <w:pPr>
              <w:spacing w:after="60" w:line="259" w:lineRule="auto"/>
              <w:jc w:val="both"/>
              <w:rPr>
                <w:rFonts w:ascii="Cambria" w:eastAsia="Arial" w:hAnsi="Cambria"/>
                <w:sz w:val="24"/>
                <w:szCs w:val="24"/>
              </w:rPr>
            </w:pPr>
            <w:r w:rsidRPr="00BF6685">
              <w:rPr>
                <w:rFonts w:ascii="Cambria" w:eastAsia="Arial" w:hAnsi="Cambria"/>
                <w:sz w:val="24"/>
                <w:szCs w:val="24"/>
              </w:rPr>
              <w:t>atsiskaityti už iki Sutarties nutraukimo pristatytas Prekes, atitinkančias Sutarties reikalavimus;</w:t>
            </w:r>
          </w:p>
        </w:tc>
      </w:tr>
      <w:tr w:rsidR="00A047E6" w14:paraId="2838833D" w14:textId="77777777" w:rsidTr="00BA6721">
        <w:tc>
          <w:tcPr>
            <w:tcW w:w="1276" w:type="dxa"/>
          </w:tcPr>
          <w:p w14:paraId="32F9768A" w14:textId="77777777" w:rsidR="00A047E6" w:rsidRDefault="00A047E6" w:rsidP="001D2FB8">
            <w:pPr>
              <w:pStyle w:val="Heading51"/>
            </w:pPr>
          </w:p>
        </w:tc>
        <w:tc>
          <w:tcPr>
            <w:tcW w:w="8363" w:type="dxa"/>
          </w:tcPr>
          <w:p w14:paraId="27454A1A" w14:textId="6141B193" w:rsidR="00A047E6" w:rsidRPr="000D3D5F" w:rsidRDefault="00BF6685" w:rsidP="000D3D5F">
            <w:pPr>
              <w:spacing w:after="60" w:line="259" w:lineRule="auto"/>
              <w:jc w:val="both"/>
              <w:rPr>
                <w:rFonts w:ascii="Cambria" w:eastAsia="Arial" w:hAnsi="Cambria"/>
                <w:sz w:val="24"/>
                <w:szCs w:val="24"/>
              </w:rPr>
            </w:pPr>
            <w:r w:rsidRPr="00BF6685">
              <w:rPr>
                <w:rFonts w:ascii="Cambria" w:eastAsia="Arial" w:hAnsi="Cambria"/>
                <w:sz w:val="24"/>
                <w:szCs w:val="24"/>
              </w:rPr>
              <w:t>per 10 (dešimt) dienų nuo pranešimo apie Sutarties nutraukimą gavimo dienos ar Susitarimo dėl Sutarties nutraukimo sudarymo dienos perduoti viena kitai visus dokumentus, kuriuos buvo būtina perduoti pagal Sutarties nuostatas.</w:t>
            </w:r>
          </w:p>
        </w:tc>
      </w:tr>
      <w:tr w:rsidR="001D2FB8" w14:paraId="70AA141A" w14:textId="77777777" w:rsidTr="00BA6721">
        <w:tc>
          <w:tcPr>
            <w:tcW w:w="9639" w:type="dxa"/>
            <w:gridSpan w:val="2"/>
          </w:tcPr>
          <w:p w14:paraId="0322FF55" w14:textId="4AAFFC36" w:rsidR="001D2FB8" w:rsidRPr="000D3D5F" w:rsidRDefault="001D2FB8" w:rsidP="00315D99">
            <w:pPr>
              <w:pStyle w:val="Antrat21"/>
              <w:rPr>
                <w:rFonts w:eastAsia="Arial"/>
              </w:rPr>
            </w:pPr>
            <w:r w:rsidRPr="001D2FB8">
              <w:rPr>
                <w:rFonts w:eastAsia="Arial"/>
              </w:rPr>
              <w:t>PREKIŲ MODELIO AR GAMINTOJO KEITIMAS</w:t>
            </w:r>
          </w:p>
        </w:tc>
      </w:tr>
      <w:tr w:rsidR="00A047E6" w14:paraId="1FAFCFC5" w14:textId="77777777" w:rsidTr="00BA6721">
        <w:tc>
          <w:tcPr>
            <w:tcW w:w="1276" w:type="dxa"/>
          </w:tcPr>
          <w:p w14:paraId="45102E93" w14:textId="77777777" w:rsidR="00A047E6" w:rsidRDefault="00A047E6" w:rsidP="00E12686">
            <w:pPr>
              <w:pStyle w:val="Heading32"/>
            </w:pPr>
          </w:p>
        </w:tc>
        <w:tc>
          <w:tcPr>
            <w:tcW w:w="8363" w:type="dxa"/>
          </w:tcPr>
          <w:p w14:paraId="18D78902" w14:textId="19D0DD0D" w:rsidR="00A047E6" w:rsidRPr="000D3D5F" w:rsidRDefault="001D2FB8" w:rsidP="000D3D5F">
            <w:pPr>
              <w:spacing w:after="60" w:line="259" w:lineRule="auto"/>
              <w:jc w:val="both"/>
              <w:rPr>
                <w:rFonts w:ascii="Cambria" w:eastAsia="Arial" w:hAnsi="Cambria"/>
                <w:sz w:val="24"/>
                <w:szCs w:val="24"/>
              </w:rPr>
            </w:pPr>
            <w:r w:rsidRPr="001D2FB8">
              <w:rPr>
                <w:rFonts w:ascii="Cambria" w:eastAsia="Arial" w:hAnsi="Cambria"/>
                <w:sz w:val="24"/>
                <w:szCs w:val="24"/>
              </w:rPr>
              <w:t>Tiekėjas turi teisę keisti Prekių modelį ar gamintoją, jei yra visos toliau nurodytos sąlygos:</w:t>
            </w:r>
          </w:p>
        </w:tc>
      </w:tr>
      <w:tr w:rsidR="001D2FB8" w14:paraId="2D1836C2" w14:textId="77777777" w:rsidTr="00BA6721">
        <w:tc>
          <w:tcPr>
            <w:tcW w:w="1276" w:type="dxa"/>
          </w:tcPr>
          <w:p w14:paraId="448BF5F0" w14:textId="77777777" w:rsidR="001D2FB8" w:rsidRDefault="001D2FB8" w:rsidP="003E710A">
            <w:pPr>
              <w:pStyle w:val="Heading41"/>
            </w:pPr>
          </w:p>
        </w:tc>
        <w:tc>
          <w:tcPr>
            <w:tcW w:w="8363" w:type="dxa"/>
          </w:tcPr>
          <w:p w14:paraId="4866DC24" w14:textId="4D5AC557" w:rsidR="001D2FB8" w:rsidRPr="000D3D5F" w:rsidRDefault="001D2FB8" w:rsidP="000D3D5F">
            <w:pPr>
              <w:spacing w:after="60" w:line="259" w:lineRule="auto"/>
              <w:jc w:val="both"/>
              <w:rPr>
                <w:rFonts w:ascii="Cambria" w:eastAsia="Arial" w:hAnsi="Cambria"/>
                <w:sz w:val="24"/>
                <w:szCs w:val="24"/>
              </w:rPr>
            </w:pPr>
            <w:r w:rsidRPr="001D2FB8">
              <w:rPr>
                <w:rFonts w:ascii="Cambria" w:eastAsia="Arial" w:hAnsi="Cambria"/>
                <w:sz w:val="24"/>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002763A6">
              <w:rPr>
                <w:rFonts w:ascii="Cambria" w:eastAsia="Arial" w:hAnsi="Cambria"/>
                <w:sz w:val="24"/>
                <w:szCs w:val="24"/>
              </w:rPr>
              <w:t>¹</w:t>
            </w:r>
            <w:r w:rsidRPr="002763A6">
              <w:rPr>
                <w:rFonts w:ascii="Cambria" w:eastAsia="Arial" w:hAnsi="Cambria"/>
                <w:sz w:val="24"/>
                <w:szCs w:val="24"/>
                <w:vertAlign w:val="superscript"/>
              </w:rPr>
              <w:t xml:space="preserve"> </w:t>
            </w:r>
            <w:r w:rsidRPr="001D2FB8">
              <w:rPr>
                <w:rFonts w:ascii="Cambria" w:eastAsia="Arial" w:hAnsi="Cambria"/>
                <w:sz w:val="24"/>
                <w:szCs w:val="24"/>
              </w:rPr>
              <w:t>dalies nuostatų;</w:t>
            </w:r>
          </w:p>
        </w:tc>
      </w:tr>
      <w:tr w:rsidR="001D2FB8" w14:paraId="62178FC7" w14:textId="77777777" w:rsidTr="00BA6721">
        <w:tc>
          <w:tcPr>
            <w:tcW w:w="1276" w:type="dxa"/>
          </w:tcPr>
          <w:p w14:paraId="05F82A3B" w14:textId="77777777" w:rsidR="001D2FB8" w:rsidRDefault="001D2FB8" w:rsidP="003E710A">
            <w:pPr>
              <w:pStyle w:val="Heading41"/>
            </w:pPr>
          </w:p>
        </w:tc>
        <w:tc>
          <w:tcPr>
            <w:tcW w:w="8363" w:type="dxa"/>
          </w:tcPr>
          <w:p w14:paraId="1C78D1DB" w14:textId="74A37651" w:rsidR="001D2FB8" w:rsidRPr="000D3D5F" w:rsidRDefault="00773599" w:rsidP="000D3D5F">
            <w:pPr>
              <w:spacing w:after="60" w:line="259" w:lineRule="auto"/>
              <w:jc w:val="both"/>
              <w:rPr>
                <w:rFonts w:ascii="Cambria" w:eastAsia="Arial" w:hAnsi="Cambria"/>
                <w:sz w:val="24"/>
                <w:szCs w:val="24"/>
              </w:rPr>
            </w:pPr>
            <w:r w:rsidRPr="00773599">
              <w:rPr>
                <w:rFonts w:ascii="Cambria" w:eastAsia="Arial" w:hAnsi="Cambria"/>
                <w:sz w:val="24"/>
                <w:szCs w:val="24"/>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tc>
      </w:tr>
      <w:tr w:rsidR="001D2FB8" w14:paraId="7685C510" w14:textId="77777777" w:rsidTr="00BA6721">
        <w:tc>
          <w:tcPr>
            <w:tcW w:w="1276" w:type="dxa"/>
          </w:tcPr>
          <w:p w14:paraId="187CDE47" w14:textId="77777777" w:rsidR="001D2FB8" w:rsidRDefault="001D2FB8" w:rsidP="003E710A">
            <w:pPr>
              <w:pStyle w:val="Heading41"/>
            </w:pPr>
          </w:p>
        </w:tc>
        <w:tc>
          <w:tcPr>
            <w:tcW w:w="8363" w:type="dxa"/>
          </w:tcPr>
          <w:p w14:paraId="0968049E" w14:textId="63D44B80" w:rsidR="001D2FB8" w:rsidRPr="000D3D5F" w:rsidRDefault="00773599" w:rsidP="000D3D5F">
            <w:pPr>
              <w:spacing w:after="60" w:line="259" w:lineRule="auto"/>
              <w:jc w:val="both"/>
              <w:rPr>
                <w:rFonts w:ascii="Cambria" w:eastAsia="Arial" w:hAnsi="Cambria"/>
                <w:sz w:val="24"/>
                <w:szCs w:val="24"/>
              </w:rPr>
            </w:pPr>
            <w:r w:rsidRPr="00773599">
              <w:rPr>
                <w:rFonts w:ascii="Cambria" w:eastAsia="Arial" w:hAnsi="Cambria"/>
                <w:sz w:val="24"/>
                <w:szCs w:val="24"/>
              </w:rPr>
              <w:t>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ir lygiavertiškumo ar geresnės kokybės nei šiuo metu tiekiamos Prekės;</w:t>
            </w:r>
          </w:p>
        </w:tc>
      </w:tr>
      <w:tr w:rsidR="001D2FB8" w14:paraId="46D9CA54" w14:textId="77777777" w:rsidTr="00BA6721">
        <w:tc>
          <w:tcPr>
            <w:tcW w:w="1276" w:type="dxa"/>
          </w:tcPr>
          <w:p w14:paraId="71D6290F" w14:textId="77777777" w:rsidR="001D2FB8" w:rsidRDefault="001D2FB8" w:rsidP="003E710A">
            <w:pPr>
              <w:pStyle w:val="Heading41"/>
            </w:pPr>
          </w:p>
        </w:tc>
        <w:tc>
          <w:tcPr>
            <w:tcW w:w="8363" w:type="dxa"/>
          </w:tcPr>
          <w:p w14:paraId="3FF2209C" w14:textId="10DCFFF0" w:rsidR="001D2FB8" w:rsidRPr="000D3D5F" w:rsidRDefault="00773599" w:rsidP="000D3D5F">
            <w:pPr>
              <w:spacing w:after="60" w:line="259" w:lineRule="auto"/>
              <w:jc w:val="both"/>
              <w:rPr>
                <w:rFonts w:ascii="Cambria" w:eastAsia="Arial" w:hAnsi="Cambria"/>
                <w:sz w:val="24"/>
                <w:szCs w:val="24"/>
              </w:rPr>
            </w:pPr>
            <w:r w:rsidRPr="00773599">
              <w:rPr>
                <w:rFonts w:ascii="Cambria" w:eastAsia="Arial" w:hAnsi="Cambria"/>
                <w:sz w:val="24"/>
                <w:szCs w:val="24"/>
              </w:rPr>
              <w:t>Šalys sudarė rašytinį susitarimą prie Sutarties dėl Prekių keitimo.</w:t>
            </w:r>
          </w:p>
        </w:tc>
      </w:tr>
      <w:tr w:rsidR="001D2FB8" w14:paraId="2345007E" w14:textId="77777777" w:rsidTr="00BA6721">
        <w:tc>
          <w:tcPr>
            <w:tcW w:w="1276" w:type="dxa"/>
          </w:tcPr>
          <w:p w14:paraId="60BA2C5C" w14:textId="77777777" w:rsidR="001D2FB8" w:rsidRDefault="001D2FB8" w:rsidP="00E12686">
            <w:pPr>
              <w:pStyle w:val="Heading32"/>
            </w:pPr>
          </w:p>
        </w:tc>
        <w:tc>
          <w:tcPr>
            <w:tcW w:w="8363" w:type="dxa"/>
          </w:tcPr>
          <w:p w14:paraId="6144B0F1" w14:textId="3FBCD994" w:rsidR="001D2FB8" w:rsidRPr="000D3D5F" w:rsidRDefault="00773599" w:rsidP="000D3D5F">
            <w:pPr>
              <w:spacing w:after="60" w:line="259" w:lineRule="auto"/>
              <w:jc w:val="both"/>
              <w:rPr>
                <w:rFonts w:ascii="Cambria" w:eastAsia="Arial" w:hAnsi="Cambria"/>
                <w:sz w:val="24"/>
                <w:szCs w:val="24"/>
              </w:rPr>
            </w:pPr>
            <w:r w:rsidRPr="00773599">
              <w:rPr>
                <w:rFonts w:ascii="Cambria" w:eastAsia="Arial" w:hAnsi="Cambria"/>
                <w:sz w:val="24"/>
                <w:szCs w:val="24"/>
              </w:rPr>
              <w:t>Šiame Bendrųjų sąlygų skyriuje nurodytu atveju Prekės turi būti pristatytos už ne didesnę nei pasiūlyme nurodytą kainą.</w:t>
            </w:r>
          </w:p>
        </w:tc>
      </w:tr>
      <w:tr w:rsidR="00E12686" w14:paraId="05DD2A3F" w14:textId="77777777" w:rsidTr="00BA6721">
        <w:tc>
          <w:tcPr>
            <w:tcW w:w="9639" w:type="dxa"/>
            <w:gridSpan w:val="2"/>
          </w:tcPr>
          <w:p w14:paraId="4FA847F4" w14:textId="61A691A6" w:rsidR="00E12686" w:rsidRPr="000D3D5F" w:rsidRDefault="00E12686" w:rsidP="00315D99">
            <w:pPr>
              <w:pStyle w:val="Antrat21"/>
              <w:rPr>
                <w:rFonts w:eastAsia="Arial"/>
              </w:rPr>
            </w:pPr>
            <w:r w:rsidRPr="00E12686">
              <w:rPr>
                <w:rFonts w:eastAsia="Arial"/>
              </w:rPr>
              <w:t>BENDRAVIMO TVARKA IR KALBA</w:t>
            </w:r>
          </w:p>
        </w:tc>
      </w:tr>
      <w:tr w:rsidR="001D2FB8" w14:paraId="672157A6" w14:textId="77777777" w:rsidTr="00BA6721">
        <w:tc>
          <w:tcPr>
            <w:tcW w:w="1276" w:type="dxa"/>
          </w:tcPr>
          <w:p w14:paraId="2EF16097" w14:textId="77777777" w:rsidR="001D2FB8" w:rsidRDefault="001D2FB8" w:rsidP="00CE2BA7">
            <w:pPr>
              <w:pStyle w:val="Heading32"/>
            </w:pPr>
          </w:p>
        </w:tc>
        <w:tc>
          <w:tcPr>
            <w:tcW w:w="8363" w:type="dxa"/>
          </w:tcPr>
          <w:p w14:paraId="7D1343EA" w14:textId="72734918" w:rsidR="001D2FB8" w:rsidRPr="000D3D5F" w:rsidRDefault="00E12686" w:rsidP="000D3D5F">
            <w:pPr>
              <w:spacing w:after="60" w:line="259" w:lineRule="auto"/>
              <w:jc w:val="both"/>
              <w:rPr>
                <w:rFonts w:ascii="Cambria" w:eastAsia="Arial" w:hAnsi="Cambria"/>
                <w:sz w:val="24"/>
                <w:szCs w:val="24"/>
              </w:rPr>
            </w:pPr>
            <w:r w:rsidRPr="00E12686">
              <w:rPr>
                <w:rFonts w:ascii="Cambria" w:eastAsia="Arial" w:hAnsi="Cambria"/>
                <w:sz w:val="24"/>
                <w:szCs w:val="24"/>
              </w:rPr>
              <w:t>Sutartis sudaroma lietuvių kalba. Jeigu Sutartis ar kuris nors ją sudarantis dokumentas sudaromas kita kalba arba išverčiamas į kitą kalbą, visais atvejais autentišku laikomas tik lietuvių kalba parengtas Sutarties tekstas (jei yra neatitikimų, pirmenybė teikiama lietuvių kalba parengtam tekstui).</w:t>
            </w:r>
          </w:p>
        </w:tc>
      </w:tr>
      <w:tr w:rsidR="001D2FB8" w14:paraId="777F0369" w14:textId="77777777" w:rsidTr="00BA6721">
        <w:tc>
          <w:tcPr>
            <w:tcW w:w="1276" w:type="dxa"/>
          </w:tcPr>
          <w:p w14:paraId="636C0B9F" w14:textId="77777777" w:rsidR="001D2FB8" w:rsidRDefault="001D2FB8" w:rsidP="00CE2BA7">
            <w:pPr>
              <w:pStyle w:val="Heading32"/>
            </w:pPr>
          </w:p>
        </w:tc>
        <w:tc>
          <w:tcPr>
            <w:tcW w:w="8363" w:type="dxa"/>
          </w:tcPr>
          <w:p w14:paraId="4306D0A4" w14:textId="0AE4B5F0" w:rsidR="001D2FB8" w:rsidRPr="000D3D5F" w:rsidRDefault="00E12686" w:rsidP="000D3D5F">
            <w:pPr>
              <w:spacing w:after="60" w:line="259" w:lineRule="auto"/>
              <w:jc w:val="both"/>
              <w:rPr>
                <w:rFonts w:ascii="Cambria" w:eastAsia="Arial" w:hAnsi="Cambria"/>
                <w:sz w:val="24"/>
                <w:szCs w:val="24"/>
              </w:rPr>
            </w:pPr>
            <w:r w:rsidRPr="00E12686">
              <w:rPr>
                <w:rFonts w:ascii="Cambria" w:eastAsia="Arial" w:hAnsi="Cambria"/>
                <w:sz w:val="24"/>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tc>
      </w:tr>
      <w:tr w:rsidR="001D2FB8" w14:paraId="504EADFC" w14:textId="77777777" w:rsidTr="00BA6721">
        <w:tc>
          <w:tcPr>
            <w:tcW w:w="1276" w:type="dxa"/>
          </w:tcPr>
          <w:p w14:paraId="4CB396A7" w14:textId="77777777" w:rsidR="001D2FB8" w:rsidRDefault="001D2FB8" w:rsidP="00CE2BA7">
            <w:pPr>
              <w:pStyle w:val="Heading32"/>
            </w:pPr>
          </w:p>
        </w:tc>
        <w:tc>
          <w:tcPr>
            <w:tcW w:w="8363" w:type="dxa"/>
          </w:tcPr>
          <w:p w14:paraId="20A7615B" w14:textId="0DE4F8A2" w:rsidR="001D2FB8" w:rsidRPr="000D3D5F" w:rsidRDefault="00E12686" w:rsidP="000D3D5F">
            <w:pPr>
              <w:spacing w:after="60" w:line="259" w:lineRule="auto"/>
              <w:jc w:val="both"/>
              <w:rPr>
                <w:rFonts w:ascii="Cambria" w:eastAsia="Arial" w:hAnsi="Cambria"/>
                <w:sz w:val="24"/>
                <w:szCs w:val="24"/>
              </w:rPr>
            </w:pPr>
            <w:r w:rsidRPr="00E12686">
              <w:rPr>
                <w:rFonts w:ascii="Cambria" w:eastAsia="Arial" w:hAnsi="Cambria"/>
                <w:sz w:val="24"/>
                <w:szCs w:val="24"/>
              </w:rPr>
              <w:t>Jeigu pranešimas yra įteikiamas asmeniškai arba siunčiamas paštu ar per kurjerį, jis turi būti įteikiamas pasirašytinai ir laikomas gautu gavimo patvirtinime nurodytą dieną.</w:t>
            </w:r>
          </w:p>
        </w:tc>
      </w:tr>
      <w:tr w:rsidR="00E12686" w14:paraId="702BC2BE" w14:textId="77777777" w:rsidTr="00BA6721">
        <w:tc>
          <w:tcPr>
            <w:tcW w:w="1276" w:type="dxa"/>
          </w:tcPr>
          <w:p w14:paraId="47CF99A9" w14:textId="77777777" w:rsidR="00E12686" w:rsidRDefault="00E12686" w:rsidP="00CE2BA7">
            <w:pPr>
              <w:pStyle w:val="Heading32"/>
            </w:pPr>
          </w:p>
        </w:tc>
        <w:tc>
          <w:tcPr>
            <w:tcW w:w="8363" w:type="dxa"/>
          </w:tcPr>
          <w:p w14:paraId="0246C622" w14:textId="563B910C" w:rsidR="00E12686" w:rsidRPr="000D3D5F" w:rsidRDefault="00E12686" w:rsidP="000D3D5F">
            <w:pPr>
              <w:spacing w:after="60" w:line="259" w:lineRule="auto"/>
              <w:jc w:val="both"/>
              <w:rPr>
                <w:rFonts w:ascii="Cambria" w:eastAsia="Arial" w:hAnsi="Cambria"/>
                <w:sz w:val="24"/>
                <w:szCs w:val="24"/>
              </w:rPr>
            </w:pPr>
            <w:r w:rsidRPr="00E12686">
              <w:rPr>
                <w:rFonts w:ascii="Cambria" w:eastAsia="Arial" w:hAnsi="Cambria"/>
                <w:sz w:val="24"/>
                <w:szCs w:val="24"/>
              </w:rPr>
              <w:t>Jeigu pranešimas siunčiamas el. paštu, laikoma, kad Šalis jį gavo kitą darbo dieną.</w:t>
            </w:r>
          </w:p>
        </w:tc>
      </w:tr>
      <w:tr w:rsidR="00E12686" w14:paraId="1073F664" w14:textId="77777777" w:rsidTr="00BA6721">
        <w:tc>
          <w:tcPr>
            <w:tcW w:w="1276" w:type="dxa"/>
          </w:tcPr>
          <w:p w14:paraId="55DD3D2A" w14:textId="77777777" w:rsidR="00E12686" w:rsidRDefault="00E12686" w:rsidP="00CE2BA7">
            <w:pPr>
              <w:pStyle w:val="Heading32"/>
            </w:pPr>
          </w:p>
        </w:tc>
        <w:tc>
          <w:tcPr>
            <w:tcW w:w="8363" w:type="dxa"/>
          </w:tcPr>
          <w:p w14:paraId="23806A1F" w14:textId="0F98EE8B" w:rsidR="00E12686" w:rsidRPr="000D3D5F" w:rsidRDefault="00E12686" w:rsidP="000D3D5F">
            <w:pPr>
              <w:spacing w:after="60" w:line="259" w:lineRule="auto"/>
              <w:jc w:val="both"/>
              <w:rPr>
                <w:rFonts w:ascii="Cambria" w:eastAsia="Arial" w:hAnsi="Cambria"/>
                <w:sz w:val="24"/>
                <w:szCs w:val="24"/>
              </w:rPr>
            </w:pPr>
            <w:r w:rsidRPr="00E12686">
              <w:rPr>
                <w:rFonts w:ascii="Cambria" w:eastAsia="Arial" w:hAnsi="Cambria"/>
                <w:sz w:val="24"/>
                <w:szCs w:val="24"/>
              </w:rPr>
              <w:t>Jeigu pranešimas siunčiamas keliais skirtingais būdais, laikoma, kad gavėjas jį gavo tada, kai jis gavo pirmesnįjį pranešimą.</w:t>
            </w:r>
          </w:p>
        </w:tc>
      </w:tr>
      <w:tr w:rsidR="00CE2BA7" w14:paraId="321CB275" w14:textId="77777777" w:rsidTr="00BA6721">
        <w:tc>
          <w:tcPr>
            <w:tcW w:w="9639" w:type="dxa"/>
            <w:gridSpan w:val="2"/>
          </w:tcPr>
          <w:p w14:paraId="27E25D29" w14:textId="62672A59" w:rsidR="00CE2BA7" w:rsidRPr="000D3D5F" w:rsidRDefault="00CE2BA7" w:rsidP="00315D99">
            <w:pPr>
              <w:pStyle w:val="Antrat21"/>
              <w:rPr>
                <w:rFonts w:eastAsia="Arial"/>
              </w:rPr>
            </w:pPr>
            <w:r w:rsidRPr="00CE2BA7">
              <w:rPr>
                <w:rFonts w:eastAsia="Arial"/>
              </w:rPr>
              <w:t>PRETENZIJOS IR GINČŲ SPRENDIMAS</w:t>
            </w:r>
          </w:p>
        </w:tc>
      </w:tr>
      <w:tr w:rsidR="00E12686" w14:paraId="1104B4A0" w14:textId="77777777" w:rsidTr="00BA6721">
        <w:tc>
          <w:tcPr>
            <w:tcW w:w="1276" w:type="dxa"/>
          </w:tcPr>
          <w:p w14:paraId="141308B0" w14:textId="77777777" w:rsidR="00E12686" w:rsidRDefault="00E12686" w:rsidP="008E7504">
            <w:pPr>
              <w:pStyle w:val="Heading32"/>
            </w:pPr>
          </w:p>
        </w:tc>
        <w:tc>
          <w:tcPr>
            <w:tcW w:w="8363" w:type="dxa"/>
          </w:tcPr>
          <w:p w14:paraId="39411663" w14:textId="77AADA8E" w:rsidR="00E12686" w:rsidRPr="000D3D5F" w:rsidRDefault="00CE2BA7" w:rsidP="000D3D5F">
            <w:pPr>
              <w:spacing w:after="60" w:line="259" w:lineRule="auto"/>
              <w:jc w:val="both"/>
              <w:rPr>
                <w:rFonts w:ascii="Cambria" w:eastAsia="Arial" w:hAnsi="Cambria"/>
                <w:sz w:val="24"/>
                <w:szCs w:val="24"/>
              </w:rPr>
            </w:pPr>
            <w:r w:rsidRPr="00CE2BA7">
              <w:rPr>
                <w:rFonts w:ascii="Cambria" w:eastAsia="Arial" w:hAnsi="Cambria"/>
                <w:sz w:val="24"/>
                <w:szCs w:val="24"/>
              </w:rPr>
              <w:t>Bet kokie ginčai, nesutarimai ar reikalavimai, kylantys iš Sutarties arba susiję su Sutartimi, jos pažeidimu, nutraukimu ar galiojimu, visų pirma privalo būti sprendžiami derybomis tarp Šalių vadovų arba jų įgaliotų asmenų.</w:t>
            </w:r>
          </w:p>
        </w:tc>
      </w:tr>
      <w:tr w:rsidR="00E12686" w14:paraId="3AB1ED34" w14:textId="77777777" w:rsidTr="00BA6721">
        <w:tc>
          <w:tcPr>
            <w:tcW w:w="1276" w:type="dxa"/>
          </w:tcPr>
          <w:p w14:paraId="67F81313" w14:textId="77777777" w:rsidR="00E12686" w:rsidRDefault="00E12686" w:rsidP="008E7504">
            <w:pPr>
              <w:pStyle w:val="Heading32"/>
            </w:pPr>
          </w:p>
        </w:tc>
        <w:tc>
          <w:tcPr>
            <w:tcW w:w="8363" w:type="dxa"/>
          </w:tcPr>
          <w:p w14:paraId="3300A475" w14:textId="6AEA0BCF" w:rsidR="00E12686" w:rsidRPr="000D3D5F" w:rsidRDefault="00CE2BA7" w:rsidP="000D3D5F">
            <w:pPr>
              <w:spacing w:after="60" w:line="259" w:lineRule="auto"/>
              <w:jc w:val="both"/>
              <w:rPr>
                <w:rFonts w:ascii="Cambria" w:eastAsia="Arial" w:hAnsi="Cambria"/>
                <w:sz w:val="24"/>
                <w:szCs w:val="24"/>
              </w:rPr>
            </w:pPr>
            <w:r w:rsidRPr="00CE2BA7">
              <w:rPr>
                <w:rFonts w:ascii="Cambria" w:eastAsia="Arial" w:hAnsi="Cambria"/>
                <w:sz w:val="24"/>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tc>
      </w:tr>
      <w:tr w:rsidR="00CE2BA7" w14:paraId="26D97824" w14:textId="77777777" w:rsidTr="00BA6721">
        <w:tc>
          <w:tcPr>
            <w:tcW w:w="1276" w:type="dxa"/>
          </w:tcPr>
          <w:p w14:paraId="1A81B509" w14:textId="77777777" w:rsidR="00CE2BA7" w:rsidRDefault="00CE2BA7" w:rsidP="008E7504">
            <w:pPr>
              <w:pStyle w:val="Heading32"/>
            </w:pPr>
          </w:p>
        </w:tc>
        <w:tc>
          <w:tcPr>
            <w:tcW w:w="8363" w:type="dxa"/>
          </w:tcPr>
          <w:p w14:paraId="7D0AEAAA" w14:textId="7FAAB8DC" w:rsidR="00CE2BA7" w:rsidRPr="000D3D5F" w:rsidRDefault="00CE2BA7" w:rsidP="000D3D5F">
            <w:pPr>
              <w:spacing w:after="60" w:line="259" w:lineRule="auto"/>
              <w:jc w:val="both"/>
              <w:rPr>
                <w:rFonts w:ascii="Cambria" w:eastAsia="Arial" w:hAnsi="Cambria"/>
                <w:sz w:val="24"/>
                <w:szCs w:val="24"/>
              </w:rPr>
            </w:pPr>
            <w:r w:rsidRPr="00CE2BA7">
              <w:rPr>
                <w:rFonts w:ascii="Cambria" w:eastAsia="Arial" w:hAnsi="Cambria"/>
                <w:sz w:val="24"/>
                <w:szCs w:val="24"/>
              </w:rPr>
              <w:t>Kilę ginčai nesudaro pagrindo Šalims atsisakyti vykdyti savo prievoles pagal Sutartį.</w:t>
            </w:r>
          </w:p>
        </w:tc>
      </w:tr>
    </w:tbl>
    <w:p w14:paraId="27A42BDC" w14:textId="6F267BC3" w:rsidR="00EF660E" w:rsidRPr="00DC51D1" w:rsidRDefault="00EF660E" w:rsidP="00EF660E">
      <w:pPr>
        <w:jc w:val="center"/>
        <w:rPr>
          <w:rFonts w:ascii="Cambria" w:hAnsi="Cambria"/>
          <w:sz w:val="24"/>
          <w:szCs w:val="24"/>
        </w:rPr>
      </w:pPr>
      <w:r w:rsidRPr="00CE2BA7">
        <w:rPr>
          <w:rFonts w:ascii="Cambria" w:hAnsi="Cambria"/>
          <w:color w:val="A6A6A6" w:themeColor="background1" w:themeShade="A6"/>
          <w:sz w:val="24"/>
          <w:szCs w:val="24"/>
        </w:rPr>
        <w:t>______________</w:t>
      </w:r>
    </w:p>
    <w:sectPr w:rsidR="00EF660E" w:rsidRPr="00DC51D1" w:rsidSect="00BA6721">
      <w:headerReference w:type="even" r:id="rId13"/>
      <w:headerReference w:type="default" r:id="rId14"/>
      <w:footerReference w:type="first" r:id="rId15"/>
      <w:pgSz w:w="11907" w:h="16839" w:code="1"/>
      <w:pgMar w:top="1134" w:right="1134" w:bottom="1134" w:left="1134"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6CBF1" w14:textId="77777777" w:rsidR="009B0004" w:rsidRDefault="009B0004">
      <w:r>
        <w:separator/>
      </w:r>
    </w:p>
  </w:endnote>
  <w:endnote w:type="continuationSeparator" w:id="0">
    <w:p w14:paraId="059394FC" w14:textId="77777777" w:rsidR="009B0004" w:rsidRDefault="009B0004">
      <w:r>
        <w:continuationSeparator/>
      </w:r>
    </w:p>
  </w:endnote>
  <w:endnote w:type="continuationNotice" w:id="1">
    <w:p w14:paraId="3A6CAFA5" w14:textId="77777777" w:rsidR="009B0004" w:rsidRDefault="009B0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0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6947411"/>
      <w:docPartObj>
        <w:docPartGallery w:val="Page Numbers (Bottom of Page)"/>
        <w:docPartUnique/>
      </w:docPartObj>
    </w:sdtPr>
    <w:sdtEndPr/>
    <w:sdtContent>
      <w:p w14:paraId="0393B11E" w14:textId="1BA26CD4" w:rsidR="007938A5" w:rsidRDefault="007938A5">
        <w:pPr>
          <w:pStyle w:val="Footer"/>
          <w:jc w:val="center"/>
        </w:pPr>
        <w:r>
          <w:fldChar w:fldCharType="begin"/>
        </w:r>
        <w:r>
          <w:instrText>PAGE   \* MERGEFORMAT</w:instrText>
        </w:r>
        <w:r>
          <w:fldChar w:fldCharType="separate"/>
        </w:r>
        <w:r>
          <w:t>2</w:t>
        </w:r>
        <w:r>
          <w:fldChar w:fldCharType="end"/>
        </w:r>
      </w:p>
    </w:sdtContent>
  </w:sdt>
  <w:p w14:paraId="0B63828A" w14:textId="77777777" w:rsidR="007938A5" w:rsidRDefault="00793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88836" w14:textId="77777777" w:rsidR="009B0004" w:rsidRDefault="009B0004">
      <w:r>
        <w:separator/>
      </w:r>
    </w:p>
  </w:footnote>
  <w:footnote w:type="continuationSeparator" w:id="0">
    <w:p w14:paraId="200C70EF" w14:textId="77777777" w:rsidR="009B0004" w:rsidRDefault="009B0004">
      <w:r>
        <w:continuationSeparator/>
      </w:r>
    </w:p>
  </w:footnote>
  <w:footnote w:type="continuationNotice" w:id="1">
    <w:p w14:paraId="17EC7DD6" w14:textId="77777777" w:rsidR="009B0004" w:rsidRDefault="009B00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3B70F" w14:textId="77777777" w:rsidR="00EF660E" w:rsidRDefault="00D34E56" w:rsidP="004D736B">
    <w:pPr>
      <w:pStyle w:val="Header"/>
      <w:framePr w:wrap="around" w:vAnchor="text" w:hAnchor="margin" w:xAlign="center" w:y="1"/>
      <w:rPr>
        <w:rStyle w:val="PageNumber"/>
      </w:rPr>
    </w:pPr>
    <w:r>
      <w:rPr>
        <w:rStyle w:val="PageNumber"/>
      </w:rPr>
      <w:fldChar w:fldCharType="begin"/>
    </w:r>
    <w:r w:rsidR="00EF660E">
      <w:rPr>
        <w:rStyle w:val="PageNumber"/>
      </w:rPr>
      <w:instrText xml:space="preserve"> PAGE </w:instrText>
    </w:r>
    <w:r>
      <w:rPr>
        <w:rStyle w:val="PageNumber"/>
      </w:rPr>
      <w:fldChar w:fldCharType="end"/>
    </w:r>
  </w:p>
  <w:p w14:paraId="7F326B26" w14:textId="77777777" w:rsidR="00A555C4" w:rsidRPr="00EF660E" w:rsidRDefault="00A555C4" w:rsidP="00EF6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A8714" w14:textId="77777777" w:rsidR="00EF660E" w:rsidRPr="00315D99" w:rsidRDefault="00D34E56" w:rsidP="00EF660E">
    <w:pPr>
      <w:pStyle w:val="Header"/>
      <w:framePr w:wrap="around" w:vAnchor="text" w:hAnchor="margin" w:xAlign="center" w:y="1"/>
      <w:rPr>
        <w:rStyle w:val="PageNumber"/>
        <w:rFonts w:ascii="Cambria" w:hAnsi="Cambria"/>
        <w:sz w:val="24"/>
        <w:szCs w:val="24"/>
      </w:rPr>
    </w:pPr>
    <w:r w:rsidRPr="00315D99">
      <w:rPr>
        <w:rStyle w:val="PageNumber"/>
        <w:rFonts w:ascii="Cambria" w:hAnsi="Cambria"/>
        <w:sz w:val="24"/>
        <w:szCs w:val="24"/>
      </w:rPr>
      <w:fldChar w:fldCharType="begin"/>
    </w:r>
    <w:r w:rsidR="00EF660E" w:rsidRPr="00315D99">
      <w:rPr>
        <w:rStyle w:val="PageNumber"/>
        <w:rFonts w:ascii="Cambria" w:hAnsi="Cambria"/>
        <w:sz w:val="24"/>
        <w:szCs w:val="24"/>
      </w:rPr>
      <w:instrText xml:space="preserve"> PAGE </w:instrText>
    </w:r>
    <w:r w:rsidRPr="00315D99">
      <w:rPr>
        <w:rStyle w:val="PageNumber"/>
        <w:rFonts w:ascii="Cambria" w:hAnsi="Cambria"/>
        <w:sz w:val="24"/>
        <w:szCs w:val="24"/>
      </w:rPr>
      <w:fldChar w:fldCharType="separate"/>
    </w:r>
    <w:r w:rsidR="00EF660E" w:rsidRPr="00315D99">
      <w:rPr>
        <w:rStyle w:val="PageNumber"/>
        <w:rFonts w:ascii="Cambria" w:hAnsi="Cambria"/>
        <w:noProof/>
        <w:sz w:val="24"/>
        <w:szCs w:val="24"/>
      </w:rPr>
      <w:t>2</w:t>
    </w:r>
    <w:r w:rsidRPr="00315D99">
      <w:rPr>
        <w:rStyle w:val="PageNumber"/>
        <w:rFonts w:ascii="Cambria" w:hAnsi="Cambria"/>
        <w:sz w:val="24"/>
        <w:szCs w:val="24"/>
      </w:rPr>
      <w:fldChar w:fldCharType="end"/>
    </w:r>
  </w:p>
  <w:p w14:paraId="745CD198" w14:textId="77777777" w:rsidR="00A555C4" w:rsidRPr="00315D99" w:rsidRDefault="00A555C4" w:rsidP="00EF660E">
    <w:pPr>
      <w:pStyle w:val="Header"/>
      <w:rPr>
        <w:rFonts w:ascii="Cambria" w:hAnsi="Cambr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E619F"/>
    <w:multiLevelType w:val="hybridMultilevel"/>
    <w:tmpl w:val="C7FEF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913751"/>
    <w:multiLevelType w:val="multilevel"/>
    <w:tmpl w:val="C4044348"/>
    <w:lvl w:ilvl="0">
      <w:start w:val="1"/>
      <w:numFmt w:val="none"/>
      <w:pStyle w:val="Antrat11"/>
      <w:suff w:val="nothing"/>
      <w:lvlText w:val="%1"/>
      <w:lvlJc w:val="left"/>
      <w:pPr>
        <w:ind w:left="0" w:firstLine="0"/>
      </w:pPr>
      <w:rPr>
        <w:rFonts w:ascii="Cambria" w:hAnsi="Cambria" w:hint="default"/>
        <w:b/>
        <w:i w:val="0"/>
        <w:caps w:val="0"/>
        <w:strike w:val="0"/>
        <w:dstrike w:val="0"/>
        <w:vanish w:val="0"/>
        <w:color w:val="auto"/>
        <w:sz w:val="24"/>
        <w:vertAlign w:val="baseline"/>
      </w:rPr>
    </w:lvl>
    <w:lvl w:ilvl="1">
      <w:start w:val="1"/>
      <w:numFmt w:val="decimal"/>
      <w:pStyle w:val="Antrat21"/>
      <w:suff w:val="space"/>
      <w:lvlText w:val="%1%2."/>
      <w:lvlJc w:val="left"/>
      <w:pPr>
        <w:ind w:left="0" w:firstLine="0"/>
      </w:pPr>
      <w:rPr>
        <w:rFonts w:ascii="Cambria" w:hAnsi="Cambria" w:hint="default"/>
        <w:b/>
        <w:i w:val="0"/>
        <w:caps/>
        <w:strike w:val="0"/>
        <w:dstrike w:val="0"/>
        <w:vanish w:val="0"/>
        <w:color w:val="auto"/>
        <w:sz w:val="24"/>
        <w:vertAlign w:val="baseline"/>
      </w:rPr>
    </w:lvl>
    <w:lvl w:ilvl="2">
      <w:start w:val="1"/>
      <w:numFmt w:val="decimal"/>
      <w:pStyle w:val="Heading31"/>
      <w:suff w:val="space"/>
      <w:lvlText w:val="%1%2.%3."/>
      <w:lvlJc w:val="left"/>
      <w:pPr>
        <w:ind w:left="0" w:firstLine="0"/>
      </w:pPr>
      <w:rPr>
        <w:rFonts w:ascii="Cambria" w:hAnsi="Cambria" w:hint="default"/>
        <w:b/>
        <w:i w:val="0"/>
        <w:caps w:val="0"/>
        <w:strike w:val="0"/>
        <w:dstrike w:val="0"/>
        <w:vanish w:val="0"/>
        <w:color w:val="auto"/>
        <w:sz w:val="24"/>
        <w:vertAlign w:val="baseline"/>
      </w:rPr>
    </w:lvl>
    <w:lvl w:ilvl="3">
      <w:start w:val="1"/>
      <w:numFmt w:val="decimal"/>
      <w:pStyle w:val="Heading32"/>
      <w:suff w:val="nothing"/>
      <w:lvlText w:val="%2.%4."/>
      <w:lvlJc w:val="left"/>
      <w:pPr>
        <w:ind w:left="0" w:firstLine="0"/>
      </w:pPr>
      <w:rPr>
        <w:rFonts w:ascii="Cambria" w:hAnsi="Cambria" w:hint="default"/>
        <w:b w:val="0"/>
        <w:i w:val="0"/>
        <w:caps w:val="0"/>
        <w:strike w:val="0"/>
        <w:dstrike w:val="0"/>
        <w:vanish w:val="0"/>
        <w:color w:val="auto"/>
        <w:sz w:val="24"/>
        <w:vertAlign w:val="baseline"/>
      </w:rPr>
    </w:lvl>
    <w:lvl w:ilvl="4">
      <w:start w:val="1"/>
      <w:numFmt w:val="decimal"/>
      <w:pStyle w:val="Heading41"/>
      <w:suff w:val="nothing"/>
      <w:lvlText w:val="%1%2.%3.%5."/>
      <w:lvlJc w:val="left"/>
      <w:pPr>
        <w:ind w:left="0" w:firstLine="568"/>
      </w:pPr>
      <w:rPr>
        <w:rFonts w:ascii="Cambria" w:hAnsi="Cambria" w:hint="default"/>
        <w:b w:val="0"/>
        <w:i w:val="0"/>
        <w:caps w:val="0"/>
        <w:strike w:val="0"/>
        <w:dstrike w:val="0"/>
        <w:vanish w:val="0"/>
        <w:color w:val="auto"/>
        <w:sz w:val="24"/>
        <w:vertAlign w:val="baseline"/>
      </w:rPr>
    </w:lvl>
    <w:lvl w:ilvl="5">
      <w:start w:val="1"/>
      <w:numFmt w:val="decimal"/>
      <w:pStyle w:val="Heading42"/>
      <w:suff w:val="nothing"/>
      <w:lvlText w:val="%1%2.%4.%6."/>
      <w:lvlJc w:val="left"/>
      <w:pPr>
        <w:ind w:left="0" w:firstLine="0"/>
      </w:pPr>
      <w:rPr>
        <w:rFonts w:ascii="Cambria" w:hAnsi="Cambria" w:hint="default"/>
        <w:b w:val="0"/>
        <w:i w:val="0"/>
        <w:caps w:val="0"/>
        <w:strike w:val="0"/>
        <w:dstrike w:val="0"/>
        <w:vanish w:val="0"/>
        <w:color w:val="auto"/>
        <w:sz w:val="24"/>
        <w:vertAlign w:val="baseline"/>
      </w:rPr>
    </w:lvl>
    <w:lvl w:ilvl="6">
      <w:start w:val="1"/>
      <w:numFmt w:val="decimal"/>
      <w:pStyle w:val="Heading51"/>
      <w:suff w:val="space"/>
      <w:lvlText w:val="%1%2.%3.%5.%7."/>
      <w:lvlJc w:val="left"/>
      <w:pPr>
        <w:ind w:left="0" w:firstLine="0"/>
      </w:pPr>
      <w:rPr>
        <w:rFonts w:ascii="Cambria" w:hAnsi="Cambria" w:hint="default"/>
        <w:b w:val="0"/>
        <w:i w:val="0"/>
        <w:caps w:val="0"/>
        <w:strike w:val="0"/>
        <w:dstrike w:val="0"/>
        <w:vanish w:val="0"/>
        <w:color w:val="auto"/>
        <w:sz w:val="24"/>
        <w:vertAlign w:val="baseline"/>
      </w:rPr>
    </w:lvl>
    <w:lvl w:ilvl="7">
      <w:start w:val="1"/>
      <w:numFmt w:val="decimal"/>
      <w:pStyle w:val="Antrat81"/>
      <w:lvlText w:val="%1.%2.%3.%4.%5.%6.%7.%8"/>
      <w:lvlJc w:val="left"/>
      <w:pPr>
        <w:ind w:left="1440" w:hanging="1440"/>
      </w:pPr>
      <w:rPr>
        <w:rFonts w:hint="default"/>
      </w:rPr>
    </w:lvl>
    <w:lvl w:ilvl="8">
      <w:start w:val="1"/>
      <w:numFmt w:val="decimal"/>
      <w:pStyle w:val="Antrat91"/>
      <w:lvlText w:val="%1.%2.%3.%4.%5.%6.%7.%8.%9"/>
      <w:lvlJc w:val="left"/>
      <w:pPr>
        <w:ind w:left="1584" w:hanging="1584"/>
      </w:pPr>
      <w:rPr>
        <w:rFonts w:hint="default"/>
      </w:rPr>
    </w:lvl>
  </w:abstractNum>
  <w:num w:numId="1" w16cid:durableId="443692497">
    <w:abstractNumId w:val="1"/>
  </w:num>
  <w:num w:numId="2" w16cid:durableId="792795605">
    <w:abstractNumId w:val="1"/>
  </w:num>
  <w:num w:numId="3" w16cid:durableId="907810890">
    <w:abstractNumId w:val="1"/>
  </w:num>
  <w:num w:numId="4" w16cid:durableId="1104613301">
    <w:abstractNumId w:val="1"/>
  </w:num>
  <w:num w:numId="5" w16cid:durableId="1601714373">
    <w:abstractNumId w:val="1"/>
  </w:num>
  <w:num w:numId="6" w16cid:durableId="1097949193">
    <w:abstractNumId w:val="1"/>
  </w:num>
  <w:num w:numId="7" w16cid:durableId="816335969">
    <w:abstractNumId w:val="1"/>
  </w:num>
  <w:num w:numId="8" w16cid:durableId="1262949944">
    <w:abstractNumId w:val="1"/>
  </w:num>
  <w:num w:numId="9" w16cid:durableId="434792186">
    <w:abstractNumId w:val="1"/>
  </w:num>
  <w:num w:numId="10" w16cid:durableId="490561879">
    <w:abstractNumId w:val="1"/>
  </w:num>
  <w:num w:numId="11" w16cid:durableId="1590961133">
    <w:abstractNumId w:val="1"/>
  </w:num>
  <w:num w:numId="12" w16cid:durableId="64692680">
    <w:abstractNumId w:val="1"/>
  </w:num>
  <w:num w:numId="13" w16cid:durableId="68119309">
    <w:abstractNumId w:val="1"/>
  </w:num>
  <w:num w:numId="14" w16cid:durableId="139151132">
    <w:abstractNumId w:val="1"/>
  </w:num>
  <w:num w:numId="15" w16cid:durableId="911889379">
    <w:abstractNumId w:val="1"/>
  </w:num>
  <w:num w:numId="16" w16cid:durableId="240528987">
    <w:abstractNumId w:val="1"/>
  </w:num>
  <w:num w:numId="17" w16cid:durableId="927228599">
    <w:abstractNumId w:val="1"/>
  </w:num>
  <w:num w:numId="18" w16cid:durableId="789513893">
    <w:abstractNumId w:val="1"/>
  </w:num>
  <w:num w:numId="19" w16cid:durableId="430858677">
    <w:abstractNumId w:val="1"/>
  </w:num>
  <w:num w:numId="20" w16cid:durableId="1837646040">
    <w:abstractNumId w:val="1"/>
  </w:num>
  <w:num w:numId="21" w16cid:durableId="1546715185">
    <w:abstractNumId w:val="1"/>
  </w:num>
  <w:num w:numId="22" w16cid:durableId="62777977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38F"/>
    <w:rsid w:val="00001FA2"/>
    <w:rsid w:val="00013917"/>
    <w:rsid w:val="00017FE7"/>
    <w:rsid w:val="000269F7"/>
    <w:rsid w:val="000423F0"/>
    <w:rsid w:val="000519E0"/>
    <w:rsid w:val="00073E00"/>
    <w:rsid w:val="0007427E"/>
    <w:rsid w:val="000849C4"/>
    <w:rsid w:val="0009774A"/>
    <w:rsid w:val="000A6156"/>
    <w:rsid w:val="000B188A"/>
    <w:rsid w:val="000D1BD0"/>
    <w:rsid w:val="000D3D5F"/>
    <w:rsid w:val="000D47E8"/>
    <w:rsid w:val="000E2260"/>
    <w:rsid w:val="000E2CF4"/>
    <w:rsid w:val="000E5E5C"/>
    <w:rsid w:val="000F6C5E"/>
    <w:rsid w:val="000F6DCE"/>
    <w:rsid w:val="00102A4F"/>
    <w:rsid w:val="00103205"/>
    <w:rsid w:val="001043C8"/>
    <w:rsid w:val="001354D4"/>
    <w:rsid w:val="00136DBC"/>
    <w:rsid w:val="00145ECF"/>
    <w:rsid w:val="00167FF2"/>
    <w:rsid w:val="00177558"/>
    <w:rsid w:val="001920D1"/>
    <w:rsid w:val="00195062"/>
    <w:rsid w:val="001C3E20"/>
    <w:rsid w:val="001C5B4C"/>
    <w:rsid w:val="001D2FB8"/>
    <w:rsid w:val="001D4FF4"/>
    <w:rsid w:val="001F66A6"/>
    <w:rsid w:val="00203878"/>
    <w:rsid w:val="00216A41"/>
    <w:rsid w:val="00225B9B"/>
    <w:rsid w:val="0023568D"/>
    <w:rsid w:val="00237F41"/>
    <w:rsid w:val="0024016A"/>
    <w:rsid w:val="00245918"/>
    <w:rsid w:val="0024626E"/>
    <w:rsid w:val="00255B24"/>
    <w:rsid w:val="00257D2A"/>
    <w:rsid w:val="0026335F"/>
    <w:rsid w:val="00272B94"/>
    <w:rsid w:val="002763A6"/>
    <w:rsid w:val="002A502A"/>
    <w:rsid w:val="002A55A4"/>
    <w:rsid w:val="002B2E96"/>
    <w:rsid w:val="002E0872"/>
    <w:rsid w:val="002E50A6"/>
    <w:rsid w:val="002F29F2"/>
    <w:rsid w:val="003036AB"/>
    <w:rsid w:val="00315D99"/>
    <w:rsid w:val="00321CD5"/>
    <w:rsid w:val="00324B4C"/>
    <w:rsid w:val="003253DE"/>
    <w:rsid w:val="00332276"/>
    <w:rsid w:val="00347A6B"/>
    <w:rsid w:val="003865EE"/>
    <w:rsid w:val="003B19A4"/>
    <w:rsid w:val="003C14D8"/>
    <w:rsid w:val="003D077A"/>
    <w:rsid w:val="003D6EE6"/>
    <w:rsid w:val="003E58A8"/>
    <w:rsid w:val="003E710A"/>
    <w:rsid w:val="003F187E"/>
    <w:rsid w:val="00403063"/>
    <w:rsid w:val="00413315"/>
    <w:rsid w:val="004205EE"/>
    <w:rsid w:val="0043331F"/>
    <w:rsid w:val="004364B8"/>
    <w:rsid w:val="00441A5C"/>
    <w:rsid w:val="00451B23"/>
    <w:rsid w:val="00453193"/>
    <w:rsid w:val="00472EB4"/>
    <w:rsid w:val="0048106D"/>
    <w:rsid w:val="004858BF"/>
    <w:rsid w:val="004936EC"/>
    <w:rsid w:val="00494369"/>
    <w:rsid w:val="004B1B82"/>
    <w:rsid w:val="004D736B"/>
    <w:rsid w:val="004E73F9"/>
    <w:rsid w:val="0050065B"/>
    <w:rsid w:val="00503BE5"/>
    <w:rsid w:val="00512123"/>
    <w:rsid w:val="00550652"/>
    <w:rsid w:val="00571869"/>
    <w:rsid w:val="00575B2D"/>
    <w:rsid w:val="00580689"/>
    <w:rsid w:val="00590356"/>
    <w:rsid w:val="005A566E"/>
    <w:rsid w:val="005B5DC7"/>
    <w:rsid w:val="005D49D1"/>
    <w:rsid w:val="005D6B2D"/>
    <w:rsid w:val="005E5EB9"/>
    <w:rsid w:val="005F1150"/>
    <w:rsid w:val="005F3011"/>
    <w:rsid w:val="005F77FF"/>
    <w:rsid w:val="00615DC0"/>
    <w:rsid w:val="00621884"/>
    <w:rsid w:val="00626D9A"/>
    <w:rsid w:val="00636D8F"/>
    <w:rsid w:val="006376D9"/>
    <w:rsid w:val="0064687E"/>
    <w:rsid w:val="00647BC9"/>
    <w:rsid w:val="006562CA"/>
    <w:rsid w:val="00666300"/>
    <w:rsid w:val="006753AB"/>
    <w:rsid w:val="006808E9"/>
    <w:rsid w:val="00683439"/>
    <w:rsid w:val="006923E5"/>
    <w:rsid w:val="006A2F85"/>
    <w:rsid w:val="006A767C"/>
    <w:rsid w:val="006B3A24"/>
    <w:rsid w:val="006C1BE8"/>
    <w:rsid w:val="006D2959"/>
    <w:rsid w:val="006D7F9F"/>
    <w:rsid w:val="006F2324"/>
    <w:rsid w:val="00700E3D"/>
    <w:rsid w:val="007015A0"/>
    <w:rsid w:val="00716027"/>
    <w:rsid w:val="007424D2"/>
    <w:rsid w:val="00770F91"/>
    <w:rsid w:val="00773599"/>
    <w:rsid w:val="007777CF"/>
    <w:rsid w:val="007800E4"/>
    <w:rsid w:val="00782735"/>
    <w:rsid w:val="00784E2D"/>
    <w:rsid w:val="007938A5"/>
    <w:rsid w:val="007A6F46"/>
    <w:rsid w:val="007D64C3"/>
    <w:rsid w:val="007D67EA"/>
    <w:rsid w:val="007E3E49"/>
    <w:rsid w:val="008053B2"/>
    <w:rsid w:val="008210A1"/>
    <w:rsid w:val="00832E03"/>
    <w:rsid w:val="00833CDC"/>
    <w:rsid w:val="00837220"/>
    <w:rsid w:val="008415E0"/>
    <w:rsid w:val="00843B31"/>
    <w:rsid w:val="00853982"/>
    <w:rsid w:val="008558AA"/>
    <w:rsid w:val="00855B89"/>
    <w:rsid w:val="0088230F"/>
    <w:rsid w:val="00885665"/>
    <w:rsid w:val="0089425D"/>
    <w:rsid w:val="008B2722"/>
    <w:rsid w:val="008C038F"/>
    <w:rsid w:val="008C47C8"/>
    <w:rsid w:val="008D01A4"/>
    <w:rsid w:val="008D435B"/>
    <w:rsid w:val="008D44A5"/>
    <w:rsid w:val="008E4930"/>
    <w:rsid w:val="008E7504"/>
    <w:rsid w:val="008F1AF5"/>
    <w:rsid w:val="008F2870"/>
    <w:rsid w:val="009066DC"/>
    <w:rsid w:val="00914045"/>
    <w:rsid w:val="00914F7D"/>
    <w:rsid w:val="009168C9"/>
    <w:rsid w:val="00916D09"/>
    <w:rsid w:val="00927CA5"/>
    <w:rsid w:val="00947672"/>
    <w:rsid w:val="009602E1"/>
    <w:rsid w:val="00961F06"/>
    <w:rsid w:val="00964E96"/>
    <w:rsid w:val="009676F0"/>
    <w:rsid w:val="009963D4"/>
    <w:rsid w:val="009964E2"/>
    <w:rsid w:val="009A3B92"/>
    <w:rsid w:val="009A4E3D"/>
    <w:rsid w:val="009B0004"/>
    <w:rsid w:val="009B283E"/>
    <w:rsid w:val="009C18BE"/>
    <w:rsid w:val="009D13BD"/>
    <w:rsid w:val="009D7BD3"/>
    <w:rsid w:val="009E0C38"/>
    <w:rsid w:val="009E335D"/>
    <w:rsid w:val="009F0E42"/>
    <w:rsid w:val="009F1E3C"/>
    <w:rsid w:val="009F3F6A"/>
    <w:rsid w:val="00A047E6"/>
    <w:rsid w:val="00A07EC0"/>
    <w:rsid w:val="00A24224"/>
    <w:rsid w:val="00A44676"/>
    <w:rsid w:val="00A46C7D"/>
    <w:rsid w:val="00A524C4"/>
    <w:rsid w:val="00A555C4"/>
    <w:rsid w:val="00A72BBE"/>
    <w:rsid w:val="00A73BB5"/>
    <w:rsid w:val="00A8509B"/>
    <w:rsid w:val="00A92BF9"/>
    <w:rsid w:val="00A963DA"/>
    <w:rsid w:val="00AA0E4E"/>
    <w:rsid w:val="00AA2784"/>
    <w:rsid w:val="00AC1523"/>
    <w:rsid w:val="00AC3A37"/>
    <w:rsid w:val="00AC5E42"/>
    <w:rsid w:val="00AD3B12"/>
    <w:rsid w:val="00AE4672"/>
    <w:rsid w:val="00AE745F"/>
    <w:rsid w:val="00AF178B"/>
    <w:rsid w:val="00AF54A3"/>
    <w:rsid w:val="00AF7205"/>
    <w:rsid w:val="00B05B6B"/>
    <w:rsid w:val="00B27A05"/>
    <w:rsid w:val="00B4013F"/>
    <w:rsid w:val="00B40AD9"/>
    <w:rsid w:val="00B414D5"/>
    <w:rsid w:val="00B41761"/>
    <w:rsid w:val="00B4720F"/>
    <w:rsid w:val="00B50395"/>
    <w:rsid w:val="00B70F4B"/>
    <w:rsid w:val="00B958C5"/>
    <w:rsid w:val="00BA6721"/>
    <w:rsid w:val="00BB044F"/>
    <w:rsid w:val="00BD665D"/>
    <w:rsid w:val="00BD70C8"/>
    <w:rsid w:val="00BE4488"/>
    <w:rsid w:val="00BF3AE9"/>
    <w:rsid w:val="00BF6685"/>
    <w:rsid w:val="00C03794"/>
    <w:rsid w:val="00C11708"/>
    <w:rsid w:val="00C80E7F"/>
    <w:rsid w:val="00C91874"/>
    <w:rsid w:val="00CA256B"/>
    <w:rsid w:val="00CA624C"/>
    <w:rsid w:val="00CC3797"/>
    <w:rsid w:val="00CD12B9"/>
    <w:rsid w:val="00CE2BA7"/>
    <w:rsid w:val="00D12CA9"/>
    <w:rsid w:val="00D30698"/>
    <w:rsid w:val="00D326DD"/>
    <w:rsid w:val="00D3484B"/>
    <w:rsid w:val="00D34E56"/>
    <w:rsid w:val="00D36A4A"/>
    <w:rsid w:val="00D40FF8"/>
    <w:rsid w:val="00D440B1"/>
    <w:rsid w:val="00D51877"/>
    <w:rsid w:val="00D541DD"/>
    <w:rsid w:val="00D74DDB"/>
    <w:rsid w:val="00D833E7"/>
    <w:rsid w:val="00D85E7E"/>
    <w:rsid w:val="00D94651"/>
    <w:rsid w:val="00D96843"/>
    <w:rsid w:val="00DA0018"/>
    <w:rsid w:val="00DC0FD2"/>
    <w:rsid w:val="00DC51D1"/>
    <w:rsid w:val="00DC72BE"/>
    <w:rsid w:val="00DD54BD"/>
    <w:rsid w:val="00DD7D7B"/>
    <w:rsid w:val="00DE3931"/>
    <w:rsid w:val="00DE6636"/>
    <w:rsid w:val="00E12686"/>
    <w:rsid w:val="00E134EE"/>
    <w:rsid w:val="00E155AE"/>
    <w:rsid w:val="00E16944"/>
    <w:rsid w:val="00E23503"/>
    <w:rsid w:val="00E3431F"/>
    <w:rsid w:val="00E3437A"/>
    <w:rsid w:val="00E44B2A"/>
    <w:rsid w:val="00E607FC"/>
    <w:rsid w:val="00E66B85"/>
    <w:rsid w:val="00E71B34"/>
    <w:rsid w:val="00E86130"/>
    <w:rsid w:val="00EA6699"/>
    <w:rsid w:val="00ED154D"/>
    <w:rsid w:val="00ED4D98"/>
    <w:rsid w:val="00EE4677"/>
    <w:rsid w:val="00EF660E"/>
    <w:rsid w:val="00F02B65"/>
    <w:rsid w:val="00F12441"/>
    <w:rsid w:val="00F21F7C"/>
    <w:rsid w:val="00F31FB6"/>
    <w:rsid w:val="00F36D93"/>
    <w:rsid w:val="00F37723"/>
    <w:rsid w:val="00F37BF8"/>
    <w:rsid w:val="00F65567"/>
    <w:rsid w:val="00F7022A"/>
    <w:rsid w:val="00F7024B"/>
    <w:rsid w:val="00F72B07"/>
    <w:rsid w:val="00F76C1A"/>
    <w:rsid w:val="00F8144D"/>
    <w:rsid w:val="00F83F2E"/>
    <w:rsid w:val="00FA1CF5"/>
    <w:rsid w:val="00FA3D71"/>
    <w:rsid w:val="00FB0231"/>
    <w:rsid w:val="00FB7B69"/>
    <w:rsid w:val="00FD69FE"/>
    <w:rsid w:val="00FE2BE0"/>
    <w:rsid w:val="737F3D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3CF47"/>
  <w15:docId w15:val="{D66FD5ED-53CF-4E44-97C5-C0778AB9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qFormat="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12123"/>
    <w:pPr>
      <w:widowControl w:val="0"/>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660E"/>
    <w:pPr>
      <w:tabs>
        <w:tab w:val="center" w:pos="4819"/>
        <w:tab w:val="right" w:pos="9638"/>
      </w:tabs>
    </w:pPr>
  </w:style>
  <w:style w:type="character" w:customStyle="1" w:styleId="HeaderChar">
    <w:name w:val="Header Char"/>
    <w:link w:val="Header"/>
    <w:uiPriority w:val="99"/>
    <w:rsid w:val="00EF660E"/>
    <w:rPr>
      <w:sz w:val="24"/>
    </w:rPr>
  </w:style>
  <w:style w:type="paragraph" w:styleId="Footer">
    <w:name w:val="footer"/>
    <w:basedOn w:val="Normal"/>
    <w:link w:val="FooterChar"/>
    <w:uiPriority w:val="99"/>
    <w:rsid w:val="00EF660E"/>
    <w:pPr>
      <w:tabs>
        <w:tab w:val="center" w:pos="4819"/>
        <w:tab w:val="right" w:pos="9638"/>
      </w:tabs>
    </w:pPr>
  </w:style>
  <w:style w:type="character" w:customStyle="1" w:styleId="FooterChar">
    <w:name w:val="Footer Char"/>
    <w:link w:val="Footer"/>
    <w:uiPriority w:val="99"/>
    <w:rsid w:val="00EF660E"/>
    <w:rPr>
      <w:sz w:val="24"/>
    </w:rPr>
  </w:style>
  <w:style w:type="character" w:styleId="PageNumber">
    <w:name w:val="page number"/>
    <w:basedOn w:val="DefaultParagraphFont"/>
    <w:rsid w:val="00EF660E"/>
  </w:style>
  <w:style w:type="paragraph" w:customStyle="1" w:styleId="Antrat11">
    <w:name w:val="Antraštė 11"/>
    <w:basedOn w:val="Normal"/>
    <w:autoRedefine/>
    <w:rsid w:val="00C03794"/>
    <w:pPr>
      <w:numPr>
        <w:numId w:val="1"/>
      </w:numPr>
      <w:spacing w:before="240" w:after="60"/>
      <w:jc w:val="center"/>
    </w:pPr>
    <w:rPr>
      <w:rFonts w:ascii="Cambria" w:hAnsi="Cambria"/>
      <w:b/>
      <w:caps/>
      <w:sz w:val="24"/>
    </w:rPr>
  </w:style>
  <w:style w:type="paragraph" w:customStyle="1" w:styleId="Antrat21">
    <w:name w:val="Antraštė 21"/>
    <w:basedOn w:val="Normal"/>
    <w:autoRedefine/>
    <w:rsid w:val="00B41761"/>
    <w:pPr>
      <w:keepNext/>
      <w:numPr>
        <w:ilvl w:val="1"/>
        <w:numId w:val="1"/>
      </w:numPr>
      <w:spacing w:before="360" w:after="160"/>
      <w:jc w:val="center"/>
    </w:pPr>
    <w:rPr>
      <w:rFonts w:ascii="Cambria" w:hAnsi="Cambria"/>
      <w:b/>
      <w:caps/>
      <w:sz w:val="24"/>
    </w:rPr>
  </w:style>
  <w:style w:type="paragraph" w:customStyle="1" w:styleId="Heading31">
    <w:name w:val="Heading 3(1)"/>
    <w:basedOn w:val="Normal"/>
    <w:autoRedefine/>
    <w:rsid w:val="009A4E3D"/>
    <w:pPr>
      <w:keepNext/>
      <w:numPr>
        <w:ilvl w:val="2"/>
        <w:numId w:val="1"/>
      </w:numPr>
      <w:spacing w:before="60" w:after="60"/>
      <w:jc w:val="center"/>
    </w:pPr>
    <w:rPr>
      <w:rFonts w:ascii="Cambria" w:hAnsi="Cambria"/>
      <w:b/>
      <w:sz w:val="24"/>
    </w:rPr>
  </w:style>
  <w:style w:type="paragraph" w:customStyle="1" w:styleId="Heading32">
    <w:name w:val="Heading 3(2)"/>
    <w:basedOn w:val="Normal"/>
    <w:autoRedefine/>
    <w:rsid w:val="00013917"/>
    <w:pPr>
      <w:numPr>
        <w:ilvl w:val="3"/>
        <w:numId w:val="1"/>
      </w:numPr>
      <w:spacing w:after="60" w:line="259" w:lineRule="auto"/>
      <w:jc w:val="both"/>
    </w:pPr>
    <w:rPr>
      <w:rFonts w:ascii="Cambria" w:hAnsi="Cambria"/>
      <w:sz w:val="24"/>
    </w:rPr>
  </w:style>
  <w:style w:type="paragraph" w:customStyle="1" w:styleId="Heading41">
    <w:name w:val="Heading 4(1)"/>
    <w:basedOn w:val="Normal"/>
    <w:autoRedefine/>
    <w:rsid w:val="003E710A"/>
    <w:pPr>
      <w:numPr>
        <w:ilvl w:val="4"/>
        <w:numId w:val="1"/>
      </w:numPr>
      <w:spacing w:after="60" w:line="259" w:lineRule="auto"/>
      <w:ind w:firstLine="0"/>
      <w:jc w:val="both"/>
    </w:pPr>
    <w:rPr>
      <w:rFonts w:ascii="Cambria" w:hAnsi="Cambria"/>
      <w:sz w:val="24"/>
    </w:rPr>
  </w:style>
  <w:style w:type="paragraph" w:customStyle="1" w:styleId="Heading42">
    <w:name w:val="Heading 4(2)"/>
    <w:basedOn w:val="Normal"/>
    <w:autoRedefine/>
    <w:rsid w:val="00FA1CF5"/>
    <w:pPr>
      <w:numPr>
        <w:ilvl w:val="5"/>
        <w:numId w:val="1"/>
      </w:numPr>
      <w:spacing w:after="60" w:line="259" w:lineRule="auto"/>
    </w:pPr>
    <w:rPr>
      <w:rFonts w:ascii="Cambria" w:hAnsi="Cambria"/>
      <w:sz w:val="24"/>
    </w:rPr>
  </w:style>
  <w:style w:type="paragraph" w:customStyle="1" w:styleId="Heading51">
    <w:name w:val="Heading 5(1)"/>
    <w:basedOn w:val="Normal"/>
    <w:autoRedefine/>
    <w:rsid w:val="000D3D5F"/>
    <w:pPr>
      <w:numPr>
        <w:ilvl w:val="6"/>
        <w:numId w:val="1"/>
      </w:numPr>
      <w:spacing w:after="60" w:line="259" w:lineRule="auto"/>
      <w:jc w:val="both"/>
    </w:pPr>
    <w:rPr>
      <w:rFonts w:ascii="Cambria" w:hAnsi="Cambria"/>
      <w:sz w:val="24"/>
    </w:rPr>
  </w:style>
  <w:style w:type="paragraph" w:customStyle="1" w:styleId="Antrat81">
    <w:name w:val="Antraštė 81"/>
    <w:basedOn w:val="Normal"/>
    <w:rsid w:val="009602E1"/>
    <w:pPr>
      <w:numPr>
        <w:ilvl w:val="7"/>
        <w:numId w:val="1"/>
      </w:numPr>
    </w:pPr>
  </w:style>
  <w:style w:type="paragraph" w:customStyle="1" w:styleId="Antrat91">
    <w:name w:val="Antraštė 91"/>
    <w:basedOn w:val="Normal"/>
    <w:rsid w:val="009602E1"/>
    <w:pPr>
      <w:numPr>
        <w:ilvl w:val="8"/>
        <w:numId w:val="1"/>
      </w:numPr>
    </w:pPr>
  </w:style>
  <w:style w:type="table" w:styleId="TableGrid">
    <w:name w:val="Table Grid"/>
    <w:basedOn w:val="TableNormal"/>
    <w:rsid w:val="00F37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71869"/>
    <w:rPr>
      <w:sz w:val="16"/>
      <w:szCs w:val="16"/>
    </w:rPr>
  </w:style>
  <w:style w:type="paragraph" w:styleId="CommentText">
    <w:name w:val="annotation text"/>
    <w:basedOn w:val="Normal"/>
    <w:link w:val="CommentTextChar"/>
    <w:rsid w:val="00571869"/>
  </w:style>
  <w:style w:type="character" w:customStyle="1" w:styleId="CommentTextChar">
    <w:name w:val="Comment Text Char"/>
    <w:basedOn w:val="DefaultParagraphFont"/>
    <w:link w:val="CommentText"/>
    <w:rsid w:val="00571869"/>
    <w:rPr>
      <w:rFonts w:ascii="Arial" w:hAnsi="Arial" w:cs="Arial"/>
    </w:rPr>
  </w:style>
  <w:style w:type="paragraph" w:styleId="CommentSubject">
    <w:name w:val="annotation subject"/>
    <w:basedOn w:val="CommentText"/>
    <w:next w:val="CommentText"/>
    <w:link w:val="CommentSubjectChar"/>
    <w:rsid w:val="00571869"/>
    <w:rPr>
      <w:b/>
      <w:bCs/>
    </w:rPr>
  </w:style>
  <w:style w:type="character" w:customStyle="1" w:styleId="CommentSubjectChar">
    <w:name w:val="Comment Subject Char"/>
    <w:basedOn w:val="CommentTextChar"/>
    <w:link w:val="CommentSubject"/>
    <w:rsid w:val="00571869"/>
    <w:rPr>
      <w:rFonts w:ascii="Arial" w:hAnsi="Arial" w:cs="Arial"/>
      <w:b/>
      <w:bCs/>
    </w:rPr>
  </w:style>
  <w:style w:type="character" w:styleId="Hyperlink">
    <w:name w:val="Hyperlink"/>
    <w:basedOn w:val="DefaultParagraphFont"/>
    <w:rsid w:val="003E710A"/>
    <w:rPr>
      <w:color w:val="EE7B08" w:themeColor="hyperlink"/>
      <w:u w:val="single"/>
    </w:rPr>
  </w:style>
  <w:style w:type="character" w:styleId="UnresolvedMention">
    <w:name w:val="Unresolved Mention"/>
    <w:basedOn w:val="DefaultParagraphFont"/>
    <w:rsid w:val="003E710A"/>
    <w:rPr>
      <w:color w:val="605E5C"/>
      <w:shd w:val="clear" w:color="auto" w:fill="E1DFDD"/>
    </w:rPr>
  </w:style>
  <w:style w:type="paragraph" w:styleId="ListParagraph">
    <w:name w:val="List Paragraph"/>
    <w:basedOn w:val="Normal"/>
    <w:uiPriority w:val="34"/>
    <w:qFormat/>
    <w:rsid w:val="00C91874"/>
    <w:pPr>
      <w:widowControl/>
      <w:spacing w:after="160" w:line="259" w:lineRule="auto"/>
      <w:ind w:left="720"/>
      <w:contextualSpacing/>
    </w:pPr>
    <w:rPr>
      <w:rFonts w:asciiTheme="minorHAnsi" w:eastAsiaTheme="minorHAnsi" w:hAnsiTheme="minorHAnsi" w:cstheme="minorBidi"/>
      <w:sz w:val="22"/>
      <w:szCs w:val="22"/>
      <w:lang w:val="en-US" w:eastAsia="en-US"/>
    </w:rPr>
  </w:style>
  <w:style w:type="character" w:styleId="PlaceholderText">
    <w:name w:val="Placeholder Text"/>
    <w:basedOn w:val="DefaultParagraphFont"/>
    <w:uiPriority w:val="99"/>
    <w:qFormat/>
    <w:rsid w:val="0043331F"/>
    <w:rPr>
      <w:color w:val="808080"/>
    </w:rPr>
  </w:style>
  <w:style w:type="character" w:customStyle="1" w:styleId="Style7">
    <w:name w:val="Style7"/>
    <w:basedOn w:val="DefaultParagraphFont"/>
    <w:uiPriority w:val="1"/>
    <w:rsid w:val="0043331F"/>
    <w:rPr>
      <w:rFonts w:ascii="Cambria" w:hAnsi="Cambria"/>
      <w:b w:val="0"/>
      <w:i w:val="0"/>
      <w:color w:val="auto"/>
      <w:sz w:val="24"/>
    </w:rPr>
  </w:style>
  <w:style w:type="paragraph" w:styleId="Revision">
    <w:name w:val="Revision"/>
    <w:hidden/>
    <w:rsid w:val="000F6C5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1833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C:\Users\legrig\AppData\Local\Microsoft\Windows\INetCache\Content.Outlook\DC2Z2NCT\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legrig\AppData\Local\Microsoft\Windows\INetCache\Content.Outlook\DC2Z2NCT\sabis.nbfc.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folex\TeisesAktuRedagavimas\tool\temp\ac5ac4f71c984d66b87cfc3eab0dcf01.dot" TargetMode="External"/></Relationships>
</file>

<file path=word/theme/theme1.xml><?xml version="1.0" encoding="utf-8"?>
<a:theme xmlns:a="http://schemas.openxmlformats.org/drawingml/2006/main" name="„Office“ tema">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5F57FC00-E003-4982-B861-AF54ECE359C5}">
  <ds:schemaRefs>
    <ds:schemaRef ds:uri="http://schemas.openxmlformats.org/officeDocument/2006/bibliography"/>
  </ds:schemaRefs>
</ds:datastoreItem>
</file>

<file path=customXml/itemProps2.xml><?xml version="1.0" encoding="utf-8"?>
<ds:datastoreItem xmlns:ds="http://schemas.openxmlformats.org/officeDocument/2006/customXml" ds:itemID="{8CE16E18-D760-4B34-B38B-23B1810A3F1E}">
  <ds:schemaRefs>
    <ds:schemaRef ds:uri="http://schemas.microsoft.com/sharepoint/v3/contenttype/forms"/>
  </ds:schemaRefs>
</ds:datastoreItem>
</file>

<file path=customXml/itemProps3.xml><?xml version="1.0" encoding="utf-8"?>
<ds:datastoreItem xmlns:ds="http://schemas.openxmlformats.org/officeDocument/2006/customXml" ds:itemID="{3A6590D1-4F78-4852-9098-99347058C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A90882-5957-4E6D-B2BF-CF5B4D03BBFE}">
  <ds:schemaRefs>
    <ds:schemaRef ds:uri="http://schemas.microsoft.com/office/2006/metadata/properties"/>
    <ds:schemaRef ds:uri="http://schemas.microsoft.com/office/infopath/2007/PartnerControls"/>
    <ds:schemaRef ds:uri="9bb2cc70-f51e-42e6-b26f-7ca9145966e0"/>
    <ds:schemaRef ds:uri="ca9a7636-c580-43d4-afe8-1f2961d88c34"/>
    <ds:schemaRef ds:uri="1d539eb2-1f63-46a2-81d9-a677ffecbe3a"/>
    <ds:schemaRef ds:uri="c46cfb48-d939-400a-9a08-0ad10f118132"/>
  </ds:schemaRefs>
</ds:datastoreItem>
</file>

<file path=docProps/app.xml><?xml version="1.0" encoding="utf-8"?>
<Properties xmlns="http://schemas.openxmlformats.org/officeDocument/2006/extended-properties" xmlns:vt="http://schemas.openxmlformats.org/officeDocument/2006/docPropsVTypes">
  <Template>ac5ac4f71c984d66b87cfc3eab0dcf01</Template>
  <TotalTime>3</TotalTime>
  <Pages>28</Pages>
  <Words>50861</Words>
  <Characters>28991</Characters>
  <Application>Microsoft Office Word</Application>
  <DocSecurity>0</DocSecurity>
  <Lines>241</Lines>
  <Paragraphs>159</Paragraphs>
  <ScaleCrop>false</ScaleCrop>
  <HeadingPairs>
    <vt:vector size="2" baseType="variant">
      <vt:variant>
        <vt:lpstr>Title</vt:lpstr>
      </vt:variant>
      <vt:variant>
        <vt:i4>1</vt:i4>
      </vt:variant>
    </vt:vector>
  </HeadingPairs>
  <TitlesOfParts>
    <vt:vector size="1" baseType="lpstr">
      <vt:lpstr>Dėl Prekių viešojo pirkimo–pardavimo sutarties tipinių sąlygų patvirtinimo</vt:lpstr>
    </vt:vector>
  </TitlesOfParts>
  <Company>Infolex</Company>
  <LinksUpToDate>false</LinksUpToDate>
  <CharactersWithSpaces>79693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Prekių viešojo pirkimo–pardavimo sutarties tipinių sąlygų patvirtinimo</dc:title>
  <dc:creator>Infolex</dc:creator>
  <cp:lastModifiedBy>Margarita BEIGIENĖ</cp:lastModifiedBy>
  <cp:revision>6</cp:revision>
  <cp:lastPrinted>2024-10-01T08:35:00Z</cp:lastPrinted>
  <dcterms:created xsi:type="dcterms:W3CDTF">2025-02-25T05:52:00Z</dcterms:created>
  <dcterms:modified xsi:type="dcterms:W3CDTF">2025-03-17T09:22:00Z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